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7780C" w14:textId="7F864C1A" w:rsidR="00703EE5" w:rsidRDefault="00684E48" w:rsidP="00912661">
      <w:pPr>
        <w:spacing w:after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EBC0C6" wp14:editId="4C8BC2E8">
            <wp:simplePos x="0" y="0"/>
            <wp:positionH relativeFrom="column">
              <wp:posOffset>478790</wp:posOffset>
            </wp:positionH>
            <wp:positionV relativeFrom="paragraph">
              <wp:posOffset>574040</wp:posOffset>
            </wp:positionV>
            <wp:extent cx="4210050" cy="1889760"/>
            <wp:effectExtent l="38100" t="0" r="1905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Dummy</w:t>
      </w:r>
    </w:p>
    <w:sectPr w:rsidR="00703EE5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48"/>
    <w:rsid w:val="000C1ECD"/>
    <w:rsid w:val="00321565"/>
    <w:rsid w:val="00326855"/>
    <w:rsid w:val="004E38BB"/>
    <w:rsid w:val="005702D9"/>
    <w:rsid w:val="0062363A"/>
    <w:rsid w:val="00684E48"/>
    <w:rsid w:val="007257C4"/>
    <w:rsid w:val="0087728C"/>
    <w:rsid w:val="00912661"/>
    <w:rsid w:val="00936920"/>
    <w:rsid w:val="00A83F1D"/>
    <w:rsid w:val="00AB7264"/>
    <w:rsid w:val="00B1519E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C5FA3"/>
  <w14:discardImageEditingData/>
  <w14:defaultImageDpi w14:val="32767"/>
  <w15:chartTrackingRefBased/>
  <w15:docId w15:val="{E8F5A7A9-04F3-4EDC-89A9-DE86CD0D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1493BD-200B-4832-B9E3-2AE48D269BA8}" type="doc">
      <dgm:prSet loTypeId="urn:microsoft.com/office/officeart/2005/8/layout/defaul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23E1FA22-13A9-4B85-B1CE-26567D888035}">
      <dgm:prSet phldrT="[Text]"/>
      <dgm:spPr/>
      <dgm:t>
        <a:bodyPr/>
        <a:lstStyle/>
        <a:p>
          <a:r>
            <a:rPr lang="en-US">
              <a:solidFill>
                <a:schemeClr val="bg2"/>
              </a:solidFill>
            </a:rPr>
            <a:t>One</a:t>
          </a:r>
        </a:p>
      </dgm:t>
    </dgm:pt>
    <dgm:pt modelId="{2201D86A-C197-4857-A744-1CFCD898C50F}" type="parTrans" cxnId="{B63D3D1B-11DC-4F91-883A-572D07B934A7}">
      <dgm:prSet/>
      <dgm:spPr/>
      <dgm:t>
        <a:bodyPr/>
        <a:lstStyle/>
        <a:p>
          <a:endParaRPr lang="en-US">
            <a:solidFill>
              <a:schemeClr val="bg2"/>
            </a:solidFill>
          </a:endParaRPr>
        </a:p>
      </dgm:t>
    </dgm:pt>
    <dgm:pt modelId="{8DBB74F3-F4E1-48BB-B99A-1C6B1155CD53}" type="sibTrans" cxnId="{B63D3D1B-11DC-4F91-883A-572D07B934A7}">
      <dgm:prSet/>
      <dgm:spPr/>
      <dgm:t>
        <a:bodyPr/>
        <a:lstStyle/>
        <a:p>
          <a:endParaRPr lang="en-US">
            <a:solidFill>
              <a:schemeClr val="bg2"/>
            </a:solidFill>
          </a:endParaRPr>
        </a:p>
      </dgm:t>
    </dgm:pt>
    <dgm:pt modelId="{0C4EACBC-7049-48C1-A1B1-6CAD76E8F4AC}">
      <dgm:prSet phldrT="[Text]"/>
      <dgm:spPr/>
      <dgm:t>
        <a:bodyPr/>
        <a:lstStyle/>
        <a:p>
          <a:r>
            <a:rPr lang="en-US">
              <a:solidFill>
                <a:schemeClr val="bg2"/>
              </a:solidFill>
            </a:rPr>
            <a:t>Two</a:t>
          </a:r>
        </a:p>
      </dgm:t>
    </dgm:pt>
    <dgm:pt modelId="{F0C1455B-DA6C-475A-AE5D-21F171B8BF28}" type="parTrans" cxnId="{33D3DF68-00D0-43AC-BE46-88126432B178}">
      <dgm:prSet/>
      <dgm:spPr/>
      <dgm:t>
        <a:bodyPr/>
        <a:lstStyle/>
        <a:p>
          <a:endParaRPr lang="en-US">
            <a:solidFill>
              <a:schemeClr val="bg2"/>
            </a:solidFill>
          </a:endParaRPr>
        </a:p>
      </dgm:t>
    </dgm:pt>
    <dgm:pt modelId="{9DF25E69-D202-4EB8-9D65-7EFF20A51A77}" type="sibTrans" cxnId="{33D3DF68-00D0-43AC-BE46-88126432B178}">
      <dgm:prSet/>
      <dgm:spPr/>
      <dgm:t>
        <a:bodyPr/>
        <a:lstStyle/>
        <a:p>
          <a:endParaRPr lang="en-US">
            <a:solidFill>
              <a:schemeClr val="bg2"/>
            </a:solidFill>
          </a:endParaRPr>
        </a:p>
      </dgm:t>
    </dgm:pt>
    <dgm:pt modelId="{FA348EA7-8D62-44E2-BC7D-41578EA871CC}" type="pres">
      <dgm:prSet presAssocID="{921493BD-200B-4832-B9E3-2AE48D269BA8}" presName="diagram" presStyleCnt="0">
        <dgm:presLayoutVars>
          <dgm:dir/>
          <dgm:resizeHandles val="exact"/>
        </dgm:presLayoutVars>
      </dgm:prSet>
      <dgm:spPr/>
    </dgm:pt>
    <dgm:pt modelId="{1BA70662-1485-4952-A95A-8D0C782318FA}" type="pres">
      <dgm:prSet presAssocID="{23E1FA22-13A9-4B85-B1CE-26567D888035}" presName="node" presStyleLbl="node1" presStyleIdx="0" presStyleCnt="2">
        <dgm:presLayoutVars>
          <dgm:bulletEnabled val="1"/>
        </dgm:presLayoutVars>
      </dgm:prSet>
      <dgm:spPr/>
    </dgm:pt>
    <dgm:pt modelId="{77C9F5F7-D800-4142-AE16-1081AEF871EE}" type="pres">
      <dgm:prSet presAssocID="{8DBB74F3-F4E1-48BB-B99A-1C6B1155CD53}" presName="sibTrans" presStyleCnt="0"/>
      <dgm:spPr/>
    </dgm:pt>
    <dgm:pt modelId="{0279AE5E-4017-4930-9E31-EBC1903413EA}" type="pres">
      <dgm:prSet presAssocID="{0C4EACBC-7049-48C1-A1B1-6CAD76E8F4AC}" presName="node" presStyleLbl="node1" presStyleIdx="1" presStyleCnt="2">
        <dgm:presLayoutVars>
          <dgm:bulletEnabled val="1"/>
        </dgm:presLayoutVars>
      </dgm:prSet>
      <dgm:spPr/>
    </dgm:pt>
  </dgm:ptLst>
  <dgm:cxnLst>
    <dgm:cxn modelId="{B63D3D1B-11DC-4F91-883A-572D07B934A7}" srcId="{921493BD-200B-4832-B9E3-2AE48D269BA8}" destId="{23E1FA22-13A9-4B85-B1CE-26567D888035}" srcOrd="0" destOrd="0" parTransId="{2201D86A-C197-4857-A744-1CFCD898C50F}" sibTransId="{8DBB74F3-F4E1-48BB-B99A-1C6B1155CD53}"/>
    <dgm:cxn modelId="{43D88435-57F1-4334-BCAD-665779863811}" type="presOf" srcId="{921493BD-200B-4832-B9E3-2AE48D269BA8}" destId="{FA348EA7-8D62-44E2-BC7D-41578EA871CC}" srcOrd="0" destOrd="0" presId="urn:microsoft.com/office/officeart/2005/8/layout/default"/>
    <dgm:cxn modelId="{33D3DF68-00D0-43AC-BE46-88126432B178}" srcId="{921493BD-200B-4832-B9E3-2AE48D269BA8}" destId="{0C4EACBC-7049-48C1-A1B1-6CAD76E8F4AC}" srcOrd="1" destOrd="0" parTransId="{F0C1455B-DA6C-475A-AE5D-21F171B8BF28}" sibTransId="{9DF25E69-D202-4EB8-9D65-7EFF20A51A77}"/>
    <dgm:cxn modelId="{F609E07C-8F02-4E96-885D-7D5AA22C6501}" type="presOf" srcId="{23E1FA22-13A9-4B85-B1CE-26567D888035}" destId="{1BA70662-1485-4952-A95A-8D0C782318FA}" srcOrd="0" destOrd="0" presId="urn:microsoft.com/office/officeart/2005/8/layout/default"/>
    <dgm:cxn modelId="{228942CE-7CE7-413B-B8E2-10BF068B2060}" type="presOf" srcId="{0C4EACBC-7049-48C1-A1B1-6CAD76E8F4AC}" destId="{0279AE5E-4017-4930-9E31-EBC1903413EA}" srcOrd="0" destOrd="0" presId="urn:microsoft.com/office/officeart/2005/8/layout/default"/>
    <dgm:cxn modelId="{5FB399DC-FE0A-4B9F-9534-482817907729}" type="presParOf" srcId="{FA348EA7-8D62-44E2-BC7D-41578EA871CC}" destId="{1BA70662-1485-4952-A95A-8D0C782318FA}" srcOrd="0" destOrd="0" presId="urn:microsoft.com/office/officeart/2005/8/layout/default"/>
    <dgm:cxn modelId="{DDDFA131-0E11-45D0-9A4D-9733312F57AC}" type="presParOf" srcId="{FA348EA7-8D62-44E2-BC7D-41578EA871CC}" destId="{77C9F5F7-D800-4142-AE16-1081AEF871EE}" srcOrd="1" destOrd="0" presId="urn:microsoft.com/office/officeart/2005/8/layout/default"/>
    <dgm:cxn modelId="{03D5ECA5-E273-4644-897F-3C0ADB1748B5}" type="presParOf" srcId="{FA348EA7-8D62-44E2-BC7D-41578EA871CC}" destId="{0279AE5E-4017-4930-9E31-EBC1903413EA}" srcOrd="2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BA70662-1485-4952-A95A-8D0C782318FA}">
      <dsp:nvSpPr>
        <dsp:cNvPr id="0" name=""/>
        <dsp:cNvSpPr/>
      </dsp:nvSpPr>
      <dsp:spPr>
        <a:xfrm>
          <a:off x="513" y="343591"/>
          <a:ext cx="2004296" cy="1202577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0" tIns="209550" rIns="209550" bIns="209550" numCol="1" spcCol="1270" anchor="ctr" anchorCtr="0">
          <a:noAutofit/>
        </a:bodyPr>
        <a:lstStyle/>
        <a:p>
          <a:pPr marL="0" lvl="0" indent="0" algn="ctr" defTabSz="2444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500" kern="1200">
              <a:solidFill>
                <a:schemeClr val="bg2"/>
              </a:solidFill>
            </a:rPr>
            <a:t>One</a:t>
          </a:r>
        </a:p>
      </dsp:txBody>
      <dsp:txXfrm>
        <a:off x="513" y="343591"/>
        <a:ext cx="2004296" cy="1202577"/>
      </dsp:txXfrm>
    </dsp:sp>
    <dsp:sp modelId="{0279AE5E-4017-4930-9E31-EBC1903413EA}">
      <dsp:nvSpPr>
        <dsp:cNvPr id="0" name=""/>
        <dsp:cNvSpPr/>
      </dsp:nvSpPr>
      <dsp:spPr>
        <a:xfrm>
          <a:off x="2205239" y="343591"/>
          <a:ext cx="2004296" cy="1202577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0" tIns="209550" rIns="209550" bIns="209550" numCol="1" spcCol="1270" anchor="ctr" anchorCtr="0">
          <a:noAutofit/>
        </a:bodyPr>
        <a:lstStyle/>
        <a:p>
          <a:pPr marL="0" lvl="0" indent="0" algn="ctr" defTabSz="2444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5500" kern="1200">
              <a:solidFill>
                <a:schemeClr val="bg2"/>
              </a:solidFill>
            </a:rPr>
            <a:t>Two</a:t>
          </a:r>
        </a:p>
      </dsp:txBody>
      <dsp:txXfrm>
        <a:off x="2205239" y="343591"/>
        <a:ext cx="2004296" cy="12025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2023-02-09T00:10:00Z</dcterms:created>
  <dcterms:modified xsi:type="dcterms:W3CDTF">2023-02-09T00:13:00Z</dcterms:modified>
</cp:coreProperties>
</file>