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73D8B" w14:textId="270521D6" w:rsidR="00D95A62" w:rsidRPr="00223520" w:rsidRDefault="00D95A62" w:rsidP="001E5F01">
      <w:pPr>
        <w:pStyle w:val="Heading7"/>
        <w:tabs>
          <w:tab w:val="left" w:pos="521"/>
        </w:tabs>
        <w:spacing w:before="0" w:after="0" w:line="240" w:lineRule="auto"/>
        <w:jc w:val="center"/>
        <w:rPr>
          <w:rFonts w:ascii="Times New Roman" w:eastAsiaTheme="minorHAnsi" w:hAnsi="Times New Roman" w:cs="B Nazanin"/>
          <w:b/>
          <w:bCs/>
          <w:noProof/>
          <w:color w:val="000000"/>
          <w:sz w:val="28"/>
          <w:szCs w:val="28"/>
          <w:rtl/>
        </w:rPr>
      </w:pPr>
      <w:r w:rsidRPr="00223520">
        <w:rPr>
          <w:rFonts w:ascii="Times New Roman" w:eastAsiaTheme="minorHAnsi" w:hAnsi="Times New Roman" w:cs="B Nazanin" w:hint="cs"/>
          <w:b/>
          <w:bCs/>
          <w:noProof/>
          <w:color w:val="000000"/>
          <w:sz w:val="28"/>
          <w:szCs w:val="28"/>
          <w:rtl/>
          <w:lang w:bidi="ar-SA"/>
        </w:rPr>
        <w:t>دانشکد</w:t>
      </w:r>
      <w:r w:rsidR="006728FC">
        <w:rPr>
          <w:rFonts w:ascii="Times New Roman" w:eastAsiaTheme="minorHAnsi" w:hAnsi="Times New Roman" w:cs="B Nazanin" w:hint="cs"/>
          <w:b/>
          <w:bCs/>
          <w:noProof/>
          <w:color w:val="000000"/>
          <w:sz w:val="28"/>
          <w:szCs w:val="28"/>
          <w:rtl/>
          <w:lang w:bidi="ar-SA"/>
        </w:rPr>
        <w:t>ۀ</w:t>
      </w:r>
      <w:r w:rsidR="00054C6B">
        <w:rPr>
          <w:rFonts w:ascii="Times New Roman" w:eastAsiaTheme="minorHAnsi" w:hAnsi="Times New Roman" w:cs="B Nazanin" w:hint="cs"/>
          <w:b/>
          <w:bCs/>
          <w:noProof/>
          <w:color w:val="000000"/>
          <w:sz w:val="28"/>
          <w:szCs w:val="28"/>
          <w:rtl/>
        </w:rPr>
        <w:t xml:space="preserve"> </w:t>
      </w:r>
      <w:sdt>
        <w:sdtPr>
          <w:rPr>
            <w:rFonts w:ascii="Times New Roman" w:eastAsiaTheme="minorHAnsi" w:hAnsi="Times New Roman" w:cs="B Nazanin" w:hint="cs"/>
            <w:b/>
            <w:bCs/>
            <w:noProof/>
            <w:color w:val="000000"/>
            <w:sz w:val="28"/>
            <w:szCs w:val="28"/>
            <w:rtl/>
          </w:rPr>
          <w:id w:val="873428469"/>
          <w:lock w:val="sdtLocked"/>
          <w:placeholder>
            <w:docPart w:val="5E15E56306964E5C8CDF9196EACB09B3"/>
          </w:placeholder>
          <w:showingPlcHdr/>
          <w:dropDownList>
            <w:listItem w:value="انتخاب کنید"/>
            <w:listItem w:displayText="چندرسانه‏ای" w:value="چندرسانه‏ای"/>
            <w:listItem w:displayText="طراحی اسلامی" w:value="طراحی اسلامی"/>
            <w:listItem w:displayText="فرش" w:value="فرش"/>
            <w:listItem w:displayText="معماری و شهرسازی" w:value="معماری و شهرسازی"/>
            <w:listItem w:displayText="هنرهای صناعی اسلامی" w:value="هنرهای صناعی اسلامی"/>
            <w:listItem w:displayText="هنرهای کاربردی" w:value="هنرهای کاربردی"/>
          </w:dropDownList>
        </w:sdtPr>
        <w:sdtEndPr/>
        <w:sdtContent>
          <w:r w:rsidR="00192AE2">
            <w:rPr>
              <w:rStyle w:val="PlaceholderText"/>
              <w:rFonts w:cs="B Nazanin" w:hint="cs"/>
              <w:color w:val="808080" w:themeColor="background1" w:themeShade="80"/>
              <w:sz w:val="22"/>
              <w:szCs w:val="22"/>
              <w:shd w:val="clear" w:color="auto" w:fill="D9D9D9" w:themeFill="background1" w:themeFillShade="D9"/>
              <w:rtl/>
            </w:rPr>
            <w:t xml:space="preserve">کلیک و </w:t>
          </w:r>
          <w:r w:rsidR="00192AE2" w:rsidRPr="007576F4">
            <w:rPr>
              <w:rStyle w:val="PlaceholderText"/>
              <w:rFonts w:cs="B Nazanin" w:hint="cs"/>
              <w:color w:val="808080" w:themeColor="background1" w:themeShade="80"/>
              <w:sz w:val="22"/>
              <w:szCs w:val="22"/>
              <w:shd w:val="clear" w:color="auto" w:fill="D9D9D9" w:themeFill="background1" w:themeFillShade="D9"/>
              <w:rtl/>
            </w:rPr>
            <w:t>نتخاب کنید</w:t>
          </w:r>
        </w:sdtContent>
      </w:sdt>
      <w:r>
        <w:rPr>
          <w:rFonts w:ascii="Times New Roman" w:eastAsiaTheme="minorHAnsi" w:hAnsi="Times New Roman" w:cs="B Nazanin" w:hint="cs"/>
          <w:b/>
          <w:bCs/>
          <w:noProof/>
          <w:color w:val="000000"/>
          <w:sz w:val="28"/>
          <w:szCs w:val="28"/>
          <w:rtl/>
        </w:rPr>
        <w:t xml:space="preserve"> </w:t>
      </w:r>
      <w:r>
        <w:rPr>
          <w:rFonts w:ascii="Times New Roman" w:eastAsiaTheme="minorHAnsi" w:hAnsi="Times New Roman" w:cs="B Nazanin" w:hint="cs"/>
          <w:b/>
          <w:bCs/>
          <w:noProof/>
          <w:color w:val="000000"/>
          <w:sz w:val="28"/>
          <w:szCs w:val="28"/>
          <w:rtl/>
          <w:lang w:bidi="ar-SA"/>
        </w:rPr>
        <w:t xml:space="preserve"> </w:t>
      </w:r>
    </w:p>
    <w:sectPr w:rsidR="00D95A62" w:rsidRPr="00223520" w:rsidSect="007A778A">
      <w:pgSz w:w="11907" w:h="16840" w:code="9"/>
      <w:pgMar w:top="1418" w:right="1418" w:bottom="1418" w:left="1985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6740" w14:textId="77777777" w:rsidR="00E361F5" w:rsidRDefault="00E361F5" w:rsidP="0080343F">
      <w:r>
        <w:separator/>
      </w:r>
    </w:p>
  </w:endnote>
  <w:endnote w:type="continuationSeparator" w:id="0">
    <w:p w14:paraId="674BE878" w14:textId="77777777" w:rsidR="00E361F5" w:rsidRDefault="00E361F5" w:rsidP="0080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B4A87" w14:textId="77777777" w:rsidR="00E361F5" w:rsidRDefault="00E361F5" w:rsidP="0080343F">
      <w:r>
        <w:separator/>
      </w:r>
    </w:p>
  </w:footnote>
  <w:footnote w:type="continuationSeparator" w:id="0">
    <w:p w14:paraId="0F03EDAD" w14:textId="77777777" w:rsidR="00E361F5" w:rsidRDefault="00E361F5" w:rsidP="00803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012C"/>
    <w:multiLevelType w:val="multilevel"/>
    <w:tmpl w:val="1E40CAD4"/>
    <w:lvl w:ilvl="0">
      <w:start w:val="2"/>
      <w:numFmt w:val="decimal"/>
      <w:lvlText w:val="%1-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-%2-%3-"/>
      <w:lvlJc w:val="left"/>
      <w:pPr>
        <w:ind w:left="1080" w:hanging="1080"/>
      </w:pPr>
      <w:rPr>
        <w:rFonts w:hint="default"/>
        <w:b w:val="0"/>
        <w:bCs/>
        <w:color w:val="000000" w:themeColor="text1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-%2-%3-%4.%5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-%2-%3-%4.%5.%6.%7."/>
      <w:lvlJc w:val="left"/>
      <w:pPr>
        <w:ind w:left="1800" w:hanging="180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-%2-%3-%4.%5.%6.%7.%8."/>
      <w:lvlJc w:val="left"/>
      <w:pPr>
        <w:ind w:left="2160" w:hanging="216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-%2-%3-%4.%5.%6.%7.%8.%9."/>
      <w:lvlJc w:val="left"/>
      <w:pPr>
        <w:ind w:left="2160" w:hanging="2160"/>
      </w:pPr>
      <w:rPr>
        <w:rFonts w:hint="default"/>
        <w:b w:val="0"/>
        <w:color w:val="000000" w:themeColor="text1"/>
      </w:rPr>
    </w:lvl>
  </w:abstractNum>
  <w:abstractNum w:abstractNumId="1" w15:restartNumberingAfterBreak="0">
    <w:nsid w:val="15C31340"/>
    <w:multiLevelType w:val="multilevel"/>
    <w:tmpl w:val="6854DEEC"/>
    <w:lvl w:ilvl="0">
      <w:start w:val="3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DA6590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F561C3"/>
    <w:multiLevelType w:val="multilevel"/>
    <w:tmpl w:val="6E40E652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31071EDE"/>
    <w:multiLevelType w:val="multilevel"/>
    <w:tmpl w:val="7ECCF546"/>
    <w:lvl w:ilvl="0">
      <w:start w:val="1"/>
      <w:numFmt w:val="decimal"/>
      <w:pStyle w:val="a"/>
      <w:suff w:val="space"/>
      <w:lvlText w:val="%1-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pStyle w:val="a0"/>
      <w:suff w:val="space"/>
      <w:lvlText w:val="%1-%2-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1"/>
      <w:suff w:val="space"/>
      <w:lvlText w:val="%1-%2-%3-"/>
      <w:lvlJc w:val="left"/>
      <w:pPr>
        <w:ind w:left="0" w:firstLine="0"/>
      </w:pPr>
      <w:rPr>
        <w:rFonts w:cstheme="minorHAnsi" w:hint="default"/>
        <w:sz w:val="28"/>
        <w:szCs w:val="32"/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C2D7A92"/>
    <w:multiLevelType w:val="multilevel"/>
    <w:tmpl w:val="E9FC0786"/>
    <w:lvl w:ilvl="0">
      <w:start w:val="1"/>
      <w:numFmt w:val="decimal"/>
      <w:lvlText w:val="%1-"/>
      <w:lvlJc w:val="left"/>
      <w:pPr>
        <w:ind w:left="795" w:hanging="795"/>
      </w:pPr>
      <w:rPr>
        <w:rFonts w:hint="default"/>
      </w:rPr>
    </w:lvl>
    <w:lvl w:ilvl="1">
      <w:start w:val="4"/>
      <w:numFmt w:val="decimal"/>
      <w:lvlText w:val="%1-%2-"/>
      <w:lvlJc w:val="left"/>
      <w:pPr>
        <w:ind w:left="795" w:hanging="795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95" w:hanging="795"/>
      </w:pPr>
      <w:rPr>
        <w:rFonts w:cs="B Titr" w:hint="default"/>
        <w:b/>
        <w:bCs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C877CF5"/>
    <w:multiLevelType w:val="multilevel"/>
    <w:tmpl w:val="E7A43E0A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68427E9"/>
    <w:multiLevelType w:val="hybridMultilevel"/>
    <w:tmpl w:val="BDE23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66D2D"/>
    <w:multiLevelType w:val="hybridMultilevel"/>
    <w:tmpl w:val="3664E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445A7"/>
    <w:multiLevelType w:val="hybridMultilevel"/>
    <w:tmpl w:val="982A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51748">
    <w:abstractNumId w:val="0"/>
  </w:num>
  <w:num w:numId="2" w16cid:durableId="1548293380">
    <w:abstractNumId w:val="1"/>
  </w:num>
  <w:num w:numId="3" w16cid:durableId="1976568919">
    <w:abstractNumId w:val="4"/>
  </w:num>
  <w:num w:numId="4" w16cid:durableId="1847012636">
    <w:abstractNumId w:val="6"/>
  </w:num>
  <w:num w:numId="5" w16cid:durableId="1968007752">
    <w:abstractNumId w:val="5"/>
  </w:num>
  <w:num w:numId="6" w16cid:durableId="1277446778">
    <w:abstractNumId w:val="3"/>
  </w:num>
  <w:num w:numId="7" w16cid:durableId="2027362527">
    <w:abstractNumId w:val="2"/>
  </w:num>
  <w:num w:numId="8" w16cid:durableId="692800552">
    <w:abstractNumId w:val="7"/>
  </w:num>
  <w:num w:numId="9" w16cid:durableId="1189639937">
    <w:abstractNumId w:val="9"/>
  </w:num>
  <w:num w:numId="10" w16cid:durableId="45614673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20"/>
  <w:evenAndOddHeaders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82"/>
    <w:rsid w:val="00000230"/>
    <w:rsid w:val="00000405"/>
    <w:rsid w:val="0000136B"/>
    <w:rsid w:val="000047D2"/>
    <w:rsid w:val="00005320"/>
    <w:rsid w:val="00005447"/>
    <w:rsid w:val="000059FA"/>
    <w:rsid w:val="000062AD"/>
    <w:rsid w:val="00012394"/>
    <w:rsid w:val="00012E4A"/>
    <w:rsid w:val="00012F9D"/>
    <w:rsid w:val="0001328C"/>
    <w:rsid w:val="0001356F"/>
    <w:rsid w:val="00013B82"/>
    <w:rsid w:val="00014BCB"/>
    <w:rsid w:val="00015BF7"/>
    <w:rsid w:val="00015C7B"/>
    <w:rsid w:val="00015F00"/>
    <w:rsid w:val="00017588"/>
    <w:rsid w:val="000201E1"/>
    <w:rsid w:val="00020729"/>
    <w:rsid w:val="0002262B"/>
    <w:rsid w:val="00022B1B"/>
    <w:rsid w:val="00022C9F"/>
    <w:rsid w:val="00022D63"/>
    <w:rsid w:val="00023288"/>
    <w:rsid w:val="00023F0D"/>
    <w:rsid w:val="0002656B"/>
    <w:rsid w:val="00026C23"/>
    <w:rsid w:val="000273C7"/>
    <w:rsid w:val="00027858"/>
    <w:rsid w:val="00027EA2"/>
    <w:rsid w:val="00030693"/>
    <w:rsid w:val="00030AB9"/>
    <w:rsid w:val="0003171B"/>
    <w:rsid w:val="00031E00"/>
    <w:rsid w:val="00032DBE"/>
    <w:rsid w:val="00032EFE"/>
    <w:rsid w:val="0003361F"/>
    <w:rsid w:val="0003404D"/>
    <w:rsid w:val="00034722"/>
    <w:rsid w:val="00036F34"/>
    <w:rsid w:val="00036FC0"/>
    <w:rsid w:val="0003737B"/>
    <w:rsid w:val="00037AAC"/>
    <w:rsid w:val="00040B3E"/>
    <w:rsid w:val="00042641"/>
    <w:rsid w:val="00043096"/>
    <w:rsid w:val="000432AF"/>
    <w:rsid w:val="00043457"/>
    <w:rsid w:val="00043AB4"/>
    <w:rsid w:val="00043C2D"/>
    <w:rsid w:val="00043E72"/>
    <w:rsid w:val="00043F86"/>
    <w:rsid w:val="00044031"/>
    <w:rsid w:val="0004410A"/>
    <w:rsid w:val="00045C70"/>
    <w:rsid w:val="00045D34"/>
    <w:rsid w:val="00045DE0"/>
    <w:rsid w:val="00046ACA"/>
    <w:rsid w:val="00046CF8"/>
    <w:rsid w:val="0004764F"/>
    <w:rsid w:val="00047ADB"/>
    <w:rsid w:val="00050259"/>
    <w:rsid w:val="00051E73"/>
    <w:rsid w:val="00052242"/>
    <w:rsid w:val="0005254B"/>
    <w:rsid w:val="00052C1C"/>
    <w:rsid w:val="00052D98"/>
    <w:rsid w:val="000533C4"/>
    <w:rsid w:val="00053D88"/>
    <w:rsid w:val="00053FF6"/>
    <w:rsid w:val="00054C6B"/>
    <w:rsid w:val="000552EC"/>
    <w:rsid w:val="0005607C"/>
    <w:rsid w:val="00056275"/>
    <w:rsid w:val="0005688A"/>
    <w:rsid w:val="0006021F"/>
    <w:rsid w:val="00060906"/>
    <w:rsid w:val="00062C0A"/>
    <w:rsid w:val="0006309A"/>
    <w:rsid w:val="000632D8"/>
    <w:rsid w:val="000637B4"/>
    <w:rsid w:val="0006494D"/>
    <w:rsid w:val="00064A5F"/>
    <w:rsid w:val="00065E5F"/>
    <w:rsid w:val="000660B1"/>
    <w:rsid w:val="00066C6D"/>
    <w:rsid w:val="00066C96"/>
    <w:rsid w:val="000673EC"/>
    <w:rsid w:val="000679A5"/>
    <w:rsid w:val="00067E0F"/>
    <w:rsid w:val="00070423"/>
    <w:rsid w:val="00071559"/>
    <w:rsid w:val="00072E3E"/>
    <w:rsid w:val="00073E04"/>
    <w:rsid w:val="00074242"/>
    <w:rsid w:val="00074DB8"/>
    <w:rsid w:val="00074EFD"/>
    <w:rsid w:val="00075E9D"/>
    <w:rsid w:val="000761F1"/>
    <w:rsid w:val="000766AF"/>
    <w:rsid w:val="00076EBC"/>
    <w:rsid w:val="00076F96"/>
    <w:rsid w:val="00080012"/>
    <w:rsid w:val="000801AC"/>
    <w:rsid w:val="0008036E"/>
    <w:rsid w:val="00080501"/>
    <w:rsid w:val="00080786"/>
    <w:rsid w:val="000807D7"/>
    <w:rsid w:val="000810A7"/>
    <w:rsid w:val="00082D72"/>
    <w:rsid w:val="00083614"/>
    <w:rsid w:val="00083B6B"/>
    <w:rsid w:val="00084241"/>
    <w:rsid w:val="0008591C"/>
    <w:rsid w:val="0008598C"/>
    <w:rsid w:val="00085DE6"/>
    <w:rsid w:val="00085FF8"/>
    <w:rsid w:val="000861C6"/>
    <w:rsid w:val="000861DD"/>
    <w:rsid w:val="00086807"/>
    <w:rsid w:val="00087135"/>
    <w:rsid w:val="000871FD"/>
    <w:rsid w:val="00087482"/>
    <w:rsid w:val="000902A7"/>
    <w:rsid w:val="00090DAC"/>
    <w:rsid w:val="00092297"/>
    <w:rsid w:val="00092950"/>
    <w:rsid w:val="000936B3"/>
    <w:rsid w:val="000941FD"/>
    <w:rsid w:val="00094CE5"/>
    <w:rsid w:val="00094E31"/>
    <w:rsid w:val="00095ADB"/>
    <w:rsid w:val="00095DCB"/>
    <w:rsid w:val="00095E22"/>
    <w:rsid w:val="00096C67"/>
    <w:rsid w:val="00096E63"/>
    <w:rsid w:val="000975C5"/>
    <w:rsid w:val="000A0B93"/>
    <w:rsid w:val="000A2727"/>
    <w:rsid w:val="000A2AF8"/>
    <w:rsid w:val="000A3804"/>
    <w:rsid w:val="000A49FB"/>
    <w:rsid w:val="000A60D0"/>
    <w:rsid w:val="000A60D8"/>
    <w:rsid w:val="000A646F"/>
    <w:rsid w:val="000A6875"/>
    <w:rsid w:val="000B1026"/>
    <w:rsid w:val="000B201F"/>
    <w:rsid w:val="000B22BB"/>
    <w:rsid w:val="000B2F07"/>
    <w:rsid w:val="000B436E"/>
    <w:rsid w:val="000B451A"/>
    <w:rsid w:val="000B4881"/>
    <w:rsid w:val="000B4A33"/>
    <w:rsid w:val="000B520A"/>
    <w:rsid w:val="000B5D90"/>
    <w:rsid w:val="000B7836"/>
    <w:rsid w:val="000B7DB3"/>
    <w:rsid w:val="000C13CE"/>
    <w:rsid w:val="000C1500"/>
    <w:rsid w:val="000C17A6"/>
    <w:rsid w:val="000C1C26"/>
    <w:rsid w:val="000C2519"/>
    <w:rsid w:val="000C2970"/>
    <w:rsid w:val="000C2D96"/>
    <w:rsid w:val="000C31B5"/>
    <w:rsid w:val="000C3A93"/>
    <w:rsid w:val="000C3FDE"/>
    <w:rsid w:val="000C4064"/>
    <w:rsid w:val="000C54DD"/>
    <w:rsid w:val="000C5F8B"/>
    <w:rsid w:val="000C620D"/>
    <w:rsid w:val="000C6B36"/>
    <w:rsid w:val="000C70FC"/>
    <w:rsid w:val="000C711B"/>
    <w:rsid w:val="000C7208"/>
    <w:rsid w:val="000C7756"/>
    <w:rsid w:val="000C7961"/>
    <w:rsid w:val="000D00E6"/>
    <w:rsid w:val="000D07DA"/>
    <w:rsid w:val="000D2761"/>
    <w:rsid w:val="000D28A3"/>
    <w:rsid w:val="000D2BB2"/>
    <w:rsid w:val="000D2F14"/>
    <w:rsid w:val="000D337E"/>
    <w:rsid w:val="000D34FB"/>
    <w:rsid w:val="000D3664"/>
    <w:rsid w:val="000D3F94"/>
    <w:rsid w:val="000D4A20"/>
    <w:rsid w:val="000D7946"/>
    <w:rsid w:val="000E221E"/>
    <w:rsid w:val="000E295E"/>
    <w:rsid w:val="000E2B28"/>
    <w:rsid w:val="000E3304"/>
    <w:rsid w:val="000E382B"/>
    <w:rsid w:val="000E3A64"/>
    <w:rsid w:val="000E3DBE"/>
    <w:rsid w:val="000E4E2F"/>
    <w:rsid w:val="000E4FB0"/>
    <w:rsid w:val="000E5B1E"/>
    <w:rsid w:val="000E62C0"/>
    <w:rsid w:val="000E69BE"/>
    <w:rsid w:val="000E6B24"/>
    <w:rsid w:val="000E719D"/>
    <w:rsid w:val="000E7799"/>
    <w:rsid w:val="000E7B61"/>
    <w:rsid w:val="000F0E24"/>
    <w:rsid w:val="000F10FD"/>
    <w:rsid w:val="000F293C"/>
    <w:rsid w:val="000F371B"/>
    <w:rsid w:val="000F3846"/>
    <w:rsid w:val="000F3DCF"/>
    <w:rsid w:val="000F4847"/>
    <w:rsid w:val="000F4874"/>
    <w:rsid w:val="000F4A5A"/>
    <w:rsid w:val="000F4C5C"/>
    <w:rsid w:val="000F5389"/>
    <w:rsid w:val="000F54C3"/>
    <w:rsid w:val="000F5B96"/>
    <w:rsid w:val="000F621A"/>
    <w:rsid w:val="000F7B20"/>
    <w:rsid w:val="00100BF8"/>
    <w:rsid w:val="0010198F"/>
    <w:rsid w:val="0010216D"/>
    <w:rsid w:val="001027D5"/>
    <w:rsid w:val="00102E91"/>
    <w:rsid w:val="00102EA8"/>
    <w:rsid w:val="00102FC4"/>
    <w:rsid w:val="001030E8"/>
    <w:rsid w:val="001039B0"/>
    <w:rsid w:val="0010430C"/>
    <w:rsid w:val="00104382"/>
    <w:rsid w:val="00104E0A"/>
    <w:rsid w:val="00106439"/>
    <w:rsid w:val="00106CDD"/>
    <w:rsid w:val="00110BE0"/>
    <w:rsid w:val="00111840"/>
    <w:rsid w:val="00111D87"/>
    <w:rsid w:val="0011236F"/>
    <w:rsid w:val="00112B41"/>
    <w:rsid w:val="00113A84"/>
    <w:rsid w:val="001143B9"/>
    <w:rsid w:val="00114CC0"/>
    <w:rsid w:val="001153A5"/>
    <w:rsid w:val="001158EC"/>
    <w:rsid w:val="00115CF2"/>
    <w:rsid w:val="0011632E"/>
    <w:rsid w:val="00116EA5"/>
    <w:rsid w:val="00117079"/>
    <w:rsid w:val="00117C6D"/>
    <w:rsid w:val="00117C75"/>
    <w:rsid w:val="001201AB"/>
    <w:rsid w:val="00120255"/>
    <w:rsid w:val="00120731"/>
    <w:rsid w:val="00120E21"/>
    <w:rsid w:val="00121810"/>
    <w:rsid w:val="00121D17"/>
    <w:rsid w:val="001220CC"/>
    <w:rsid w:val="001229A2"/>
    <w:rsid w:val="001231BC"/>
    <w:rsid w:val="001236CE"/>
    <w:rsid w:val="001245DD"/>
    <w:rsid w:val="00124B71"/>
    <w:rsid w:val="001256FE"/>
    <w:rsid w:val="0012594A"/>
    <w:rsid w:val="001259D2"/>
    <w:rsid w:val="00125B26"/>
    <w:rsid w:val="001262E1"/>
    <w:rsid w:val="001276A9"/>
    <w:rsid w:val="001276AA"/>
    <w:rsid w:val="00127C37"/>
    <w:rsid w:val="00130187"/>
    <w:rsid w:val="001315BB"/>
    <w:rsid w:val="00131E82"/>
    <w:rsid w:val="00132AE1"/>
    <w:rsid w:val="00132F90"/>
    <w:rsid w:val="0013388C"/>
    <w:rsid w:val="00133A4B"/>
    <w:rsid w:val="00133E6B"/>
    <w:rsid w:val="00134174"/>
    <w:rsid w:val="00134C41"/>
    <w:rsid w:val="00135321"/>
    <w:rsid w:val="00135A37"/>
    <w:rsid w:val="00136386"/>
    <w:rsid w:val="0013660B"/>
    <w:rsid w:val="00137C3C"/>
    <w:rsid w:val="00137F0A"/>
    <w:rsid w:val="00140A45"/>
    <w:rsid w:val="00140BDC"/>
    <w:rsid w:val="00141170"/>
    <w:rsid w:val="00141859"/>
    <w:rsid w:val="001419E1"/>
    <w:rsid w:val="00141ED4"/>
    <w:rsid w:val="00144E27"/>
    <w:rsid w:val="001461BD"/>
    <w:rsid w:val="00147189"/>
    <w:rsid w:val="00147554"/>
    <w:rsid w:val="00147751"/>
    <w:rsid w:val="001479F0"/>
    <w:rsid w:val="00147D11"/>
    <w:rsid w:val="00147D8B"/>
    <w:rsid w:val="00147DC9"/>
    <w:rsid w:val="00150FFA"/>
    <w:rsid w:val="00151034"/>
    <w:rsid w:val="0015107A"/>
    <w:rsid w:val="0015241E"/>
    <w:rsid w:val="001527C2"/>
    <w:rsid w:val="00152EAB"/>
    <w:rsid w:val="001540BE"/>
    <w:rsid w:val="001552D2"/>
    <w:rsid w:val="00156087"/>
    <w:rsid w:val="0015670D"/>
    <w:rsid w:val="00157067"/>
    <w:rsid w:val="0015735B"/>
    <w:rsid w:val="00157916"/>
    <w:rsid w:val="001603A3"/>
    <w:rsid w:val="001617AD"/>
    <w:rsid w:val="001618EE"/>
    <w:rsid w:val="00161D41"/>
    <w:rsid w:val="00163A72"/>
    <w:rsid w:val="00163BA2"/>
    <w:rsid w:val="00164678"/>
    <w:rsid w:val="001647C8"/>
    <w:rsid w:val="00164904"/>
    <w:rsid w:val="00165DB4"/>
    <w:rsid w:val="001668BF"/>
    <w:rsid w:val="00167F1A"/>
    <w:rsid w:val="00170393"/>
    <w:rsid w:val="00170B44"/>
    <w:rsid w:val="0017110A"/>
    <w:rsid w:val="001724F0"/>
    <w:rsid w:val="00172632"/>
    <w:rsid w:val="00173E0D"/>
    <w:rsid w:val="00175287"/>
    <w:rsid w:val="0017571F"/>
    <w:rsid w:val="00175921"/>
    <w:rsid w:val="00175CA1"/>
    <w:rsid w:val="001760C7"/>
    <w:rsid w:val="001760E4"/>
    <w:rsid w:val="001779A9"/>
    <w:rsid w:val="001779DB"/>
    <w:rsid w:val="001779F8"/>
    <w:rsid w:val="00177A93"/>
    <w:rsid w:val="00177D48"/>
    <w:rsid w:val="00180933"/>
    <w:rsid w:val="0018169F"/>
    <w:rsid w:val="00181714"/>
    <w:rsid w:val="00181919"/>
    <w:rsid w:val="00181ADA"/>
    <w:rsid w:val="00182916"/>
    <w:rsid w:val="00185002"/>
    <w:rsid w:val="00185365"/>
    <w:rsid w:val="0018570E"/>
    <w:rsid w:val="00186506"/>
    <w:rsid w:val="001865AD"/>
    <w:rsid w:val="00186C49"/>
    <w:rsid w:val="00187982"/>
    <w:rsid w:val="00187F1A"/>
    <w:rsid w:val="00190315"/>
    <w:rsid w:val="00190775"/>
    <w:rsid w:val="00191162"/>
    <w:rsid w:val="00191D34"/>
    <w:rsid w:val="0019229A"/>
    <w:rsid w:val="00192AE2"/>
    <w:rsid w:val="00192B82"/>
    <w:rsid w:val="00192F81"/>
    <w:rsid w:val="00193077"/>
    <w:rsid w:val="001934A4"/>
    <w:rsid w:val="0019361C"/>
    <w:rsid w:val="00193FF9"/>
    <w:rsid w:val="00194AC1"/>
    <w:rsid w:val="001957B8"/>
    <w:rsid w:val="00196A05"/>
    <w:rsid w:val="00197439"/>
    <w:rsid w:val="0019754C"/>
    <w:rsid w:val="00197D0E"/>
    <w:rsid w:val="00197F30"/>
    <w:rsid w:val="001A0487"/>
    <w:rsid w:val="001A1019"/>
    <w:rsid w:val="001A3D5D"/>
    <w:rsid w:val="001A3E53"/>
    <w:rsid w:val="001A4A3B"/>
    <w:rsid w:val="001A4F87"/>
    <w:rsid w:val="001A5472"/>
    <w:rsid w:val="001A5A9D"/>
    <w:rsid w:val="001A5EB3"/>
    <w:rsid w:val="001A65EF"/>
    <w:rsid w:val="001A68F4"/>
    <w:rsid w:val="001A6D89"/>
    <w:rsid w:val="001A6EFE"/>
    <w:rsid w:val="001A79B0"/>
    <w:rsid w:val="001B0A26"/>
    <w:rsid w:val="001B1BAD"/>
    <w:rsid w:val="001B1C47"/>
    <w:rsid w:val="001B31EA"/>
    <w:rsid w:val="001B561F"/>
    <w:rsid w:val="001B5987"/>
    <w:rsid w:val="001B68CD"/>
    <w:rsid w:val="001B6F9B"/>
    <w:rsid w:val="001B7C6A"/>
    <w:rsid w:val="001C0826"/>
    <w:rsid w:val="001C1B8D"/>
    <w:rsid w:val="001C1F0D"/>
    <w:rsid w:val="001C2476"/>
    <w:rsid w:val="001C348E"/>
    <w:rsid w:val="001C36CF"/>
    <w:rsid w:val="001C4164"/>
    <w:rsid w:val="001C46CE"/>
    <w:rsid w:val="001C5E49"/>
    <w:rsid w:val="001C7220"/>
    <w:rsid w:val="001D0DFB"/>
    <w:rsid w:val="001D198E"/>
    <w:rsid w:val="001D1B59"/>
    <w:rsid w:val="001D37E3"/>
    <w:rsid w:val="001D48F3"/>
    <w:rsid w:val="001D5280"/>
    <w:rsid w:val="001D573E"/>
    <w:rsid w:val="001D5A1D"/>
    <w:rsid w:val="001D6AB7"/>
    <w:rsid w:val="001D7033"/>
    <w:rsid w:val="001D754A"/>
    <w:rsid w:val="001D7AC5"/>
    <w:rsid w:val="001D7E8D"/>
    <w:rsid w:val="001E0A15"/>
    <w:rsid w:val="001E0B76"/>
    <w:rsid w:val="001E0D78"/>
    <w:rsid w:val="001E1A6F"/>
    <w:rsid w:val="001E2982"/>
    <w:rsid w:val="001E29D0"/>
    <w:rsid w:val="001E2EFF"/>
    <w:rsid w:val="001E2F37"/>
    <w:rsid w:val="001E3352"/>
    <w:rsid w:val="001E3792"/>
    <w:rsid w:val="001E3B9F"/>
    <w:rsid w:val="001E48AF"/>
    <w:rsid w:val="001E5911"/>
    <w:rsid w:val="001E5F01"/>
    <w:rsid w:val="001E6846"/>
    <w:rsid w:val="001E69CC"/>
    <w:rsid w:val="001E6A9F"/>
    <w:rsid w:val="001E6CF9"/>
    <w:rsid w:val="001E7638"/>
    <w:rsid w:val="001F01A4"/>
    <w:rsid w:val="001F0687"/>
    <w:rsid w:val="001F1290"/>
    <w:rsid w:val="001F2493"/>
    <w:rsid w:val="001F2D75"/>
    <w:rsid w:val="001F34C3"/>
    <w:rsid w:val="001F3DCB"/>
    <w:rsid w:val="001F45E7"/>
    <w:rsid w:val="001F48CC"/>
    <w:rsid w:val="001F4BC3"/>
    <w:rsid w:val="001F7701"/>
    <w:rsid w:val="00200963"/>
    <w:rsid w:val="002017A3"/>
    <w:rsid w:val="00201B29"/>
    <w:rsid w:val="00203D24"/>
    <w:rsid w:val="00203EE4"/>
    <w:rsid w:val="00203F60"/>
    <w:rsid w:val="00204E3B"/>
    <w:rsid w:val="00205EED"/>
    <w:rsid w:val="002061BD"/>
    <w:rsid w:val="0020625B"/>
    <w:rsid w:val="00206EF8"/>
    <w:rsid w:val="00210282"/>
    <w:rsid w:val="0021062F"/>
    <w:rsid w:val="0021189B"/>
    <w:rsid w:val="00211976"/>
    <w:rsid w:val="002120CB"/>
    <w:rsid w:val="002127EC"/>
    <w:rsid w:val="00212F2A"/>
    <w:rsid w:val="00213760"/>
    <w:rsid w:val="00213842"/>
    <w:rsid w:val="00213B36"/>
    <w:rsid w:val="00213DE5"/>
    <w:rsid w:val="00213E75"/>
    <w:rsid w:val="00214E0B"/>
    <w:rsid w:val="00214FC3"/>
    <w:rsid w:val="002174B4"/>
    <w:rsid w:val="00217E42"/>
    <w:rsid w:val="00220819"/>
    <w:rsid w:val="00220A29"/>
    <w:rsid w:val="002214F9"/>
    <w:rsid w:val="002224C1"/>
    <w:rsid w:val="0022298D"/>
    <w:rsid w:val="00222B0C"/>
    <w:rsid w:val="00223520"/>
    <w:rsid w:val="00224310"/>
    <w:rsid w:val="00224C6C"/>
    <w:rsid w:val="00224E6F"/>
    <w:rsid w:val="00225196"/>
    <w:rsid w:val="00226148"/>
    <w:rsid w:val="00226D3F"/>
    <w:rsid w:val="00226DB3"/>
    <w:rsid w:val="002276A7"/>
    <w:rsid w:val="002279AA"/>
    <w:rsid w:val="002348A1"/>
    <w:rsid w:val="002348BF"/>
    <w:rsid w:val="0023523E"/>
    <w:rsid w:val="00235292"/>
    <w:rsid w:val="00235F23"/>
    <w:rsid w:val="002363FD"/>
    <w:rsid w:val="00236436"/>
    <w:rsid w:val="002371F6"/>
    <w:rsid w:val="0023731E"/>
    <w:rsid w:val="00237EA6"/>
    <w:rsid w:val="002407F3"/>
    <w:rsid w:val="0024197F"/>
    <w:rsid w:val="00241B47"/>
    <w:rsid w:val="00242610"/>
    <w:rsid w:val="00242945"/>
    <w:rsid w:val="0024349F"/>
    <w:rsid w:val="002448E6"/>
    <w:rsid w:val="002450AA"/>
    <w:rsid w:val="002450F0"/>
    <w:rsid w:val="002468FA"/>
    <w:rsid w:val="00246C80"/>
    <w:rsid w:val="002473E2"/>
    <w:rsid w:val="00247A4D"/>
    <w:rsid w:val="00247D32"/>
    <w:rsid w:val="00250509"/>
    <w:rsid w:val="00250CBE"/>
    <w:rsid w:val="00250EB3"/>
    <w:rsid w:val="00251208"/>
    <w:rsid w:val="00251D69"/>
    <w:rsid w:val="002521FE"/>
    <w:rsid w:val="0025357C"/>
    <w:rsid w:val="002546E5"/>
    <w:rsid w:val="00254C66"/>
    <w:rsid w:val="00255246"/>
    <w:rsid w:val="00255834"/>
    <w:rsid w:val="00256F66"/>
    <w:rsid w:val="00261F49"/>
    <w:rsid w:val="00262631"/>
    <w:rsid w:val="0026279A"/>
    <w:rsid w:val="00262839"/>
    <w:rsid w:val="00263491"/>
    <w:rsid w:val="0026365D"/>
    <w:rsid w:val="00264CCE"/>
    <w:rsid w:val="00265281"/>
    <w:rsid w:val="0026539A"/>
    <w:rsid w:val="00265664"/>
    <w:rsid w:val="00265865"/>
    <w:rsid w:val="00266169"/>
    <w:rsid w:val="00266B80"/>
    <w:rsid w:val="00267C19"/>
    <w:rsid w:val="0027007F"/>
    <w:rsid w:val="00272609"/>
    <w:rsid w:val="00273305"/>
    <w:rsid w:val="0027338C"/>
    <w:rsid w:val="00273D2A"/>
    <w:rsid w:val="00273FC2"/>
    <w:rsid w:val="00274339"/>
    <w:rsid w:val="00274498"/>
    <w:rsid w:val="0027495D"/>
    <w:rsid w:val="00274E87"/>
    <w:rsid w:val="002750A2"/>
    <w:rsid w:val="002756B6"/>
    <w:rsid w:val="002765E0"/>
    <w:rsid w:val="00277197"/>
    <w:rsid w:val="00277D4A"/>
    <w:rsid w:val="00277E73"/>
    <w:rsid w:val="00280585"/>
    <w:rsid w:val="002815E8"/>
    <w:rsid w:val="00281940"/>
    <w:rsid w:val="002823AD"/>
    <w:rsid w:val="00282458"/>
    <w:rsid w:val="00282796"/>
    <w:rsid w:val="00283266"/>
    <w:rsid w:val="00283633"/>
    <w:rsid w:val="002841F0"/>
    <w:rsid w:val="00284639"/>
    <w:rsid w:val="00284B61"/>
    <w:rsid w:val="00284D52"/>
    <w:rsid w:val="002853E0"/>
    <w:rsid w:val="002861B0"/>
    <w:rsid w:val="002867B4"/>
    <w:rsid w:val="002868B7"/>
    <w:rsid w:val="002870CA"/>
    <w:rsid w:val="0028719E"/>
    <w:rsid w:val="002873BA"/>
    <w:rsid w:val="002873CE"/>
    <w:rsid w:val="0029093D"/>
    <w:rsid w:val="00291E17"/>
    <w:rsid w:val="00291FAD"/>
    <w:rsid w:val="002923C1"/>
    <w:rsid w:val="0029465F"/>
    <w:rsid w:val="002951A6"/>
    <w:rsid w:val="0029631C"/>
    <w:rsid w:val="002971EA"/>
    <w:rsid w:val="002A0556"/>
    <w:rsid w:val="002A1672"/>
    <w:rsid w:val="002A2F42"/>
    <w:rsid w:val="002A4028"/>
    <w:rsid w:val="002A4904"/>
    <w:rsid w:val="002A5784"/>
    <w:rsid w:val="002A57FC"/>
    <w:rsid w:val="002A5CE2"/>
    <w:rsid w:val="002A6946"/>
    <w:rsid w:val="002A6EB5"/>
    <w:rsid w:val="002A760D"/>
    <w:rsid w:val="002B1241"/>
    <w:rsid w:val="002B1BD6"/>
    <w:rsid w:val="002B2065"/>
    <w:rsid w:val="002B332E"/>
    <w:rsid w:val="002B3A3A"/>
    <w:rsid w:val="002B3BAB"/>
    <w:rsid w:val="002B3EB4"/>
    <w:rsid w:val="002B47C9"/>
    <w:rsid w:val="002B47D2"/>
    <w:rsid w:val="002B6357"/>
    <w:rsid w:val="002B6C57"/>
    <w:rsid w:val="002B7B00"/>
    <w:rsid w:val="002C0772"/>
    <w:rsid w:val="002C0A7D"/>
    <w:rsid w:val="002C0BF2"/>
    <w:rsid w:val="002C20CF"/>
    <w:rsid w:val="002C32E7"/>
    <w:rsid w:val="002C364C"/>
    <w:rsid w:val="002C5C07"/>
    <w:rsid w:val="002C666C"/>
    <w:rsid w:val="002C74C5"/>
    <w:rsid w:val="002C7849"/>
    <w:rsid w:val="002C7ACE"/>
    <w:rsid w:val="002C7B58"/>
    <w:rsid w:val="002D01AB"/>
    <w:rsid w:val="002D098E"/>
    <w:rsid w:val="002D1670"/>
    <w:rsid w:val="002D1947"/>
    <w:rsid w:val="002D1A50"/>
    <w:rsid w:val="002D2A42"/>
    <w:rsid w:val="002D3474"/>
    <w:rsid w:val="002D5900"/>
    <w:rsid w:val="002D6216"/>
    <w:rsid w:val="002D7268"/>
    <w:rsid w:val="002D735D"/>
    <w:rsid w:val="002D7EB7"/>
    <w:rsid w:val="002E038C"/>
    <w:rsid w:val="002E3290"/>
    <w:rsid w:val="002E35D3"/>
    <w:rsid w:val="002E3738"/>
    <w:rsid w:val="002E3958"/>
    <w:rsid w:val="002E3D33"/>
    <w:rsid w:val="002E4746"/>
    <w:rsid w:val="002E4D25"/>
    <w:rsid w:val="002E5884"/>
    <w:rsid w:val="002E641F"/>
    <w:rsid w:val="002E673A"/>
    <w:rsid w:val="002E6B99"/>
    <w:rsid w:val="002E6D8C"/>
    <w:rsid w:val="002E714B"/>
    <w:rsid w:val="002E7CA7"/>
    <w:rsid w:val="002F03A1"/>
    <w:rsid w:val="002F0CE7"/>
    <w:rsid w:val="002F1381"/>
    <w:rsid w:val="002F1411"/>
    <w:rsid w:val="002F172D"/>
    <w:rsid w:val="002F2565"/>
    <w:rsid w:val="002F30DE"/>
    <w:rsid w:val="002F35B7"/>
    <w:rsid w:val="002F47A9"/>
    <w:rsid w:val="002F4B75"/>
    <w:rsid w:val="002F4CE4"/>
    <w:rsid w:val="002F5168"/>
    <w:rsid w:val="002F714F"/>
    <w:rsid w:val="002F7519"/>
    <w:rsid w:val="003001B8"/>
    <w:rsid w:val="00300403"/>
    <w:rsid w:val="00301901"/>
    <w:rsid w:val="00301AAA"/>
    <w:rsid w:val="00301D29"/>
    <w:rsid w:val="003029E3"/>
    <w:rsid w:val="00302F6F"/>
    <w:rsid w:val="0030319A"/>
    <w:rsid w:val="00303E80"/>
    <w:rsid w:val="0030543F"/>
    <w:rsid w:val="00305A0F"/>
    <w:rsid w:val="00305A5B"/>
    <w:rsid w:val="00306024"/>
    <w:rsid w:val="003075EA"/>
    <w:rsid w:val="00310CA6"/>
    <w:rsid w:val="003110D9"/>
    <w:rsid w:val="003117A7"/>
    <w:rsid w:val="00312B48"/>
    <w:rsid w:val="00313048"/>
    <w:rsid w:val="0031322D"/>
    <w:rsid w:val="00313B40"/>
    <w:rsid w:val="00314978"/>
    <w:rsid w:val="00315CC0"/>
    <w:rsid w:val="00315E4E"/>
    <w:rsid w:val="003165FB"/>
    <w:rsid w:val="003171D6"/>
    <w:rsid w:val="00317CCD"/>
    <w:rsid w:val="00317E41"/>
    <w:rsid w:val="00317E82"/>
    <w:rsid w:val="00320412"/>
    <w:rsid w:val="0032052A"/>
    <w:rsid w:val="0032079C"/>
    <w:rsid w:val="003208EC"/>
    <w:rsid w:val="00320B94"/>
    <w:rsid w:val="0032317D"/>
    <w:rsid w:val="0032391B"/>
    <w:rsid w:val="0032425F"/>
    <w:rsid w:val="00325FDB"/>
    <w:rsid w:val="00327009"/>
    <w:rsid w:val="00327CC8"/>
    <w:rsid w:val="003309A0"/>
    <w:rsid w:val="00331C4A"/>
    <w:rsid w:val="003323F6"/>
    <w:rsid w:val="003331FE"/>
    <w:rsid w:val="00333219"/>
    <w:rsid w:val="003334AD"/>
    <w:rsid w:val="00334122"/>
    <w:rsid w:val="00334E04"/>
    <w:rsid w:val="00335F29"/>
    <w:rsid w:val="00336463"/>
    <w:rsid w:val="00336C77"/>
    <w:rsid w:val="00336FF3"/>
    <w:rsid w:val="00337AD6"/>
    <w:rsid w:val="003405C3"/>
    <w:rsid w:val="003405E7"/>
    <w:rsid w:val="0034090F"/>
    <w:rsid w:val="003417EE"/>
    <w:rsid w:val="0034204A"/>
    <w:rsid w:val="00342565"/>
    <w:rsid w:val="003434D0"/>
    <w:rsid w:val="003436F8"/>
    <w:rsid w:val="0034408F"/>
    <w:rsid w:val="00344372"/>
    <w:rsid w:val="003446D5"/>
    <w:rsid w:val="003471FA"/>
    <w:rsid w:val="003477A1"/>
    <w:rsid w:val="00347C84"/>
    <w:rsid w:val="00347F7B"/>
    <w:rsid w:val="0035176A"/>
    <w:rsid w:val="00351B30"/>
    <w:rsid w:val="00353342"/>
    <w:rsid w:val="00353945"/>
    <w:rsid w:val="00353DEA"/>
    <w:rsid w:val="003541A0"/>
    <w:rsid w:val="003541A7"/>
    <w:rsid w:val="00355359"/>
    <w:rsid w:val="00355F01"/>
    <w:rsid w:val="00356258"/>
    <w:rsid w:val="00356F02"/>
    <w:rsid w:val="00357265"/>
    <w:rsid w:val="00360769"/>
    <w:rsid w:val="00360867"/>
    <w:rsid w:val="0036155B"/>
    <w:rsid w:val="0036227F"/>
    <w:rsid w:val="003622F6"/>
    <w:rsid w:val="003624AE"/>
    <w:rsid w:val="0036276C"/>
    <w:rsid w:val="00363167"/>
    <w:rsid w:val="00363F6C"/>
    <w:rsid w:val="00364404"/>
    <w:rsid w:val="0036493D"/>
    <w:rsid w:val="00365435"/>
    <w:rsid w:val="003660DA"/>
    <w:rsid w:val="0036756F"/>
    <w:rsid w:val="00370077"/>
    <w:rsid w:val="0037093D"/>
    <w:rsid w:val="00370BDC"/>
    <w:rsid w:val="00370C8F"/>
    <w:rsid w:val="00371248"/>
    <w:rsid w:val="0037179E"/>
    <w:rsid w:val="00371A62"/>
    <w:rsid w:val="00371E05"/>
    <w:rsid w:val="0037203A"/>
    <w:rsid w:val="00372247"/>
    <w:rsid w:val="0037253C"/>
    <w:rsid w:val="0037267C"/>
    <w:rsid w:val="00373464"/>
    <w:rsid w:val="00374104"/>
    <w:rsid w:val="003743ED"/>
    <w:rsid w:val="00375484"/>
    <w:rsid w:val="00375A7E"/>
    <w:rsid w:val="00375C86"/>
    <w:rsid w:val="0037670C"/>
    <w:rsid w:val="00377771"/>
    <w:rsid w:val="00377D2E"/>
    <w:rsid w:val="00380E3D"/>
    <w:rsid w:val="003811E4"/>
    <w:rsid w:val="0038139D"/>
    <w:rsid w:val="003815DD"/>
    <w:rsid w:val="00381DEE"/>
    <w:rsid w:val="0038222F"/>
    <w:rsid w:val="0038254E"/>
    <w:rsid w:val="003829A9"/>
    <w:rsid w:val="003829AE"/>
    <w:rsid w:val="003868EA"/>
    <w:rsid w:val="00387D33"/>
    <w:rsid w:val="00392197"/>
    <w:rsid w:val="0039532E"/>
    <w:rsid w:val="00395653"/>
    <w:rsid w:val="0039701C"/>
    <w:rsid w:val="003A0419"/>
    <w:rsid w:val="003A0451"/>
    <w:rsid w:val="003A066A"/>
    <w:rsid w:val="003A12C7"/>
    <w:rsid w:val="003A1523"/>
    <w:rsid w:val="003A1796"/>
    <w:rsid w:val="003A1F51"/>
    <w:rsid w:val="003A20CE"/>
    <w:rsid w:val="003A3135"/>
    <w:rsid w:val="003A3760"/>
    <w:rsid w:val="003A382C"/>
    <w:rsid w:val="003A3CB2"/>
    <w:rsid w:val="003A4263"/>
    <w:rsid w:val="003A428A"/>
    <w:rsid w:val="003A47F9"/>
    <w:rsid w:val="003A4A35"/>
    <w:rsid w:val="003A51DC"/>
    <w:rsid w:val="003A5380"/>
    <w:rsid w:val="003A5A54"/>
    <w:rsid w:val="003A5FF3"/>
    <w:rsid w:val="003A66D9"/>
    <w:rsid w:val="003A694C"/>
    <w:rsid w:val="003A7AA1"/>
    <w:rsid w:val="003B05A6"/>
    <w:rsid w:val="003B0AB7"/>
    <w:rsid w:val="003B0CF9"/>
    <w:rsid w:val="003B0EEE"/>
    <w:rsid w:val="003B200F"/>
    <w:rsid w:val="003B2792"/>
    <w:rsid w:val="003B33FA"/>
    <w:rsid w:val="003B3693"/>
    <w:rsid w:val="003B4244"/>
    <w:rsid w:val="003B4D0F"/>
    <w:rsid w:val="003B4FD4"/>
    <w:rsid w:val="003B5453"/>
    <w:rsid w:val="003B55AA"/>
    <w:rsid w:val="003B597D"/>
    <w:rsid w:val="003B6FEE"/>
    <w:rsid w:val="003B74C7"/>
    <w:rsid w:val="003B79DD"/>
    <w:rsid w:val="003C1240"/>
    <w:rsid w:val="003C1AD5"/>
    <w:rsid w:val="003C2268"/>
    <w:rsid w:val="003C242D"/>
    <w:rsid w:val="003C3320"/>
    <w:rsid w:val="003C362D"/>
    <w:rsid w:val="003C3D81"/>
    <w:rsid w:val="003C4733"/>
    <w:rsid w:val="003C53F6"/>
    <w:rsid w:val="003C58C0"/>
    <w:rsid w:val="003C5A93"/>
    <w:rsid w:val="003C5B10"/>
    <w:rsid w:val="003C5B24"/>
    <w:rsid w:val="003C63A2"/>
    <w:rsid w:val="003C6922"/>
    <w:rsid w:val="003C7912"/>
    <w:rsid w:val="003D05D2"/>
    <w:rsid w:val="003D158F"/>
    <w:rsid w:val="003D15E9"/>
    <w:rsid w:val="003D1A34"/>
    <w:rsid w:val="003D26A9"/>
    <w:rsid w:val="003D3A37"/>
    <w:rsid w:val="003D3D51"/>
    <w:rsid w:val="003D4220"/>
    <w:rsid w:val="003D47BD"/>
    <w:rsid w:val="003D4A2F"/>
    <w:rsid w:val="003D555D"/>
    <w:rsid w:val="003D634E"/>
    <w:rsid w:val="003D6769"/>
    <w:rsid w:val="003D7239"/>
    <w:rsid w:val="003D7634"/>
    <w:rsid w:val="003D784F"/>
    <w:rsid w:val="003E0EF9"/>
    <w:rsid w:val="003E1A64"/>
    <w:rsid w:val="003E223A"/>
    <w:rsid w:val="003E2CD7"/>
    <w:rsid w:val="003E3A36"/>
    <w:rsid w:val="003E4C83"/>
    <w:rsid w:val="003E5EEA"/>
    <w:rsid w:val="003E5F84"/>
    <w:rsid w:val="003F0BB0"/>
    <w:rsid w:val="003F15C3"/>
    <w:rsid w:val="003F16DE"/>
    <w:rsid w:val="003F18F3"/>
    <w:rsid w:val="003F199D"/>
    <w:rsid w:val="003F1C83"/>
    <w:rsid w:val="003F20C5"/>
    <w:rsid w:val="003F2A17"/>
    <w:rsid w:val="003F38FD"/>
    <w:rsid w:val="003F3F3A"/>
    <w:rsid w:val="003F51EC"/>
    <w:rsid w:val="003F54FD"/>
    <w:rsid w:val="003F565E"/>
    <w:rsid w:val="003F597C"/>
    <w:rsid w:val="003F6558"/>
    <w:rsid w:val="003F737C"/>
    <w:rsid w:val="003F760C"/>
    <w:rsid w:val="004001B0"/>
    <w:rsid w:val="004004A5"/>
    <w:rsid w:val="00400591"/>
    <w:rsid w:val="00401A7F"/>
    <w:rsid w:val="00401B5A"/>
    <w:rsid w:val="004022BA"/>
    <w:rsid w:val="00402406"/>
    <w:rsid w:val="0040275E"/>
    <w:rsid w:val="00403242"/>
    <w:rsid w:val="00403277"/>
    <w:rsid w:val="0040340A"/>
    <w:rsid w:val="004038DA"/>
    <w:rsid w:val="00403B40"/>
    <w:rsid w:val="004044A4"/>
    <w:rsid w:val="00404945"/>
    <w:rsid w:val="00404C42"/>
    <w:rsid w:val="00405028"/>
    <w:rsid w:val="00405B3B"/>
    <w:rsid w:val="00405F54"/>
    <w:rsid w:val="004061C3"/>
    <w:rsid w:val="00406436"/>
    <w:rsid w:val="004065C0"/>
    <w:rsid w:val="00406B55"/>
    <w:rsid w:val="0040709B"/>
    <w:rsid w:val="004070DE"/>
    <w:rsid w:val="0040717E"/>
    <w:rsid w:val="004074B3"/>
    <w:rsid w:val="004078B6"/>
    <w:rsid w:val="00410E7E"/>
    <w:rsid w:val="004117B4"/>
    <w:rsid w:val="004130EF"/>
    <w:rsid w:val="004133BF"/>
    <w:rsid w:val="0041447B"/>
    <w:rsid w:val="004153AE"/>
    <w:rsid w:val="00415562"/>
    <w:rsid w:val="004157F9"/>
    <w:rsid w:val="004158D8"/>
    <w:rsid w:val="00415B6E"/>
    <w:rsid w:val="00417006"/>
    <w:rsid w:val="00417B26"/>
    <w:rsid w:val="00420EBD"/>
    <w:rsid w:val="0042121F"/>
    <w:rsid w:val="00421415"/>
    <w:rsid w:val="004217EC"/>
    <w:rsid w:val="00421D4B"/>
    <w:rsid w:val="00422C31"/>
    <w:rsid w:val="00422F1F"/>
    <w:rsid w:val="00423BB6"/>
    <w:rsid w:val="00424529"/>
    <w:rsid w:val="00424F51"/>
    <w:rsid w:val="00425733"/>
    <w:rsid w:val="004266DB"/>
    <w:rsid w:val="00427198"/>
    <w:rsid w:val="0042790F"/>
    <w:rsid w:val="0042799C"/>
    <w:rsid w:val="0043082C"/>
    <w:rsid w:val="0043090A"/>
    <w:rsid w:val="00432CA8"/>
    <w:rsid w:val="004335FE"/>
    <w:rsid w:val="004337AF"/>
    <w:rsid w:val="00433ABF"/>
    <w:rsid w:val="00436A65"/>
    <w:rsid w:val="00436FD6"/>
    <w:rsid w:val="004406A8"/>
    <w:rsid w:val="00441833"/>
    <w:rsid w:val="004420F6"/>
    <w:rsid w:val="00442A63"/>
    <w:rsid w:val="004431C4"/>
    <w:rsid w:val="004436C1"/>
    <w:rsid w:val="00443B48"/>
    <w:rsid w:val="00443DD8"/>
    <w:rsid w:val="004444F8"/>
    <w:rsid w:val="0044460E"/>
    <w:rsid w:val="00444A97"/>
    <w:rsid w:val="00445723"/>
    <w:rsid w:val="00445A5B"/>
    <w:rsid w:val="004460D6"/>
    <w:rsid w:val="004462FC"/>
    <w:rsid w:val="00446D0C"/>
    <w:rsid w:val="00446FCA"/>
    <w:rsid w:val="00447817"/>
    <w:rsid w:val="00447C28"/>
    <w:rsid w:val="004506FA"/>
    <w:rsid w:val="00451B73"/>
    <w:rsid w:val="00452135"/>
    <w:rsid w:val="004535B4"/>
    <w:rsid w:val="00453DA3"/>
    <w:rsid w:val="00455722"/>
    <w:rsid w:val="004574AE"/>
    <w:rsid w:val="004579E7"/>
    <w:rsid w:val="00457C58"/>
    <w:rsid w:val="00461230"/>
    <w:rsid w:val="00461343"/>
    <w:rsid w:val="0046197D"/>
    <w:rsid w:val="00461B74"/>
    <w:rsid w:val="0046254C"/>
    <w:rsid w:val="00462BDF"/>
    <w:rsid w:val="0046475A"/>
    <w:rsid w:val="0046498F"/>
    <w:rsid w:val="00464AEE"/>
    <w:rsid w:val="00465A68"/>
    <w:rsid w:val="00465F23"/>
    <w:rsid w:val="00466F7D"/>
    <w:rsid w:val="004670E5"/>
    <w:rsid w:val="00467B66"/>
    <w:rsid w:val="00467BB3"/>
    <w:rsid w:val="004700FD"/>
    <w:rsid w:val="00470629"/>
    <w:rsid w:val="00470DB9"/>
    <w:rsid w:val="00471E07"/>
    <w:rsid w:val="004720CE"/>
    <w:rsid w:val="00472112"/>
    <w:rsid w:val="00473EAD"/>
    <w:rsid w:val="00473F97"/>
    <w:rsid w:val="0047451F"/>
    <w:rsid w:val="004749AF"/>
    <w:rsid w:val="00474A9E"/>
    <w:rsid w:val="00474F30"/>
    <w:rsid w:val="00475F16"/>
    <w:rsid w:val="00476D18"/>
    <w:rsid w:val="00476DFE"/>
    <w:rsid w:val="0047782C"/>
    <w:rsid w:val="00477D8A"/>
    <w:rsid w:val="00480C26"/>
    <w:rsid w:val="004818A2"/>
    <w:rsid w:val="0048239D"/>
    <w:rsid w:val="004824DC"/>
    <w:rsid w:val="00482644"/>
    <w:rsid w:val="0048428B"/>
    <w:rsid w:val="0048455B"/>
    <w:rsid w:val="00484CA3"/>
    <w:rsid w:val="00484D31"/>
    <w:rsid w:val="004851B1"/>
    <w:rsid w:val="00485AA7"/>
    <w:rsid w:val="00487A83"/>
    <w:rsid w:val="00490790"/>
    <w:rsid w:val="004908D2"/>
    <w:rsid w:val="0049182E"/>
    <w:rsid w:val="00491B4E"/>
    <w:rsid w:val="00491D1D"/>
    <w:rsid w:val="00491EB8"/>
    <w:rsid w:val="004921C6"/>
    <w:rsid w:val="004923D9"/>
    <w:rsid w:val="00492BF2"/>
    <w:rsid w:val="004930AE"/>
    <w:rsid w:val="004933D4"/>
    <w:rsid w:val="00493E8E"/>
    <w:rsid w:val="00493FAA"/>
    <w:rsid w:val="00494098"/>
    <w:rsid w:val="004954CA"/>
    <w:rsid w:val="00495CE6"/>
    <w:rsid w:val="00497442"/>
    <w:rsid w:val="00497AB5"/>
    <w:rsid w:val="004A0608"/>
    <w:rsid w:val="004A2CC7"/>
    <w:rsid w:val="004A3DD9"/>
    <w:rsid w:val="004A3FFE"/>
    <w:rsid w:val="004A425A"/>
    <w:rsid w:val="004A4CCD"/>
    <w:rsid w:val="004A592E"/>
    <w:rsid w:val="004A6137"/>
    <w:rsid w:val="004A6CEC"/>
    <w:rsid w:val="004B031C"/>
    <w:rsid w:val="004B0E43"/>
    <w:rsid w:val="004B0E50"/>
    <w:rsid w:val="004B104F"/>
    <w:rsid w:val="004B1D0B"/>
    <w:rsid w:val="004B20F2"/>
    <w:rsid w:val="004B3050"/>
    <w:rsid w:val="004B34EF"/>
    <w:rsid w:val="004B4418"/>
    <w:rsid w:val="004B5558"/>
    <w:rsid w:val="004B5A35"/>
    <w:rsid w:val="004B62E6"/>
    <w:rsid w:val="004B646B"/>
    <w:rsid w:val="004B765C"/>
    <w:rsid w:val="004C0051"/>
    <w:rsid w:val="004C0263"/>
    <w:rsid w:val="004C05C0"/>
    <w:rsid w:val="004C1AC2"/>
    <w:rsid w:val="004C1D3B"/>
    <w:rsid w:val="004C2132"/>
    <w:rsid w:val="004C2B8F"/>
    <w:rsid w:val="004C324E"/>
    <w:rsid w:val="004C38F5"/>
    <w:rsid w:val="004C4428"/>
    <w:rsid w:val="004C4B72"/>
    <w:rsid w:val="004C500D"/>
    <w:rsid w:val="004C5865"/>
    <w:rsid w:val="004C5B53"/>
    <w:rsid w:val="004C6307"/>
    <w:rsid w:val="004C7ADF"/>
    <w:rsid w:val="004C7DC7"/>
    <w:rsid w:val="004D0045"/>
    <w:rsid w:val="004D049E"/>
    <w:rsid w:val="004D0D6C"/>
    <w:rsid w:val="004D0EF1"/>
    <w:rsid w:val="004D1839"/>
    <w:rsid w:val="004D1F2F"/>
    <w:rsid w:val="004D2ADD"/>
    <w:rsid w:val="004D2C7E"/>
    <w:rsid w:val="004D41B5"/>
    <w:rsid w:val="004D42FC"/>
    <w:rsid w:val="004D5681"/>
    <w:rsid w:val="004D616C"/>
    <w:rsid w:val="004E00D5"/>
    <w:rsid w:val="004E05AB"/>
    <w:rsid w:val="004E05D1"/>
    <w:rsid w:val="004E1B36"/>
    <w:rsid w:val="004E296D"/>
    <w:rsid w:val="004E2D24"/>
    <w:rsid w:val="004E354A"/>
    <w:rsid w:val="004E3AE8"/>
    <w:rsid w:val="004E3C8D"/>
    <w:rsid w:val="004E454F"/>
    <w:rsid w:val="004E4941"/>
    <w:rsid w:val="004E505A"/>
    <w:rsid w:val="004E61EB"/>
    <w:rsid w:val="004F01EA"/>
    <w:rsid w:val="004F212D"/>
    <w:rsid w:val="004F2240"/>
    <w:rsid w:val="004F2DF8"/>
    <w:rsid w:val="004F48AB"/>
    <w:rsid w:val="004F490E"/>
    <w:rsid w:val="004F5E20"/>
    <w:rsid w:val="004F7476"/>
    <w:rsid w:val="004F7AB8"/>
    <w:rsid w:val="00500170"/>
    <w:rsid w:val="00500F7F"/>
    <w:rsid w:val="0050115F"/>
    <w:rsid w:val="0050167A"/>
    <w:rsid w:val="00501708"/>
    <w:rsid w:val="0050234E"/>
    <w:rsid w:val="0050386F"/>
    <w:rsid w:val="005039F5"/>
    <w:rsid w:val="00503D43"/>
    <w:rsid w:val="00504329"/>
    <w:rsid w:val="0050445A"/>
    <w:rsid w:val="00505229"/>
    <w:rsid w:val="00505CCD"/>
    <w:rsid w:val="00507525"/>
    <w:rsid w:val="00510D5D"/>
    <w:rsid w:val="00511884"/>
    <w:rsid w:val="00511C5D"/>
    <w:rsid w:val="00512861"/>
    <w:rsid w:val="00512B3B"/>
    <w:rsid w:val="00513635"/>
    <w:rsid w:val="00513886"/>
    <w:rsid w:val="00513BEB"/>
    <w:rsid w:val="00513D99"/>
    <w:rsid w:val="00514E70"/>
    <w:rsid w:val="00516348"/>
    <w:rsid w:val="00517F95"/>
    <w:rsid w:val="00520E07"/>
    <w:rsid w:val="00520E6D"/>
    <w:rsid w:val="0052276C"/>
    <w:rsid w:val="00522D67"/>
    <w:rsid w:val="005230C7"/>
    <w:rsid w:val="00523CB6"/>
    <w:rsid w:val="00525AB9"/>
    <w:rsid w:val="00526FAC"/>
    <w:rsid w:val="00527302"/>
    <w:rsid w:val="00527484"/>
    <w:rsid w:val="005274D6"/>
    <w:rsid w:val="0052763D"/>
    <w:rsid w:val="00527692"/>
    <w:rsid w:val="0053057C"/>
    <w:rsid w:val="005308AB"/>
    <w:rsid w:val="00530BFF"/>
    <w:rsid w:val="00530E4E"/>
    <w:rsid w:val="00533333"/>
    <w:rsid w:val="005338B5"/>
    <w:rsid w:val="00533CE3"/>
    <w:rsid w:val="00534C75"/>
    <w:rsid w:val="0053535C"/>
    <w:rsid w:val="005360B4"/>
    <w:rsid w:val="0053637B"/>
    <w:rsid w:val="005366D5"/>
    <w:rsid w:val="00537882"/>
    <w:rsid w:val="00537AEE"/>
    <w:rsid w:val="00540424"/>
    <w:rsid w:val="0054092E"/>
    <w:rsid w:val="00540A01"/>
    <w:rsid w:val="0054129C"/>
    <w:rsid w:val="005413C9"/>
    <w:rsid w:val="00541490"/>
    <w:rsid w:val="00541714"/>
    <w:rsid w:val="00541740"/>
    <w:rsid w:val="00541794"/>
    <w:rsid w:val="00541807"/>
    <w:rsid w:val="00542347"/>
    <w:rsid w:val="0054237C"/>
    <w:rsid w:val="00543230"/>
    <w:rsid w:val="005438D7"/>
    <w:rsid w:val="00543990"/>
    <w:rsid w:val="00543A6F"/>
    <w:rsid w:val="00544D94"/>
    <w:rsid w:val="00544F68"/>
    <w:rsid w:val="0054522E"/>
    <w:rsid w:val="00546809"/>
    <w:rsid w:val="00546BED"/>
    <w:rsid w:val="00546C74"/>
    <w:rsid w:val="005473D7"/>
    <w:rsid w:val="00550455"/>
    <w:rsid w:val="0055104A"/>
    <w:rsid w:val="005512F7"/>
    <w:rsid w:val="00552053"/>
    <w:rsid w:val="005520EB"/>
    <w:rsid w:val="0055256B"/>
    <w:rsid w:val="005536B4"/>
    <w:rsid w:val="00553BAA"/>
    <w:rsid w:val="00554300"/>
    <w:rsid w:val="00555602"/>
    <w:rsid w:val="0055569C"/>
    <w:rsid w:val="005559B8"/>
    <w:rsid w:val="00555CC6"/>
    <w:rsid w:val="00556162"/>
    <w:rsid w:val="0055696A"/>
    <w:rsid w:val="00557791"/>
    <w:rsid w:val="005577CE"/>
    <w:rsid w:val="005600FB"/>
    <w:rsid w:val="00562B30"/>
    <w:rsid w:val="00562DB7"/>
    <w:rsid w:val="00564C75"/>
    <w:rsid w:val="005654C2"/>
    <w:rsid w:val="005659EB"/>
    <w:rsid w:val="00565B1E"/>
    <w:rsid w:val="005666BE"/>
    <w:rsid w:val="00567ED1"/>
    <w:rsid w:val="005708F8"/>
    <w:rsid w:val="00570A97"/>
    <w:rsid w:val="00571069"/>
    <w:rsid w:val="00571EC8"/>
    <w:rsid w:val="005727D3"/>
    <w:rsid w:val="00572BCC"/>
    <w:rsid w:val="00572C68"/>
    <w:rsid w:val="00573D01"/>
    <w:rsid w:val="0057423A"/>
    <w:rsid w:val="005745FD"/>
    <w:rsid w:val="00574675"/>
    <w:rsid w:val="00574BE7"/>
    <w:rsid w:val="00576098"/>
    <w:rsid w:val="005770CD"/>
    <w:rsid w:val="00577DB1"/>
    <w:rsid w:val="00580A0B"/>
    <w:rsid w:val="0058144D"/>
    <w:rsid w:val="00581678"/>
    <w:rsid w:val="00581795"/>
    <w:rsid w:val="00581A6A"/>
    <w:rsid w:val="00581B7F"/>
    <w:rsid w:val="00581E85"/>
    <w:rsid w:val="0058294A"/>
    <w:rsid w:val="005833D7"/>
    <w:rsid w:val="005842BB"/>
    <w:rsid w:val="00584A5C"/>
    <w:rsid w:val="005874BA"/>
    <w:rsid w:val="00587804"/>
    <w:rsid w:val="0058788C"/>
    <w:rsid w:val="0059003E"/>
    <w:rsid w:val="00590ED9"/>
    <w:rsid w:val="00590FFC"/>
    <w:rsid w:val="0059145C"/>
    <w:rsid w:val="005918D2"/>
    <w:rsid w:val="00593CA9"/>
    <w:rsid w:val="00593E02"/>
    <w:rsid w:val="00593ED3"/>
    <w:rsid w:val="00594292"/>
    <w:rsid w:val="00594E77"/>
    <w:rsid w:val="00596C9F"/>
    <w:rsid w:val="00597C18"/>
    <w:rsid w:val="005A11C0"/>
    <w:rsid w:val="005A1940"/>
    <w:rsid w:val="005A1E81"/>
    <w:rsid w:val="005A20FB"/>
    <w:rsid w:val="005A3FD6"/>
    <w:rsid w:val="005A3FDC"/>
    <w:rsid w:val="005A4030"/>
    <w:rsid w:val="005A4503"/>
    <w:rsid w:val="005A46E0"/>
    <w:rsid w:val="005A48AF"/>
    <w:rsid w:val="005A6007"/>
    <w:rsid w:val="005A638B"/>
    <w:rsid w:val="005A6531"/>
    <w:rsid w:val="005A66CD"/>
    <w:rsid w:val="005A6B76"/>
    <w:rsid w:val="005A72FB"/>
    <w:rsid w:val="005A75E4"/>
    <w:rsid w:val="005B003D"/>
    <w:rsid w:val="005B0521"/>
    <w:rsid w:val="005B0621"/>
    <w:rsid w:val="005B07B3"/>
    <w:rsid w:val="005B0A97"/>
    <w:rsid w:val="005B0DEF"/>
    <w:rsid w:val="005B1AB8"/>
    <w:rsid w:val="005B4A7B"/>
    <w:rsid w:val="005B503E"/>
    <w:rsid w:val="005B53BB"/>
    <w:rsid w:val="005B708E"/>
    <w:rsid w:val="005B7131"/>
    <w:rsid w:val="005B79AD"/>
    <w:rsid w:val="005C2172"/>
    <w:rsid w:val="005C24FA"/>
    <w:rsid w:val="005C2B19"/>
    <w:rsid w:val="005C3CAF"/>
    <w:rsid w:val="005C4B0B"/>
    <w:rsid w:val="005C4ED7"/>
    <w:rsid w:val="005C5C1B"/>
    <w:rsid w:val="005C6A2C"/>
    <w:rsid w:val="005C7F60"/>
    <w:rsid w:val="005D008A"/>
    <w:rsid w:val="005D0366"/>
    <w:rsid w:val="005D098D"/>
    <w:rsid w:val="005D16D0"/>
    <w:rsid w:val="005D18E5"/>
    <w:rsid w:val="005D193A"/>
    <w:rsid w:val="005D34CA"/>
    <w:rsid w:val="005D4145"/>
    <w:rsid w:val="005D49C9"/>
    <w:rsid w:val="005D5357"/>
    <w:rsid w:val="005D5D4E"/>
    <w:rsid w:val="005D6430"/>
    <w:rsid w:val="005D6900"/>
    <w:rsid w:val="005D7669"/>
    <w:rsid w:val="005E1418"/>
    <w:rsid w:val="005E17EF"/>
    <w:rsid w:val="005E1CEB"/>
    <w:rsid w:val="005E2F2A"/>
    <w:rsid w:val="005E49B4"/>
    <w:rsid w:val="005E4ED9"/>
    <w:rsid w:val="005E50E8"/>
    <w:rsid w:val="005E55BC"/>
    <w:rsid w:val="005E600C"/>
    <w:rsid w:val="005E6747"/>
    <w:rsid w:val="005E6F59"/>
    <w:rsid w:val="005F17D0"/>
    <w:rsid w:val="005F27B8"/>
    <w:rsid w:val="005F27D8"/>
    <w:rsid w:val="005F2B6A"/>
    <w:rsid w:val="005F3331"/>
    <w:rsid w:val="005F3396"/>
    <w:rsid w:val="005F3791"/>
    <w:rsid w:val="005F41BF"/>
    <w:rsid w:val="005F4B83"/>
    <w:rsid w:val="005F50FE"/>
    <w:rsid w:val="005F555F"/>
    <w:rsid w:val="005F612A"/>
    <w:rsid w:val="005F7828"/>
    <w:rsid w:val="005F7DC1"/>
    <w:rsid w:val="00600E1F"/>
    <w:rsid w:val="00601309"/>
    <w:rsid w:val="00601572"/>
    <w:rsid w:val="00601A93"/>
    <w:rsid w:val="00601AB7"/>
    <w:rsid w:val="00602C0E"/>
    <w:rsid w:val="006032F7"/>
    <w:rsid w:val="00603A42"/>
    <w:rsid w:val="00604397"/>
    <w:rsid w:val="00604546"/>
    <w:rsid w:val="006048EC"/>
    <w:rsid w:val="00604B74"/>
    <w:rsid w:val="00604CF4"/>
    <w:rsid w:val="006053E6"/>
    <w:rsid w:val="00605BD0"/>
    <w:rsid w:val="0060669D"/>
    <w:rsid w:val="006069FF"/>
    <w:rsid w:val="0060757E"/>
    <w:rsid w:val="006076A4"/>
    <w:rsid w:val="00607B09"/>
    <w:rsid w:val="006102F6"/>
    <w:rsid w:val="0061035A"/>
    <w:rsid w:val="006106A7"/>
    <w:rsid w:val="0061103C"/>
    <w:rsid w:val="00611171"/>
    <w:rsid w:val="006123A5"/>
    <w:rsid w:val="006127F3"/>
    <w:rsid w:val="00612B55"/>
    <w:rsid w:val="00613AA8"/>
    <w:rsid w:val="00613BA7"/>
    <w:rsid w:val="006153E6"/>
    <w:rsid w:val="006154CD"/>
    <w:rsid w:val="00615D1B"/>
    <w:rsid w:val="0061669A"/>
    <w:rsid w:val="00616945"/>
    <w:rsid w:val="00616D2A"/>
    <w:rsid w:val="00616EA3"/>
    <w:rsid w:val="00617262"/>
    <w:rsid w:val="00617D2C"/>
    <w:rsid w:val="00620027"/>
    <w:rsid w:val="00620894"/>
    <w:rsid w:val="00621131"/>
    <w:rsid w:val="00621291"/>
    <w:rsid w:val="0062136E"/>
    <w:rsid w:val="00622060"/>
    <w:rsid w:val="00622E3A"/>
    <w:rsid w:val="00622F18"/>
    <w:rsid w:val="00623A61"/>
    <w:rsid w:val="006245A6"/>
    <w:rsid w:val="00624979"/>
    <w:rsid w:val="00624B3A"/>
    <w:rsid w:val="00625FF2"/>
    <w:rsid w:val="00626C48"/>
    <w:rsid w:val="0062708E"/>
    <w:rsid w:val="006275D8"/>
    <w:rsid w:val="00627AE1"/>
    <w:rsid w:val="00630164"/>
    <w:rsid w:val="006301A0"/>
    <w:rsid w:val="00630409"/>
    <w:rsid w:val="00630D73"/>
    <w:rsid w:val="006314FA"/>
    <w:rsid w:val="00631DA5"/>
    <w:rsid w:val="006324AD"/>
    <w:rsid w:val="00633DB1"/>
    <w:rsid w:val="00636DC7"/>
    <w:rsid w:val="00637C11"/>
    <w:rsid w:val="006419F0"/>
    <w:rsid w:val="006423DB"/>
    <w:rsid w:val="00642C2F"/>
    <w:rsid w:val="006430A3"/>
    <w:rsid w:val="0064373C"/>
    <w:rsid w:val="00644339"/>
    <w:rsid w:val="006446E2"/>
    <w:rsid w:val="00644B65"/>
    <w:rsid w:val="00644F9E"/>
    <w:rsid w:val="00646152"/>
    <w:rsid w:val="0064623B"/>
    <w:rsid w:val="006463C2"/>
    <w:rsid w:val="00646FF9"/>
    <w:rsid w:val="00647EEA"/>
    <w:rsid w:val="006506A2"/>
    <w:rsid w:val="006509DC"/>
    <w:rsid w:val="00651C1E"/>
    <w:rsid w:val="00652C4E"/>
    <w:rsid w:val="00653031"/>
    <w:rsid w:val="00653528"/>
    <w:rsid w:val="00653D6A"/>
    <w:rsid w:val="00654639"/>
    <w:rsid w:val="006563D2"/>
    <w:rsid w:val="006564EA"/>
    <w:rsid w:val="00656C3A"/>
    <w:rsid w:val="0066001C"/>
    <w:rsid w:val="00660EA2"/>
    <w:rsid w:val="00661BDC"/>
    <w:rsid w:val="00662A77"/>
    <w:rsid w:val="00662B56"/>
    <w:rsid w:val="00662E6C"/>
    <w:rsid w:val="0066377C"/>
    <w:rsid w:val="00663939"/>
    <w:rsid w:val="00663CD1"/>
    <w:rsid w:val="00663CFD"/>
    <w:rsid w:val="00664D8C"/>
    <w:rsid w:val="00664DCA"/>
    <w:rsid w:val="00665340"/>
    <w:rsid w:val="00667165"/>
    <w:rsid w:val="0066745B"/>
    <w:rsid w:val="00667EAC"/>
    <w:rsid w:val="006700A2"/>
    <w:rsid w:val="00670128"/>
    <w:rsid w:val="0067036D"/>
    <w:rsid w:val="00671E99"/>
    <w:rsid w:val="006721E4"/>
    <w:rsid w:val="0067268C"/>
    <w:rsid w:val="006728FC"/>
    <w:rsid w:val="0067394F"/>
    <w:rsid w:val="0067487C"/>
    <w:rsid w:val="00674AE8"/>
    <w:rsid w:val="00674BB6"/>
    <w:rsid w:val="00674E42"/>
    <w:rsid w:val="00675E58"/>
    <w:rsid w:val="006779FE"/>
    <w:rsid w:val="00677D6A"/>
    <w:rsid w:val="006815DF"/>
    <w:rsid w:val="006818EB"/>
    <w:rsid w:val="0068211F"/>
    <w:rsid w:val="006836FB"/>
    <w:rsid w:val="0068374D"/>
    <w:rsid w:val="006838F3"/>
    <w:rsid w:val="00683C88"/>
    <w:rsid w:val="00683ED7"/>
    <w:rsid w:val="006840B0"/>
    <w:rsid w:val="006841AA"/>
    <w:rsid w:val="00684313"/>
    <w:rsid w:val="00684DF4"/>
    <w:rsid w:val="00687345"/>
    <w:rsid w:val="00687522"/>
    <w:rsid w:val="00687780"/>
    <w:rsid w:val="00687B10"/>
    <w:rsid w:val="0069058D"/>
    <w:rsid w:val="006912EF"/>
    <w:rsid w:val="00691311"/>
    <w:rsid w:val="006924B4"/>
    <w:rsid w:val="00692685"/>
    <w:rsid w:val="00692EE7"/>
    <w:rsid w:val="00693622"/>
    <w:rsid w:val="00693DE9"/>
    <w:rsid w:val="00693E17"/>
    <w:rsid w:val="00694343"/>
    <w:rsid w:val="006948F9"/>
    <w:rsid w:val="00694A84"/>
    <w:rsid w:val="00694F4E"/>
    <w:rsid w:val="00694FEB"/>
    <w:rsid w:val="00695973"/>
    <w:rsid w:val="00695EF3"/>
    <w:rsid w:val="00696555"/>
    <w:rsid w:val="006969F7"/>
    <w:rsid w:val="00697851"/>
    <w:rsid w:val="00697DEE"/>
    <w:rsid w:val="006A0ABC"/>
    <w:rsid w:val="006A0AF6"/>
    <w:rsid w:val="006A0C3C"/>
    <w:rsid w:val="006A1037"/>
    <w:rsid w:val="006A1BFE"/>
    <w:rsid w:val="006A2691"/>
    <w:rsid w:val="006A2E27"/>
    <w:rsid w:val="006A37AF"/>
    <w:rsid w:val="006A3837"/>
    <w:rsid w:val="006A38D2"/>
    <w:rsid w:val="006A3ED3"/>
    <w:rsid w:val="006A4E0A"/>
    <w:rsid w:val="006A5409"/>
    <w:rsid w:val="006A5D95"/>
    <w:rsid w:val="006A6814"/>
    <w:rsid w:val="006A6CCF"/>
    <w:rsid w:val="006A6DFE"/>
    <w:rsid w:val="006B147A"/>
    <w:rsid w:val="006B14C2"/>
    <w:rsid w:val="006B1F4A"/>
    <w:rsid w:val="006B2312"/>
    <w:rsid w:val="006B2400"/>
    <w:rsid w:val="006B24BD"/>
    <w:rsid w:val="006B2E3C"/>
    <w:rsid w:val="006B34B7"/>
    <w:rsid w:val="006B6081"/>
    <w:rsid w:val="006B6412"/>
    <w:rsid w:val="006B7563"/>
    <w:rsid w:val="006C0102"/>
    <w:rsid w:val="006C0439"/>
    <w:rsid w:val="006C0758"/>
    <w:rsid w:val="006C08AD"/>
    <w:rsid w:val="006C10F5"/>
    <w:rsid w:val="006C267E"/>
    <w:rsid w:val="006C2BE0"/>
    <w:rsid w:val="006C2C80"/>
    <w:rsid w:val="006C3575"/>
    <w:rsid w:val="006C3AA6"/>
    <w:rsid w:val="006C3BE8"/>
    <w:rsid w:val="006C46CE"/>
    <w:rsid w:val="006C554B"/>
    <w:rsid w:val="006C5A54"/>
    <w:rsid w:val="006C6279"/>
    <w:rsid w:val="006C6551"/>
    <w:rsid w:val="006C7BC3"/>
    <w:rsid w:val="006C7F51"/>
    <w:rsid w:val="006D0103"/>
    <w:rsid w:val="006D07BC"/>
    <w:rsid w:val="006D1C46"/>
    <w:rsid w:val="006D224C"/>
    <w:rsid w:val="006D31B2"/>
    <w:rsid w:val="006D37B5"/>
    <w:rsid w:val="006D41C9"/>
    <w:rsid w:val="006D4316"/>
    <w:rsid w:val="006D4805"/>
    <w:rsid w:val="006D5715"/>
    <w:rsid w:val="006D59D4"/>
    <w:rsid w:val="006D5E3C"/>
    <w:rsid w:val="006D609D"/>
    <w:rsid w:val="006D6197"/>
    <w:rsid w:val="006D6271"/>
    <w:rsid w:val="006D6D6E"/>
    <w:rsid w:val="006D7B62"/>
    <w:rsid w:val="006E05DD"/>
    <w:rsid w:val="006E0998"/>
    <w:rsid w:val="006E0AF3"/>
    <w:rsid w:val="006E0CE8"/>
    <w:rsid w:val="006E0FDF"/>
    <w:rsid w:val="006E0FE0"/>
    <w:rsid w:val="006E10B3"/>
    <w:rsid w:val="006E1EEF"/>
    <w:rsid w:val="006E2497"/>
    <w:rsid w:val="006E2975"/>
    <w:rsid w:val="006E31EB"/>
    <w:rsid w:val="006E335E"/>
    <w:rsid w:val="006E36EC"/>
    <w:rsid w:val="006E3FFF"/>
    <w:rsid w:val="006E4922"/>
    <w:rsid w:val="006E4B06"/>
    <w:rsid w:val="006E57B7"/>
    <w:rsid w:val="006E5ED0"/>
    <w:rsid w:val="006E639F"/>
    <w:rsid w:val="006E685F"/>
    <w:rsid w:val="006F13D6"/>
    <w:rsid w:val="006F18A0"/>
    <w:rsid w:val="006F1BFB"/>
    <w:rsid w:val="006F1CF2"/>
    <w:rsid w:val="006F1E1E"/>
    <w:rsid w:val="006F213D"/>
    <w:rsid w:val="006F2582"/>
    <w:rsid w:val="006F2720"/>
    <w:rsid w:val="006F335B"/>
    <w:rsid w:val="006F3983"/>
    <w:rsid w:val="006F3F60"/>
    <w:rsid w:val="006F426C"/>
    <w:rsid w:val="006F43AA"/>
    <w:rsid w:val="006F4E3D"/>
    <w:rsid w:val="006F5533"/>
    <w:rsid w:val="006F56E1"/>
    <w:rsid w:val="00700885"/>
    <w:rsid w:val="00700A3B"/>
    <w:rsid w:val="00700C89"/>
    <w:rsid w:val="00702340"/>
    <w:rsid w:val="0070275F"/>
    <w:rsid w:val="0070284A"/>
    <w:rsid w:val="00703104"/>
    <w:rsid w:val="007045AB"/>
    <w:rsid w:val="00704DEB"/>
    <w:rsid w:val="00704E38"/>
    <w:rsid w:val="0070659A"/>
    <w:rsid w:val="0070660B"/>
    <w:rsid w:val="00706A12"/>
    <w:rsid w:val="00710294"/>
    <w:rsid w:val="0071157A"/>
    <w:rsid w:val="0071184F"/>
    <w:rsid w:val="0071194F"/>
    <w:rsid w:val="00711A44"/>
    <w:rsid w:val="00712075"/>
    <w:rsid w:val="00712329"/>
    <w:rsid w:val="00712387"/>
    <w:rsid w:val="007132A7"/>
    <w:rsid w:val="00713EB6"/>
    <w:rsid w:val="00714941"/>
    <w:rsid w:val="00714B38"/>
    <w:rsid w:val="00715326"/>
    <w:rsid w:val="007156AD"/>
    <w:rsid w:val="00716BB7"/>
    <w:rsid w:val="0071738C"/>
    <w:rsid w:val="00717783"/>
    <w:rsid w:val="0071789F"/>
    <w:rsid w:val="007202A3"/>
    <w:rsid w:val="00720740"/>
    <w:rsid w:val="00721637"/>
    <w:rsid w:val="00721695"/>
    <w:rsid w:val="007227C7"/>
    <w:rsid w:val="00724032"/>
    <w:rsid w:val="007250A4"/>
    <w:rsid w:val="007254C3"/>
    <w:rsid w:val="00725DA6"/>
    <w:rsid w:val="00725DD3"/>
    <w:rsid w:val="0072696A"/>
    <w:rsid w:val="007271BA"/>
    <w:rsid w:val="00732A22"/>
    <w:rsid w:val="00733542"/>
    <w:rsid w:val="007339C4"/>
    <w:rsid w:val="0073436A"/>
    <w:rsid w:val="00734A29"/>
    <w:rsid w:val="0073518D"/>
    <w:rsid w:val="0073527A"/>
    <w:rsid w:val="00735782"/>
    <w:rsid w:val="00735AC0"/>
    <w:rsid w:val="00736E1C"/>
    <w:rsid w:val="00737182"/>
    <w:rsid w:val="00737268"/>
    <w:rsid w:val="007375D5"/>
    <w:rsid w:val="00737C3F"/>
    <w:rsid w:val="00741913"/>
    <w:rsid w:val="00741D43"/>
    <w:rsid w:val="00743302"/>
    <w:rsid w:val="00744311"/>
    <w:rsid w:val="007450DE"/>
    <w:rsid w:val="00745136"/>
    <w:rsid w:val="007462DB"/>
    <w:rsid w:val="007471D2"/>
    <w:rsid w:val="00747A81"/>
    <w:rsid w:val="00747EE7"/>
    <w:rsid w:val="00751000"/>
    <w:rsid w:val="007519CB"/>
    <w:rsid w:val="00751D8C"/>
    <w:rsid w:val="00751DE9"/>
    <w:rsid w:val="00752A64"/>
    <w:rsid w:val="0075358D"/>
    <w:rsid w:val="00753B51"/>
    <w:rsid w:val="007541B9"/>
    <w:rsid w:val="00754226"/>
    <w:rsid w:val="007554B4"/>
    <w:rsid w:val="0075674C"/>
    <w:rsid w:val="00756CED"/>
    <w:rsid w:val="00756D4E"/>
    <w:rsid w:val="0075700E"/>
    <w:rsid w:val="007576F4"/>
    <w:rsid w:val="00757926"/>
    <w:rsid w:val="00760E89"/>
    <w:rsid w:val="007614C3"/>
    <w:rsid w:val="00761846"/>
    <w:rsid w:val="00761D08"/>
    <w:rsid w:val="00762510"/>
    <w:rsid w:val="00762625"/>
    <w:rsid w:val="00765189"/>
    <w:rsid w:val="007653D6"/>
    <w:rsid w:val="0077089F"/>
    <w:rsid w:val="00770B07"/>
    <w:rsid w:val="00770B90"/>
    <w:rsid w:val="00770F8A"/>
    <w:rsid w:val="0077386A"/>
    <w:rsid w:val="0077401C"/>
    <w:rsid w:val="00774B40"/>
    <w:rsid w:val="00774B71"/>
    <w:rsid w:val="00774DC7"/>
    <w:rsid w:val="007760EB"/>
    <w:rsid w:val="007763B4"/>
    <w:rsid w:val="0077670A"/>
    <w:rsid w:val="00777123"/>
    <w:rsid w:val="00780D36"/>
    <w:rsid w:val="00780D4A"/>
    <w:rsid w:val="00781115"/>
    <w:rsid w:val="00781C11"/>
    <w:rsid w:val="0078281B"/>
    <w:rsid w:val="00782CD1"/>
    <w:rsid w:val="00783438"/>
    <w:rsid w:val="0078395E"/>
    <w:rsid w:val="007840BD"/>
    <w:rsid w:val="00784374"/>
    <w:rsid w:val="0078519E"/>
    <w:rsid w:val="00785445"/>
    <w:rsid w:val="0078577A"/>
    <w:rsid w:val="00785B97"/>
    <w:rsid w:val="00786C36"/>
    <w:rsid w:val="00786E5E"/>
    <w:rsid w:val="00786F03"/>
    <w:rsid w:val="007874DD"/>
    <w:rsid w:val="007875B0"/>
    <w:rsid w:val="007901AC"/>
    <w:rsid w:val="007904BF"/>
    <w:rsid w:val="0079223F"/>
    <w:rsid w:val="0079243A"/>
    <w:rsid w:val="00792563"/>
    <w:rsid w:val="00792B5C"/>
    <w:rsid w:val="00793296"/>
    <w:rsid w:val="007932E3"/>
    <w:rsid w:val="007936EB"/>
    <w:rsid w:val="00793DF5"/>
    <w:rsid w:val="00794BA7"/>
    <w:rsid w:val="00795191"/>
    <w:rsid w:val="007951BB"/>
    <w:rsid w:val="007957A0"/>
    <w:rsid w:val="00795BDA"/>
    <w:rsid w:val="00795D63"/>
    <w:rsid w:val="00795E20"/>
    <w:rsid w:val="00797583"/>
    <w:rsid w:val="007A1B26"/>
    <w:rsid w:val="007A1BF6"/>
    <w:rsid w:val="007A1C16"/>
    <w:rsid w:val="007A2087"/>
    <w:rsid w:val="007A27DF"/>
    <w:rsid w:val="007A2C1F"/>
    <w:rsid w:val="007A329D"/>
    <w:rsid w:val="007A364E"/>
    <w:rsid w:val="007A40A9"/>
    <w:rsid w:val="007A4BFC"/>
    <w:rsid w:val="007A4FE2"/>
    <w:rsid w:val="007A4FFC"/>
    <w:rsid w:val="007A623F"/>
    <w:rsid w:val="007A6684"/>
    <w:rsid w:val="007A7262"/>
    <w:rsid w:val="007A778A"/>
    <w:rsid w:val="007B04D6"/>
    <w:rsid w:val="007B0AB2"/>
    <w:rsid w:val="007B1C35"/>
    <w:rsid w:val="007B3340"/>
    <w:rsid w:val="007B36E2"/>
    <w:rsid w:val="007B38A4"/>
    <w:rsid w:val="007B3BDD"/>
    <w:rsid w:val="007B3C84"/>
    <w:rsid w:val="007B42C8"/>
    <w:rsid w:val="007B5008"/>
    <w:rsid w:val="007B6B3F"/>
    <w:rsid w:val="007B7736"/>
    <w:rsid w:val="007B7C96"/>
    <w:rsid w:val="007C0184"/>
    <w:rsid w:val="007C05D6"/>
    <w:rsid w:val="007C0971"/>
    <w:rsid w:val="007C117B"/>
    <w:rsid w:val="007C124E"/>
    <w:rsid w:val="007C1E79"/>
    <w:rsid w:val="007C2019"/>
    <w:rsid w:val="007C2724"/>
    <w:rsid w:val="007C2EBB"/>
    <w:rsid w:val="007C33F1"/>
    <w:rsid w:val="007C34C4"/>
    <w:rsid w:val="007C4438"/>
    <w:rsid w:val="007C457E"/>
    <w:rsid w:val="007C45E9"/>
    <w:rsid w:val="007C479D"/>
    <w:rsid w:val="007C4ADD"/>
    <w:rsid w:val="007C5428"/>
    <w:rsid w:val="007C566C"/>
    <w:rsid w:val="007C5AA8"/>
    <w:rsid w:val="007C5CF9"/>
    <w:rsid w:val="007C7B9F"/>
    <w:rsid w:val="007C7E38"/>
    <w:rsid w:val="007C7EAD"/>
    <w:rsid w:val="007D013D"/>
    <w:rsid w:val="007D0C4A"/>
    <w:rsid w:val="007D1F4E"/>
    <w:rsid w:val="007D3AD1"/>
    <w:rsid w:val="007D3C82"/>
    <w:rsid w:val="007D3D19"/>
    <w:rsid w:val="007D4DDF"/>
    <w:rsid w:val="007D54BB"/>
    <w:rsid w:val="007D55AA"/>
    <w:rsid w:val="007D6951"/>
    <w:rsid w:val="007D695D"/>
    <w:rsid w:val="007D7212"/>
    <w:rsid w:val="007D738C"/>
    <w:rsid w:val="007D77B1"/>
    <w:rsid w:val="007D7EAE"/>
    <w:rsid w:val="007E0704"/>
    <w:rsid w:val="007E0BA1"/>
    <w:rsid w:val="007E1E84"/>
    <w:rsid w:val="007E26DA"/>
    <w:rsid w:val="007E2FA9"/>
    <w:rsid w:val="007E3422"/>
    <w:rsid w:val="007E4127"/>
    <w:rsid w:val="007E484C"/>
    <w:rsid w:val="007E4DD9"/>
    <w:rsid w:val="007E6D46"/>
    <w:rsid w:val="007E6F83"/>
    <w:rsid w:val="007E70C4"/>
    <w:rsid w:val="007E7673"/>
    <w:rsid w:val="007F05F5"/>
    <w:rsid w:val="007F1D46"/>
    <w:rsid w:val="007F28CD"/>
    <w:rsid w:val="007F4FF3"/>
    <w:rsid w:val="007F541E"/>
    <w:rsid w:val="007F69AB"/>
    <w:rsid w:val="007F6C2D"/>
    <w:rsid w:val="007F7F55"/>
    <w:rsid w:val="00800773"/>
    <w:rsid w:val="008008B3"/>
    <w:rsid w:val="00801339"/>
    <w:rsid w:val="00802348"/>
    <w:rsid w:val="00802E92"/>
    <w:rsid w:val="00802F0C"/>
    <w:rsid w:val="008033BD"/>
    <w:rsid w:val="0080343F"/>
    <w:rsid w:val="00803C89"/>
    <w:rsid w:val="0080429F"/>
    <w:rsid w:val="00804690"/>
    <w:rsid w:val="008051B0"/>
    <w:rsid w:val="0080540C"/>
    <w:rsid w:val="0080586A"/>
    <w:rsid w:val="00805D71"/>
    <w:rsid w:val="00805DFE"/>
    <w:rsid w:val="00806D81"/>
    <w:rsid w:val="00806D94"/>
    <w:rsid w:val="00806E43"/>
    <w:rsid w:val="008070DA"/>
    <w:rsid w:val="00807ABA"/>
    <w:rsid w:val="00810CA6"/>
    <w:rsid w:val="00810F61"/>
    <w:rsid w:val="0081158D"/>
    <w:rsid w:val="00812196"/>
    <w:rsid w:val="0081238E"/>
    <w:rsid w:val="00812F69"/>
    <w:rsid w:val="008138CF"/>
    <w:rsid w:val="00813DB6"/>
    <w:rsid w:val="0081488B"/>
    <w:rsid w:val="00814FD5"/>
    <w:rsid w:val="00816116"/>
    <w:rsid w:val="00816F3B"/>
    <w:rsid w:val="00817673"/>
    <w:rsid w:val="00817D1B"/>
    <w:rsid w:val="0082004F"/>
    <w:rsid w:val="0082077B"/>
    <w:rsid w:val="00820D35"/>
    <w:rsid w:val="00821344"/>
    <w:rsid w:val="00821363"/>
    <w:rsid w:val="00822064"/>
    <w:rsid w:val="008220E6"/>
    <w:rsid w:val="008238F1"/>
    <w:rsid w:val="00824139"/>
    <w:rsid w:val="008248EB"/>
    <w:rsid w:val="00824A4C"/>
    <w:rsid w:val="008262DE"/>
    <w:rsid w:val="0082655D"/>
    <w:rsid w:val="00826BE1"/>
    <w:rsid w:val="008276C3"/>
    <w:rsid w:val="00827D8D"/>
    <w:rsid w:val="00830726"/>
    <w:rsid w:val="00830744"/>
    <w:rsid w:val="008314E8"/>
    <w:rsid w:val="008325E5"/>
    <w:rsid w:val="00832B0F"/>
    <w:rsid w:val="00832F07"/>
    <w:rsid w:val="00833705"/>
    <w:rsid w:val="00833EB1"/>
    <w:rsid w:val="0083424D"/>
    <w:rsid w:val="00836111"/>
    <w:rsid w:val="0083640A"/>
    <w:rsid w:val="00836F4A"/>
    <w:rsid w:val="00836FEB"/>
    <w:rsid w:val="00837B9A"/>
    <w:rsid w:val="00837C9F"/>
    <w:rsid w:val="00837CAF"/>
    <w:rsid w:val="00837DAD"/>
    <w:rsid w:val="00837E19"/>
    <w:rsid w:val="0084060D"/>
    <w:rsid w:val="00840931"/>
    <w:rsid w:val="00840E72"/>
    <w:rsid w:val="00841BBA"/>
    <w:rsid w:val="00842B77"/>
    <w:rsid w:val="00844550"/>
    <w:rsid w:val="008446E1"/>
    <w:rsid w:val="0084537A"/>
    <w:rsid w:val="008453D2"/>
    <w:rsid w:val="00845C49"/>
    <w:rsid w:val="00846842"/>
    <w:rsid w:val="00847897"/>
    <w:rsid w:val="00847F61"/>
    <w:rsid w:val="008508E1"/>
    <w:rsid w:val="00851B09"/>
    <w:rsid w:val="00851CC9"/>
    <w:rsid w:val="0085217D"/>
    <w:rsid w:val="008521A5"/>
    <w:rsid w:val="0085233C"/>
    <w:rsid w:val="00852772"/>
    <w:rsid w:val="008532DF"/>
    <w:rsid w:val="00853603"/>
    <w:rsid w:val="00853F26"/>
    <w:rsid w:val="008543CB"/>
    <w:rsid w:val="008550C6"/>
    <w:rsid w:val="0085556C"/>
    <w:rsid w:val="00855F27"/>
    <w:rsid w:val="0085799E"/>
    <w:rsid w:val="008603CC"/>
    <w:rsid w:val="00860B92"/>
    <w:rsid w:val="0086190D"/>
    <w:rsid w:val="008624AC"/>
    <w:rsid w:val="008628A8"/>
    <w:rsid w:val="008639AE"/>
    <w:rsid w:val="00863E5A"/>
    <w:rsid w:val="008641BC"/>
    <w:rsid w:val="00864BDA"/>
    <w:rsid w:val="008653EA"/>
    <w:rsid w:val="00865416"/>
    <w:rsid w:val="00865B63"/>
    <w:rsid w:val="008661AC"/>
    <w:rsid w:val="00866DC1"/>
    <w:rsid w:val="00870528"/>
    <w:rsid w:val="00870582"/>
    <w:rsid w:val="0087086E"/>
    <w:rsid w:val="008727BE"/>
    <w:rsid w:val="0087319D"/>
    <w:rsid w:val="0087552A"/>
    <w:rsid w:val="00876DC3"/>
    <w:rsid w:val="00876F65"/>
    <w:rsid w:val="008778F2"/>
    <w:rsid w:val="00880711"/>
    <w:rsid w:val="00880AF1"/>
    <w:rsid w:val="00880B92"/>
    <w:rsid w:val="00880CEB"/>
    <w:rsid w:val="00881299"/>
    <w:rsid w:val="0088144B"/>
    <w:rsid w:val="00881452"/>
    <w:rsid w:val="00882732"/>
    <w:rsid w:val="00882D25"/>
    <w:rsid w:val="00884181"/>
    <w:rsid w:val="008841EE"/>
    <w:rsid w:val="008845ED"/>
    <w:rsid w:val="008855F3"/>
    <w:rsid w:val="008859AC"/>
    <w:rsid w:val="00885A0F"/>
    <w:rsid w:val="008865C8"/>
    <w:rsid w:val="008867EC"/>
    <w:rsid w:val="00887375"/>
    <w:rsid w:val="00890F7E"/>
    <w:rsid w:val="008911BC"/>
    <w:rsid w:val="008916BF"/>
    <w:rsid w:val="008919C9"/>
    <w:rsid w:val="00892645"/>
    <w:rsid w:val="00893DA7"/>
    <w:rsid w:val="00894A5A"/>
    <w:rsid w:val="00894A9F"/>
    <w:rsid w:val="00894CC2"/>
    <w:rsid w:val="00895EC7"/>
    <w:rsid w:val="0089741F"/>
    <w:rsid w:val="00897F5F"/>
    <w:rsid w:val="008A03E2"/>
    <w:rsid w:val="008A0D9C"/>
    <w:rsid w:val="008A152F"/>
    <w:rsid w:val="008A15B2"/>
    <w:rsid w:val="008A1C36"/>
    <w:rsid w:val="008A27D9"/>
    <w:rsid w:val="008A2E75"/>
    <w:rsid w:val="008A3B69"/>
    <w:rsid w:val="008A3DAB"/>
    <w:rsid w:val="008A422A"/>
    <w:rsid w:val="008A4C02"/>
    <w:rsid w:val="008A525D"/>
    <w:rsid w:val="008A534B"/>
    <w:rsid w:val="008A5830"/>
    <w:rsid w:val="008A5888"/>
    <w:rsid w:val="008A5B42"/>
    <w:rsid w:val="008A5BE8"/>
    <w:rsid w:val="008A6B88"/>
    <w:rsid w:val="008A7B44"/>
    <w:rsid w:val="008A7E6B"/>
    <w:rsid w:val="008B05EF"/>
    <w:rsid w:val="008B1F0D"/>
    <w:rsid w:val="008B364F"/>
    <w:rsid w:val="008B4FCC"/>
    <w:rsid w:val="008B70F7"/>
    <w:rsid w:val="008B7B77"/>
    <w:rsid w:val="008B7D60"/>
    <w:rsid w:val="008C0169"/>
    <w:rsid w:val="008C0F57"/>
    <w:rsid w:val="008C2E1F"/>
    <w:rsid w:val="008C4CDE"/>
    <w:rsid w:val="008C50C4"/>
    <w:rsid w:val="008C6370"/>
    <w:rsid w:val="008C637A"/>
    <w:rsid w:val="008C698C"/>
    <w:rsid w:val="008C6E04"/>
    <w:rsid w:val="008C7272"/>
    <w:rsid w:val="008C7824"/>
    <w:rsid w:val="008C7FF3"/>
    <w:rsid w:val="008D0BE1"/>
    <w:rsid w:val="008D16C3"/>
    <w:rsid w:val="008D1701"/>
    <w:rsid w:val="008D282C"/>
    <w:rsid w:val="008D294C"/>
    <w:rsid w:val="008D2E68"/>
    <w:rsid w:val="008D3068"/>
    <w:rsid w:val="008D333F"/>
    <w:rsid w:val="008D511C"/>
    <w:rsid w:val="008D644C"/>
    <w:rsid w:val="008D74B8"/>
    <w:rsid w:val="008E045F"/>
    <w:rsid w:val="008E0BF0"/>
    <w:rsid w:val="008E242E"/>
    <w:rsid w:val="008E2454"/>
    <w:rsid w:val="008E258A"/>
    <w:rsid w:val="008E2A2A"/>
    <w:rsid w:val="008E2F34"/>
    <w:rsid w:val="008E33DB"/>
    <w:rsid w:val="008E36F1"/>
    <w:rsid w:val="008E39E3"/>
    <w:rsid w:val="008E46C1"/>
    <w:rsid w:val="008E4798"/>
    <w:rsid w:val="008E58DF"/>
    <w:rsid w:val="008E643A"/>
    <w:rsid w:val="008E6852"/>
    <w:rsid w:val="008E7C96"/>
    <w:rsid w:val="008F0A38"/>
    <w:rsid w:val="008F0BE9"/>
    <w:rsid w:val="008F215E"/>
    <w:rsid w:val="008F3E80"/>
    <w:rsid w:val="008F427B"/>
    <w:rsid w:val="008F4E5F"/>
    <w:rsid w:val="008F5D2D"/>
    <w:rsid w:val="008F64F7"/>
    <w:rsid w:val="008F73B6"/>
    <w:rsid w:val="008F73D3"/>
    <w:rsid w:val="00900910"/>
    <w:rsid w:val="00901297"/>
    <w:rsid w:val="00901890"/>
    <w:rsid w:val="009024ED"/>
    <w:rsid w:val="009025DF"/>
    <w:rsid w:val="009027DB"/>
    <w:rsid w:val="009028DC"/>
    <w:rsid w:val="00902931"/>
    <w:rsid w:val="00902F8A"/>
    <w:rsid w:val="009031E7"/>
    <w:rsid w:val="00903290"/>
    <w:rsid w:val="009032A3"/>
    <w:rsid w:val="00903771"/>
    <w:rsid w:val="00903C72"/>
    <w:rsid w:val="00903CAB"/>
    <w:rsid w:val="009041F6"/>
    <w:rsid w:val="00904908"/>
    <w:rsid w:val="00905259"/>
    <w:rsid w:val="0090692C"/>
    <w:rsid w:val="00907DC2"/>
    <w:rsid w:val="009105BC"/>
    <w:rsid w:val="0091067C"/>
    <w:rsid w:val="009108CF"/>
    <w:rsid w:val="00910A26"/>
    <w:rsid w:val="00910FEB"/>
    <w:rsid w:val="00912EC2"/>
    <w:rsid w:val="00913873"/>
    <w:rsid w:val="00914775"/>
    <w:rsid w:val="009151D1"/>
    <w:rsid w:val="00915207"/>
    <w:rsid w:val="009157CA"/>
    <w:rsid w:val="00921206"/>
    <w:rsid w:val="00921857"/>
    <w:rsid w:val="00922A6F"/>
    <w:rsid w:val="00923488"/>
    <w:rsid w:val="00923ED6"/>
    <w:rsid w:val="00923EE6"/>
    <w:rsid w:val="00923EF5"/>
    <w:rsid w:val="00924558"/>
    <w:rsid w:val="00925069"/>
    <w:rsid w:val="009252DE"/>
    <w:rsid w:val="0092541F"/>
    <w:rsid w:val="009263BC"/>
    <w:rsid w:val="00926B4E"/>
    <w:rsid w:val="0092713F"/>
    <w:rsid w:val="0093025F"/>
    <w:rsid w:val="009302EF"/>
    <w:rsid w:val="00930661"/>
    <w:rsid w:val="00930BBA"/>
    <w:rsid w:val="00930D6A"/>
    <w:rsid w:val="00931C98"/>
    <w:rsid w:val="009320C3"/>
    <w:rsid w:val="00932352"/>
    <w:rsid w:val="00933277"/>
    <w:rsid w:val="0093414D"/>
    <w:rsid w:val="009378D6"/>
    <w:rsid w:val="00940161"/>
    <w:rsid w:val="00940BB8"/>
    <w:rsid w:val="00940E99"/>
    <w:rsid w:val="009415F6"/>
    <w:rsid w:val="00941983"/>
    <w:rsid w:val="00941BC9"/>
    <w:rsid w:val="009424C7"/>
    <w:rsid w:val="00943088"/>
    <w:rsid w:val="009431B2"/>
    <w:rsid w:val="00945DEE"/>
    <w:rsid w:val="00946290"/>
    <w:rsid w:val="00946BB1"/>
    <w:rsid w:val="00946DCC"/>
    <w:rsid w:val="00946E3E"/>
    <w:rsid w:val="00946F58"/>
    <w:rsid w:val="0094708C"/>
    <w:rsid w:val="0095004D"/>
    <w:rsid w:val="00950359"/>
    <w:rsid w:val="00952457"/>
    <w:rsid w:val="00953247"/>
    <w:rsid w:val="00953928"/>
    <w:rsid w:val="00953EAC"/>
    <w:rsid w:val="00954188"/>
    <w:rsid w:val="009545BC"/>
    <w:rsid w:val="009558AF"/>
    <w:rsid w:val="00955FBC"/>
    <w:rsid w:val="0095607B"/>
    <w:rsid w:val="00956649"/>
    <w:rsid w:val="00957DA0"/>
    <w:rsid w:val="00960368"/>
    <w:rsid w:val="0096038D"/>
    <w:rsid w:val="0096065F"/>
    <w:rsid w:val="00961511"/>
    <w:rsid w:val="009628FA"/>
    <w:rsid w:val="00962DB5"/>
    <w:rsid w:val="00962E49"/>
    <w:rsid w:val="00962F91"/>
    <w:rsid w:val="00963C93"/>
    <w:rsid w:val="00964326"/>
    <w:rsid w:val="0096483C"/>
    <w:rsid w:val="0096570F"/>
    <w:rsid w:val="00967EBF"/>
    <w:rsid w:val="009704ED"/>
    <w:rsid w:val="00970ECC"/>
    <w:rsid w:val="00970F8D"/>
    <w:rsid w:val="009723DE"/>
    <w:rsid w:val="00972B56"/>
    <w:rsid w:val="00972B5A"/>
    <w:rsid w:val="00972EDB"/>
    <w:rsid w:val="00973511"/>
    <w:rsid w:val="0097470E"/>
    <w:rsid w:val="0097509B"/>
    <w:rsid w:val="009754CE"/>
    <w:rsid w:val="00975F36"/>
    <w:rsid w:val="009760A2"/>
    <w:rsid w:val="009768C8"/>
    <w:rsid w:val="00976981"/>
    <w:rsid w:val="00976A8E"/>
    <w:rsid w:val="00976CA4"/>
    <w:rsid w:val="009771F5"/>
    <w:rsid w:val="00977647"/>
    <w:rsid w:val="00977875"/>
    <w:rsid w:val="009809A3"/>
    <w:rsid w:val="00981339"/>
    <w:rsid w:val="00981707"/>
    <w:rsid w:val="009830D1"/>
    <w:rsid w:val="0098467A"/>
    <w:rsid w:val="00984C48"/>
    <w:rsid w:val="009854A5"/>
    <w:rsid w:val="009856F5"/>
    <w:rsid w:val="00985C4A"/>
    <w:rsid w:val="00986176"/>
    <w:rsid w:val="0098664F"/>
    <w:rsid w:val="009878D3"/>
    <w:rsid w:val="00987974"/>
    <w:rsid w:val="00987AE8"/>
    <w:rsid w:val="00987F8D"/>
    <w:rsid w:val="00990123"/>
    <w:rsid w:val="009902D9"/>
    <w:rsid w:val="00990B6C"/>
    <w:rsid w:val="00990D51"/>
    <w:rsid w:val="00991DF2"/>
    <w:rsid w:val="00993056"/>
    <w:rsid w:val="00993476"/>
    <w:rsid w:val="0099407F"/>
    <w:rsid w:val="00994959"/>
    <w:rsid w:val="00994B3F"/>
    <w:rsid w:val="00994CE3"/>
    <w:rsid w:val="009954AE"/>
    <w:rsid w:val="0099552A"/>
    <w:rsid w:val="00996EEE"/>
    <w:rsid w:val="00997877"/>
    <w:rsid w:val="009A0154"/>
    <w:rsid w:val="009A04D8"/>
    <w:rsid w:val="009A0C02"/>
    <w:rsid w:val="009A0D5C"/>
    <w:rsid w:val="009A3145"/>
    <w:rsid w:val="009A3F2D"/>
    <w:rsid w:val="009A41FE"/>
    <w:rsid w:val="009A49CD"/>
    <w:rsid w:val="009A58A2"/>
    <w:rsid w:val="009A60C6"/>
    <w:rsid w:val="009A66A4"/>
    <w:rsid w:val="009A6E59"/>
    <w:rsid w:val="009A7341"/>
    <w:rsid w:val="009A7C47"/>
    <w:rsid w:val="009A7DE2"/>
    <w:rsid w:val="009B0B55"/>
    <w:rsid w:val="009B17A0"/>
    <w:rsid w:val="009B2AA4"/>
    <w:rsid w:val="009B3C6B"/>
    <w:rsid w:val="009B3ED3"/>
    <w:rsid w:val="009B4488"/>
    <w:rsid w:val="009B4C90"/>
    <w:rsid w:val="009B5DF5"/>
    <w:rsid w:val="009B6071"/>
    <w:rsid w:val="009B6DB3"/>
    <w:rsid w:val="009B744E"/>
    <w:rsid w:val="009B756C"/>
    <w:rsid w:val="009C0894"/>
    <w:rsid w:val="009C1F66"/>
    <w:rsid w:val="009C2BCD"/>
    <w:rsid w:val="009C313E"/>
    <w:rsid w:val="009C31B5"/>
    <w:rsid w:val="009C48E6"/>
    <w:rsid w:val="009C529F"/>
    <w:rsid w:val="009C668F"/>
    <w:rsid w:val="009C680B"/>
    <w:rsid w:val="009C6DB4"/>
    <w:rsid w:val="009C6DF5"/>
    <w:rsid w:val="009C7F6B"/>
    <w:rsid w:val="009D0297"/>
    <w:rsid w:val="009D1980"/>
    <w:rsid w:val="009D19BE"/>
    <w:rsid w:val="009D3AA3"/>
    <w:rsid w:val="009D41BE"/>
    <w:rsid w:val="009D455C"/>
    <w:rsid w:val="009D4F80"/>
    <w:rsid w:val="009D5154"/>
    <w:rsid w:val="009D561C"/>
    <w:rsid w:val="009D59D3"/>
    <w:rsid w:val="009D5B01"/>
    <w:rsid w:val="009D7FD2"/>
    <w:rsid w:val="009E0378"/>
    <w:rsid w:val="009E0759"/>
    <w:rsid w:val="009E0C84"/>
    <w:rsid w:val="009E19B5"/>
    <w:rsid w:val="009E1D63"/>
    <w:rsid w:val="009E24BE"/>
    <w:rsid w:val="009E40F1"/>
    <w:rsid w:val="009E478D"/>
    <w:rsid w:val="009E4FBB"/>
    <w:rsid w:val="009E521C"/>
    <w:rsid w:val="009E5507"/>
    <w:rsid w:val="009E61D0"/>
    <w:rsid w:val="009E79A2"/>
    <w:rsid w:val="009F0237"/>
    <w:rsid w:val="009F0A1E"/>
    <w:rsid w:val="009F0D7A"/>
    <w:rsid w:val="009F1028"/>
    <w:rsid w:val="009F295E"/>
    <w:rsid w:val="009F46D7"/>
    <w:rsid w:val="009F5AE2"/>
    <w:rsid w:val="009F5EF1"/>
    <w:rsid w:val="009F5FBA"/>
    <w:rsid w:val="009F6325"/>
    <w:rsid w:val="009F6B56"/>
    <w:rsid w:val="009F766E"/>
    <w:rsid w:val="009F7D26"/>
    <w:rsid w:val="00A015B2"/>
    <w:rsid w:val="00A01B83"/>
    <w:rsid w:val="00A023EB"/>
    <w:rsid w:val="00A02D04"/>
    <w:rsid w:val="00A04817"/>
    <w:rsid w:val="00A04B38"/>
    <w:rsid w:val="00A06318"/>
    <w:rsid w:val="00A065E0"/>
    <w:rsid w:val="00A069C9"/>
    <w:rsid w:val="00A07C53"/>
    <w:rsid w:val="00A10180"/>
    <w:rsid w:val="00A10242"/>
    <w:rsid w:val="00A1032E"/>
    <w:rsid w:val="00A104EF"/>
    <w:rsid w:val="00A107F0"/>
    <w:rsid w:val="00A10A4E"/>
    <w:rsid w:val="00A10E82"/>
    <w:rsid w:val="00A11594"/>
    <w:rsid w:val="00A1180F"/>
    <w:rsid w:val="00A11E8B"/>
    <w:rsid w:val="00A12172"/>
    <w:rsid w:val="00A128B2"/>
    <w:rsid w:val="00A12FB0"/>
    <w:rsid w:val="00A13BD1"/>
    <w:rsid w:val="00A13C33"/>
    <w:rsid w:val="00A145F5"/>
    <w:rsid w:val="00A156CC"/>
    <w:rsid w:val="00A15C25"/>
    <w:rsid w:val="00A15E3D"/>
    <w:rsid w:val="00A17EB2"/>
    <w:rsid w:val="00A20AD5"/>
    <w:rsid w:val="00A22C75"/>
    <w:rsid w:val="00A22DC2"/>
    <w:rsid w:val="00A22FF2"/>
    <w:rsid w:val="00A23003"/>
    <w:rsid w:val="00A233BF"/>
    <w:rsid w:val="00A255E5"/>
    <w:rsid w:val="00A25EBB"/>
    <w:rsid w:val="00A260AD"/>
    <w:rsid w:val="00A260D3"/>
    <w:rsid w:val="00A2648A"/>
    <w:rsid w:val="00A26864"/>
    <w:rsid w:val="00A26935"/>
    <w:rsid w:val="00A26946"/>
    <w:rsid w:val="00A26C2E"/>
    <w:rsid w:val="00A31020"/>
    <w:rsid w:val="00A31481"/>
    <w:rsid w:val="00A321F6"/>
    <w:rsid w:val="00A3224C"/>
    <w:rsid w:val="00A32518"/>
    <w:rsid w:val="00A333F3"/>
    <w:rsid w:val="00A363FC"/>
    <w:rsid w:val="00A36958"/>
    <w:rsid w:val="00A36A0A"/>
    <w:rsid w:val="00A404FD"/>
    <w:rsid w:val="00A41021"/>
    <w:rsid w:val="00A4135F"/>
    <w:rsid w:val="00A437D4"/>
    <w:rsid w:val="00A43F29"/>
    <w:rsid w:val="00A44A48"/>
    <w:rsid w:val="00A45A97"/>
    <w:rsid w:val="00A45FC1"/>
    <w:rsid w:val="00A47FB5"/>
    <w:rsid w:val="00A50119"/>
    <w:rsid w:val="00A5060A"/>
    <w:rsid w:val="00A50A1C"/>
    <w:rsid w:val="00A512C1"/>
    <w:rsid w:val="00A51386"/>
    <w:rsid w:val="00A5164D"/>
    <w:rsid w:val="00A5483D"/>
    <w:rsid w:val="00A55B51"/>
    <w:rsid w:val="00A55F76"/>
    <w:rsid w:val="00A570E0"/>
    <w:rsid w:val="00A61C1A"/>
    <w:rsid w:val="00A61D69"/>
    <w:rsid w:val="00A62E90"/>
    <w:rsid w:val="00A62F02"/>
    <w:rsid w:val="00A63439"/>
    <w:rsid w:val="00A6440E"/>
    <w:rsid w:val="00A6499A"/>
    <w:rsid w:val="00A6570E"/>
    <w:rsid w:val="00A658C5"/>
    <w:rsid w:val="00A6618F"/>
    <w:rsid w:val="00A66BC4"/>
    <w:rsid w:val="00A66D3C"/>
    <w:rsid w:val="00A671B9"/>
    <w:rsid w:val="00A67397"/>
    <w:rsid w:val="00A67B4F"/>
    <w:rsid w:val="00A70976"/>
    <w:rsid w:val="00A70B05"/>
    <w:rsid w:val="00A70E88"/>
    <w:rsid w:val="00A7184B"/>
    <w:rsid w:val="00A71D61"/>
    <w:rsid w:val="00A741F7"/>
    <w:rsid w:val="00A74435"/>
    <w:rsid w:val="00A74635"/>
    <w:rsid w:val="00A75718"/>
    <w:rsid w:val="00A75CC5"/>
    <w:rsid w:val="00A779A3"/>
    <w:rsid w:val="00A8026F"/>
    <w:rsid w:val="00A806DB"/>
    <w:rsid w:val="00A80E95"/>
    <w:rsid w:val="00A8106D"/>
    <w:rsid w:val="00A81F81"/>
    <w:rsid w:val="00A820B6"/>
    <w:rsid w:val="00A8272A"/>
    <w:rsid w:val="00A828D6"/>
    <w:rsid w:val="00A82E66"/>
    <w:rsid w:val="00A83300"/>
    <w:rsid w:val="00A835FE"/>
    <w:rsid w:val="00A838E3"/>
    <w:rsid w:val="00A83AE5"/>
    <w:rsid w:val="00A83B7C"/>
    <w:rsid w:val="00A83BEE"/>
    <w:rsid w:val="00A841EF"/>
    <w:rsid w:val="00A84325"/>
    <w:rsid w:val="00A84894"/>
    <w:rsid w:val="00A84AAC"/>
    <w:rsid w:val="00A85647"/>
    <w:rsid w:val="00A866CA"/>
    <w:rsid w:val="00A86BA6"/>
    <w:rsid w:val="00A906AA"/>
    <w:rsid w:val="00A92182"/>
    <w:rsid w:val="00A9316A"/>
    <w:rsid w:val="00A93C15"/>
    <w:rsid w:val="00A93CD4"/>
    <w:rsid w:val="00A93F1E"/>
    <w:rsid w:val="00A9429E"/>
    <w:rsid w:val="00A949DC"/>
    <w:rsid w:val="00A958C8"/>
    <w:rsid w:val="00A95A0F"/>
    <w:rsid w:val="00A95FC5"/>
    <w:rsid w:val="00A97159"/>
    <w:rsid w:val="00AA0A8E"/>
    <w:rsid w:val="00AA2452"/>
    <w:rsid w:val="00AA2738"/>
    <w:rsid w:val="00AA2AD1"/>
    <w:rsid w:val="00AA31EF"/>
    <w:rsid w:val="00AA3C40"/>
    <w:rsid w:val="00AA470F"/>
    <w:rsid w:val="00AA4768"/>
    <w:rsid w:val="00AA4B0F"/>
    <w:rsid w:val="00AA5DF5"/>
    <w:rsid w:val="00AA5EDD"/>
    <w:rsid w:val="00AA6173"/>
    <w:rsid w:val="00AA67C9"/>
    <w:rsid w:val="00AA6BD4"/>
    <w:rsid w:val="00AA6CF5"/>
    <w:rsid w:val="00AA75C0"/>
    <w:rsid w:val="00AA7AF7"/>
    <w:rsid w:val="00AB0383"/>
    <w:rsid w:val="00AB1400"/>
    <w:rsid w:val="00AB152A"/>
    <w:rsid w:val="00AB1665"/>
    <w:rsid w:val="00AB1A0E"/>
    <w:rsid w:val="00AB1E1C"/>
    <w:rsid w:val="00AB466D"/>
    <w:rsid w:val="00AB521B"/>
    <w:rsid w:val="00AB52AE"/>
    <w:rsid w:val="00AB586A"/>
    <w:rsid w:val="00AB67AF"/>
    <w:rsid w:val="00AB720F"/>
    <w:rsid w:val="00AB7477"/>
    <w:rsid w:val="00AC0383"/>
    <w:rsid w:val="00AC0898"/>
    <w:rsid w:val="00AC09EB"/>
    <w:rsid w:val="00AC1000"/>
    <w:rsid w:val="00AC15D6"/>
    <w:rsid w:val="00AC1B91"/>
    <w:rsid w:val="00AC2225"/>
    <w:rsid w:val="00AC2705"/>
    <w:rsid w:val="00AC41E1"/>
    <w:rsid w:val="00AC5526"/>
    <w:rsid w:val="00AC570C"/>
    <w:rsid w:val="00AC5B08"/>
    <w:rsid w:val="00AC7023"/>
    <w:rsid w:val="00AC7A40"/>
    <w:rsid w:val="00AC7D31"/>
    <w:rsid w:val="00AD03C9"/>
    <w:rsid w:val="00AD05AD"/>
    <w:rsid w:val="00AD069D"/>
    <w:rsid w:val="00AD1202"/>
    <w:rsid w:val="00AD2E38"/>
    <w:rsid w:val="00AD3EFC"/>
    <w:rsid w:val="00AD4007"/>
    <w:rsid w:val="00AD4312"/>
    <w:rsid w:val="00AD45B4"/>
    <w:rsid w:val="00AD4B24"/>
    <w:rsid w:val="00AD5335"/>
    <w:rsid w:val="00AD5453"/>
    <w:rsid w:val="00AD5E9B"/>
    <w:rsid w:val="00AD63FF"/>
    <w:rsid w:val="00AD66B5"/>
    <w:rsid w:val="00AD73A7"/>
    <w:rsid w:val="00AD76D1"/>
    <w:rsid w:val="00AE0180"/>
    <w:rsid w:val="00AE06A4"/>
    <w:rsid w:val="00AE0ECA"/>
    <w:rsid w:val="00AE16D1"/>
    <w:rsid w:val="00AE2294"/>
    <w:rsid w:val="00AE22A2"/>
    <w:rsid w:val="00AE34D2"/>
    <w:rsid w:val="00AE3C0A"/>
    <w:rsid w:val="00AE4A3A"/>
    <w:rsid w:val="00AE679A"/>
    <w:rsid w:val="00AE7053"/>
    <w:rsid w:val="00AE7247"/>
    <w:rsid w:val="00AE72AE"/>
    <w:rsid w:val="00AE7981"/>
    <w:rsid w:val="00AF0425"/>
    <w:rsid w:val="00AF0696"/>
    <w:rsid w:val="00AF130F"/>
    <w:rsid w:val="00AF2756"/>
    <w:rsid w:val="00AF2BE3"/>
    <w:rsid w:val="00AF5515"/>
    <w:rsid w:val="00AF7E0D"/>
    <w:rsid w:val="00B00AF9"/>
    <w:rsid w:val="00B00F86"/>
    <w:rsid w:val="00B0188B"/>
    <w:rsid w:val="00B03984"/>
    <w:rsid w:val="00B04860"/>
    <w:rsid w:val="00B04B36"/>
    <w:rsid w:val="00B05061"/>
    <w:rsid w:val="00B06737"/>
    <w:rsid w:val="00B06777"/>
    <w:rsid w:val="00B0796B"/>
    <w:rsid w:val="00B07BE9"/>
    <w:rsid w:val="00B10A2E"/>
    <w:rsid w:val="00B10C8F"/>
    <w:rsid w:val="00B1158B"/>
    <w:rsid w:val="00B129B3"/>
    <w:rsid w:val="00B12E16"/>
    <w:rsid w:val="00B13076"/>
    <w:rsid w:val="00B15BAD"/>
    <w:rsid w:val="00B15BD1"/>
    <w:rsid w:val="00B16447"/>
    <w:rsid w:val="00B164CB"/>
    <w:rsid w:val="00B16A5A"/>
    <w:rsid w:val="00B16D64"/>
    <w:rsid w:val="00B20013"/>
    <w:rsid w:val="00B202B7"/>
    <w:rsid w:val="00B202C7"/>
    <w:rsid w:val="00B2155D"/>
    <w:rsid w:val="00B21CE1"/>
    <w:rsid w:val="00B226F6"/>
    <w:rsid w:val="00B23300"/>
    <w:rsid w:val="00B23723"/>
    <w:rsid w:val="00B23CC7"/>
    <w:rsid w:val="00B248D2"/>
    <w:rsid w:val="00B24FA5"/>
    <w:rsid w:val="00B25329"/>
    <w:rsid w:val="00B2652F"/>
    <w:rsid w:val="00B265B8"/>
    <w:rsid w:val="00B266F6"/>
    <w:rsid w:val="00B26838"/>
    <w:rsid w:val="00B27073"/>
    <w:rsid w:val="00B275CC"/>
    <w:rsid w:val="00B27BFB"/>
    <w:rsid w:val="00B30663"/>
    <w:rsid w:val="00B309A5"/>
    <w:rsid w:val="00B31C25"/>
    <w:rsid w:val="00B31CDA"/>
    <w:rsid w:val="00B32098"/>
    <w:rsid w:val="00B321EE"/>
    <w:rsid w:val="00B322C6"/>
    <w:rsid w:val="00B33433"/>
    <w:rsid w:val="00B33E20"/>
    <w:rsid w:val="00B35802"/>
    <w:rsid w:val="00B371AB"/>
    <w:rsid w:val="00B373D6"/>
    <w:rsid w:val="00B37A62"/>
    <w:rsid w:val="00B41CD0"/>
    <w:rsid w:val="00B42005"/>
    <w:rsid w:val="00B421B0"/>
    <w:rsid w:val="00B436BA"/>
    <w:rsid w:val="00B4447F"/>
    <w:rsid w:val="00B444DC"/>
    <w:rsid w:val="00B44FEF"/>
    <w:rsid w:val="00B4581E"/>
    <w:rsid w:val="00B4594F"/>
    <w:rsid w:val="00B45986"/>
    <w:rsid w:val="00B46735"/>
    <w:rsid w:val="00B46B13"/>
    <w:rsid w:val="00B475BA"/>
    <w:rsid w:val="00B4786C"/>
    <w:rsid w:val="00B50C27"/>
    <w:rsid w:val="00B52426"/>
    <w:rsid w:val="00B52DB0"/>
    <w:rsid w:val="00B55976"/>
    <w:rsid w:val="00B55CC8"/>
    <w:rsid w:val="00B5615F"/>
    <w:rsid w:val="00B56C6B"/>
    <w:rsid w:val="00B579D4"/>
    <w:rsid w:val="00B57C3E"/>
    <w:rsid w:val="00B60041"/>
    <w:rsid w:val="00B600E0"/>
    <w:rsid w:val="00B60101"/>
    <w:rsid w:val="00B602ED"/>
    <w:rsid w:val="00B607FE"/>
    <w:rsid w:val="00B60E91"/>
    <w:rsid w:val="00B61E1B"/>
    <w:rsid w:val="00B62B91"/>
    <w:rsid w:val="00B631E6"/>
    <w:rsid w:val="00B632B7"/>
    <w:rsid w:val="00B6332D"/>
    <w:rsid w:val="00B63435"/>
    <w:rsid w:val="00B63558"/>
    <w:rsid w:val="00B64C63"/>
    <w:rsid w:val="00B66066"/>
    <w:rsid w:val="00B6614F"/>
    <w:rsid w:val="00B662AA"/>
    <w:rsid w:val="00B66C8F"/>
    <w:rsid w:val="00B677BB"/>
    <w:rsid w:val="00B70E37"/>
    <w:rsid w:val="00B71201"/>
    <w:rsid w:val="00B71E8A"/>
    <w:rsid w:val="00B723F2"/>
    <w:rsid w:val="00B729A2"/>
    <w:rsid w:val="00B729F7"/>
    <w:rsid w:val="00B73366"/>
    <w:rsid w:val="00B73923"/>
    <w:rsid w:val="00B73A41"/>
    <w:rsid w:val="00B73CAB"/>
    <w:rsid w:val="00B7475F"/>
    <w:rsid w:val="00B75476"/>
    <w:rsid w:val="00B76054"/>
    <w:rsid w:val="00B76226"/>
    <w:rsid w:val="00B7746E"/>
    <w:rsid w:val="00B8249E"/>
    <w:rsid w:val="00B826ED"/>
    <w:rsid w:val="00B82779"/>
    <w:rsid w:val="00B8300A"/>
    <w:rsid w:val="00B83399"/>
    <w:rsid w:val="00B83E07"/>
    <w:rsid w:val="00B83E49"/>
    <w:rsid w:val="00B848E2"/>
    <w:rsid w:val="00B852EC"/>
    <w:rsid w:val="00B85779"/>
    <w:rsid w:val="00B85B12"/>
    <w:rsid w:val="00B86BAA"/>
    <w:rsid w:val="00B86CD7"/>
    <w:rsid w:val="00B87375"/>
    <w:rsid w:val="00B87B83"/>
    <w:rsid w:val="00B90016"/>
    <w:rsid w:val="00B90F90"/>
    <w:rsid w:val="00B9171E"/>
    <w:rsid w:val="00B91A71"/>
    <w:rsid w:val="00B920B6"/>
    <w:rsid w:val="00B92D45"/>
    <w:rsid w:val="00B92E95"/>
    <w:rsid w:val="00B931C6"/>
    <w:rsid w:val="00B933D6"/>
    <w:rsid w:val="00B93407"/>
    <w:rsid w:val="00B934AF"/>
    <w:rsid w:val="00B9397B"/>
    <w:rsid w:val="00B93C2B"/>
    <w:rsid w:val="00B93EDD"/>
    <w:rsid w:val="00B94028"/>
    <w:rsid w:val="00B94145"/>
    <w:rsid w:val="00B95169"/>
    <w:rsid w:val="00B9541C"/>
    <w:rsid w:val="00B97220"/>
    <w:rsid w:val="00B97DBB"/>
    <w:rsid w:val="00B97EF6"/>
    <w:rsid w:val="00BA0C9B"/>
    <w:rsid w:val="00BA1665"/>
    <w:rsid w:val="00BA1D93"/>
    <w:rsid w:val="00BA3065"/>
    <w:rsid w:val="00BA3760"/>
    <w:rsid w:val="00BA3C43"/>
    <w:rsid w:val="00BA4A88"/>
    <w:rsid w:val="00BA5BCE"/>
    <w:rsid w:val="00BA6709"/>
    <w:rsid w:val="00BA6A20"/>
    <w:rsid w:val="00BA6AAC"/>
    <w:rsid w:val="00BA6EFF"/>
    <w:rsid w:val="00BA71B3"/>
    <w:rsid w:val="00BA7F18"/>
    <w:rsid w:val="00BB0177"/>
    <w:rsid w:val="00BB0321"/>
    <w:rsid w:val="00BB034E"/>
    <w:rsid w:val="00BB0770"/>
    <w:rsid w:val="00BB0A29"/>
    <w:rsid w:val="00BB1ECF"/>
    <w:rsid w:val="00BB234F"/>
    <w:rsid w:val="00BB2393"/>
    <w:rsid w:val="00BB3301"/>
    <w:rsid w:val="00BB37F4"/>
    <w:rsid w:val="00BB3B23"/>
    <w:rsid w:val="00BB3E9A"/>
    <w:rsid w:val="00BB3FDE"/>
    <w:rsid w:val="00BB4767"/>
    <w:rsid w:val="00BB7172"/>
    <w:rsid w:val="00BB7318"/>
    <w:rsid w:val="00BB74AA"/>
    <w:rsid w:val="00BC086C"/>
    <w:rsid w:val="00BC252C"/>
    <w:rsid w:val="00BC2CCF"/>
    <w:rsid w:val="00BC2D7B"/>
    <w:rsid w:val="00BC3A63"/>
    <w:rsid w:val="00BC4EE1"/>
    <w:rsid w:val="00BC571E"/>
    <w:rsid w:val="00BC5843"/>
    <w:rsid w:val="00BC5ED9"/>
    <w:rsid w:val="00BC6BBE"/>
    <w:rsid w:val="00BC6D45"/>
    <w:rsid w:val="00BC7387"/>
    <w:rsid w:val="00BC7398"/>
    <w:rsid w:val="00BC77C5"/>
    <w:rsid w:val="00BD0AD8"/>
    <w:rsid w:val="00BD11DC"/>
    <w:rsid w:val="00BD1FCF"/>
    <w:rsid w:val="00BD2098"/>
    <w:rsid w:val="00BD3C84"/>
    <w:rsid w:val="00BD5190"/>
    <w:rsid w:val="00BD5193"/>
    <w:rsid w:val="00BD5438"/>
    <w:rsid w:val="00BD5849"/>
    <w:rsid w:val="00BD61E8"/>
    <w:rsid w:val="00BD6245"/>
    <w:rsid w:val="00BD6382"/>
    <w:rsid w:val="00BD652D"/>
    <w:rsid w:val="00BD693B"/>
    <w:rsid w:val="00BD69AB"/>
    <w:rsid w:val="00BD73C6"/>
    <w:rsid w:val="00BD7659"/>
    <w:rsid w:val="00BE181E"/>
    <w:rsid w:val="00BE2AF3"/>
    <w:rsid w:val="00BE3468"/>
    <w:rsid w:val="00BE3E37"/>
    <w:rsid w:val="00BE4243"/>
    <w:rsid w:val="00BE4592"/>
    <w:rsid w:val="00BE551D"/>
    <w:rsid w:val="00BE5CF4"/>
    <w:rsid w:val="00BE5DC9"/>
    <w:rsid w:val="00BE6A25"/>
    <w:rsid w:val="00BE6E5E"/>
    <w:rsid w:val="00BE7BF1"/>
    <w:rsid w:val="00BF0544"/>
    <w:rsid w:val="00BF06CD"/>
    <w:rsid w:val="00BF126B"/>
    <w:rsid w:val="00BF19BF"/>
    <w:rsid w:val="00BF1A15"/>
    <w:rsid w:val="00BF3324"/>
    <w:rsid w:val="00BF34B9"/>
    <w:rsid w:val="00BF35C5"/>
    <w:rsid w:val="00BF39BC"/>
    <w:rsid w:val="00BF4107"/>
    <w:rsid w:val="00BF41C0"/>
    <w:rsid w:val="00BF4929"/>
    <w:rsid w:val="00BF4B21"/>
    <w:rsid w:val="00BF4E40"/>
    <w:rsid w:val="00BF4E58"/>
    <w:rsid w:val="00BF50E7"/>
    <w:rsid w:val="00BF51FE"/>
    <w:rsid w:val="00BF54C9"/>
    <w:rsid w:val="00BF564E"/>
    <w:rsid w:val="00BF5B2F"/>
    <w:rsid w:val="00BF5C83"/>
    <w:rsid w:val="00BF60A6"/>
    <w:rsid w:val="00BF6158"/>
    <w:rsid w:val="00BF78B4"/>
    <w:rsid w:val="00BF7D70"/>
    <w:rsid w:val="00C0031B"/>
    <w:rsid w:val="00C00DF3"/>
    <w:rsid w:val="00C01A76"/>
    <w:rsid w:val="00C01FE5"/>
    <w:rsid w:val="00C0217D"/>
    <w:rsid w:val="00C028DD"/>
    <w:rsid w:val="00C03DC5"/>
    <w:rsid w:val="00C04A8C"/>
    <w:rsid w:val="00C051D2"/>
    <w:rsid w:val="00C05D76"/>
    <w:rsid w:val="00C061F4"/>
    <w:rsid w:val="00C06461"/>
    <w:rsid w:val="00C06E75"/>
    <w:rsid w:val="00C07487"/>
    <w:rsid w:val="00C07844"/>
    <w:rsid w:val="00C10678"/>
    <w:rsid w:val="00C11817"/>
    <w:rsid w:val="00C12363"/>
    <w:rsid w:val="00C12BB0"/>
    <w:rsid w:val="00C12F7A"/>
    <w:rsid w:val="00C14548"/>
    <w:rsid w:val="00C145FC"/>
    <w:rsid w:val="00C147E2"/>
    <w:rsid w:val="00C150AF"/>
    <w:rsid w:val="00C16B97"/>
    <w:rsid w:val="00C16CBB"/>
    <w:rsid w:val="00C16E67"/>
    <w:rsid w:val="00C177A8"/>
    <w:rsid w:val="00C17917"/>
    <w:rsid w:val="00C17A0E"/>
    <w:rsid w:val="00C17DDF"/>
    <w:rsid w:val="00C17DF9"/>
    <w:rsid w:val="00C20F20"/>
    <w:rsid w:val="00C21B34"/>
    <w:rsid w:val="00C225B1"/>
    <w:rsid w:val="00C22CAA"/>
    <w:rsid w:val="00C230FF"/>
    <w:rsid w:val="00C24695"/>
    <w:rsid w:val="00C24768"/>
    <w:rsid w:val="00C24B5C"/>
    <w:rsid w:val="00C25243"/>
    <w:rsid w:val="00C2584D"/>
    <w:rsid w:val="00C26284"/>
    <w:rsid w:val="00C26D24"/>
    <w:rsid w:val="00C27317"/>
    <w:rsid w:val="00C302AE"/>
    <w:rsid w:val="00C302D2"/>
    <w:rsid w:val="00C30DBB"/>
    <w:rsid w:val="00C30EC1"/>
    <w:rsid w:val="00C3253D"/>
    <w:rsid w:val="00C32A74"/>
    <w:rsid w:val="00C3486B"/>
    <w:rsid w:val="00C34873"/>
    <w:rsid w:val="00C34EAD"/>
    <w:rsid w:val="00C35976"/>
    <w:rsid w:val="00C37217"/>
    <w:rsid w:val="00C37551"/>
    <w:rsid w:val="00C37619"/>
    <w:rsid w:val="00C37855"/>
    <w:rsid w:val="00C4015A"/>
    <w:rsid w:val="00C4091A"/>
    <w:rsid w:val="00C41360"/>
    <w:rsid w:val="00C418D3"/>
    <w:rsid w:val="00C41FF4"/>
    <w:rsid w:val="00C42E2A"/>
    <w:rsid w:val="00C4349E"/>
    <w:rsid w:val="00C43CCC"/>
    <w:rsid w:val="00C43F1C"/>
    <w:rsid w:val="00C4439B"/>
    <w:rsid w:val="00C45402"/>
    <w:rsid w:val="00C46B43"/>
    <w:rsid w:val="00C476FF"/>
    <w:rsid w:val="00C50931"/>
    <w:rsid w:val="00C510A3"/>
    <w:rsid w:val="00C5110C"/>
    <w:rsid w:val="00C51E22"/>
    <w:rsid w:val="00C52233"/>
    <w:rsid w:val="00C52730"/>
    <w:rsid w:val="00C54A26"/>
    <w:rsid w:val="00C54B2E"/>
    <w:rsid w:val="00C54E4A"/>
    <w:rsid w:val="00C54F71"/>
    <w:rsid w:val="00C55914"/>
    <w:rsid w:val="00C56043"/>
    <w:rsid w:val="00C5695C"/>
    <w:rsid w:val="00C56AFD"/>
    <w:rsid w:val="00C56CE6"/>
    <w:rsid w:val="00C56EEC"/>
    <w:rsid w:val="00C60712"/>
    <w:rsid w:val="00C612C8"/>
    <w:rsid w:val="00C6157E"/>
    <w:rsid w:val="00C62613"/>
    <w:rsid w:val="00C626CB"/>
    <w:rsid w:val="00C62C44"/>
    <w:rsid w:val="00C648CD"/>
    <w:rsid w:val="00C656D9"/>
    <w:rsid w:val="00C65A6C"/>
    <w:rsid w:val="00C65B0E"/>
    <w:rsid w:val="00C6648B"/>
    <w:rsid w:val="00C66B10"/>
    <w:rsid w:val="00C67BEF"/>
    <w:rsid w:val="00C705A9"/>
    <w:rsid w:val="00C707F3"/>
    <w:rsid w:val="00C712E5"/>
    <w:rsid w:val="00C72787"/>
    <w:rsid w:val="00C734F8"/>
    <w:rsid w:val="00C73575"/>
    <w:rsid w:val="00C73992"/>
    <w:rsid w:val="00C74D29"/>
    <w:rsid w:val="00C74F78"/>
    <w:rsid w:val="00C75E82"/>
    <w:rsid w:val="00C76A9D"/>
    <w:rsid w:val="00C805B5"/>
    <w:rsid w:val="00C81AFA"/>
    <w:rsid w:val="00C82AF9"/>
    <w:rsid w:val="00C831BD"/>
    <w:rsid w:val="00C833FD"/>
    <w:rsid w:val="00C8464E"/>
    <w:rsid w:val="00C8480E"/>
    <w:rsid w:val="00C84D35"/>
    <w:rsid w:val="00C852E3"/>
    <w:rsid w:val="00C85C54"/>
    <w:rsid w:val="00C85F80"/>
    <w:rsid w:val="00C865AC"/>
    <w:rsid w:val="00C8684D"/>
    <w:rsid w:val="00C90DAE"/>
    <w:rsid w:val="00C91D84"/>
    <w:rsid w:val="00C91F0D"/>
    <w:rsid w:val="00C91FF7"/>
    <w:rsid w:val="00C92235"/>
    <w:rsid w:val="00C923D3"/>
    <w:rsid w:val="00C925BC"/>
    <w:rsid w:val="00C92C79"/>
    <w:rsid w:val="00C935B2"/>
    <w:rsid w:val="00C93912"/>
    <w:rsid w:val="00C9473E"/>
    <w:rsid w:val="00C9479B"/>
    <w:rsid w:val="00C94C26"/>
    <w:rsid w:val="00C95F33"/>
    <w:rsid w:val="00C9646B"/>
    <w:rsid w:val="00C967FB"/>
    <w:rsid w:val="00C97BA4"/>
    <w:rsid w:val="00CA05BE"/>
    <w:rsid w:val="00CA06FC"/>
    <w:rsid w:val="00CA0B70"/>
    <w:rsid w:val="00CA0C36"/>
    <w:rsid w:val="00CA13D8"/>
    <w:rsid w:val="00CA1B94"/>
    <w:rsid w:val="00CA211B"/>
    <w:rsid w:val="00CA2197"/>
    <w:rsid w:val="00CA3C89"/>
    <w:rsid w:val="00CA49E7"/>
    <w:rsid w:val="00CA4E86"/>
    <w:rsid w:val="00CA53A6"/>
    <w:rsid w:val="00CA55F3"/>
    <w:rsid w:val="00CA5D96"/>
    <w:rsid w:val="00CA61E3"/>
    <w:rsid w:val="00CA6428"/>
    <w:rsid w:val="00CA659B"/>
    <w:rsid w:val="00CA6793"/>
    <w:rsid w:val="00CA679F"/>
    <w:rsid w:val="00CA740C"/>
    <w:rsid w:val="00CA7E9A"/>
    <w:rsid w:val="00CB0569"/>
    <w:rsid w:val="00CB13E8"/>
    <w:rsid w:val="00CB2E57"/>
    <w:rsid w:val="00CB38DC"/>
    <w:rsid w:val="00CB3C33"/>
    <w:rsid w:val="00CB503B"/>
    <w:rsid w:val="00CB5B9F"/>
    <w:rsid w:val="00CB7292"/>
    <w:rsid w:val="00CC03C7"/>
    <w:rsid w:val="00CC0523"/>
    <w:rsid w:val="00CC0ADB"/>
    <w:rsid w:val="00CC0C28"/>
    <w:rsid w:val="00CC1B65"/>
    <w:rsid w:val="00CC2E48"/>
    <w:rsid w:val="00CC34DB"/>
    <w:rsid w:val="00CC3AA9"/>
    <w:rsid w:val="00CC3AC0"/>
    <w:rsid w:val="00CC3B3A"/>
    <w:rsid w:val="00CC43E6"/>
    <w:rsid w:val="00CC45DA"/>
    <w:rsid w:val="00CC463F"/>
    <w:rsid w:val="00CC4D4A"/>
    <w:rsid w:val="00CC5508"/>
    <w:rsid w:val="00CC6D9E"/>
    <w:rsid w:val="00CC711E"/>
    <w:rsid w:val="00CC71C1"/>
    <w:rsid w:val="00CC7612"/>
    <w:rsid w:val="00CC7F34"/>
    <w:rsid w:val="00CD0618"/>
    <w:rsid w:val="00CD134C"/>
    <w:rsid w:val="00CD209B"/>
    <w:rsid w:val="00CD31B4"/>
    <w:rsid w:val="00CD37FB"/>
    <w:rsid w:val="00CD4CF0"/>
    <w:rsid w:val="00CD4D6E"/>
    <w:rsid w:val="00CD5DBC"/>
    <w:rsid w:val="00CD656E"/>
    <w:rsid w:val="00CD65ED"/>
    <w:rsid w:val="00CD6663"/>
    <w:rsid w:val="00CD6743"/>
    <w:rsid w:val="00CD73E7"/>
    <w:rsid w:val="00CD773A"/>
    <w:rsid w:val="00CD79A5"/>
    <w:rsid w:val="00CE0006"/>
    <w:rsid w:val="00CE042E"/>
    <w:rsid w:val="00CE1985"/>
    <w:rsid w:val="00CE2D99"/>
    <w:rsid w:val="00CE3876"/>
    <w:rsid w:val="00CE3B2C"/>
    <w:rsid w:val="00CE40E8"/>
    <w:rsid w:val="00CE45E1"/>
    <w:rsid w:val="00CE4980"/>
    <w:rsid w:val="00CE526D"/>
    <w:rsid w:val="00CE5AD8"/>
    <w:rsid w:val="00CE6B3A"/>
    <w:rsid w:val="00CE6C04"/>
    <w:rsid w:val="00CE6C80"/>
    <w:rsid w:val="00CE7A68"/>
    <w:rsid w:val="00CF0473"/>
    <w:rsid w:val="00CF0B7F"/>
    <w:rsid w:val="00CF1169"/>
    <w:rsid w:val="00CF13B5"/>
    <w:rsid w:val="00CF16F5"/>
    <w:rsid w:val="00CF1D88"/>
    <w:rsid w:val="00CF2C5E"/>
    <w:rsid w:val="00CF30C4"/>
    <w:rsid w:val="00CF3262"/>
    <w:rsid w:val="00CF33A2"/>
    <w:rsid w:val="00CF3C3A"/>
    <w:rsid w:val="00CF49C4"/>
    <w:rsid w:val="00CF4A3A"/>
    <w:rsid w:val="00CF4A89"/>
    <w:rsid w:val="00CF510E"/>
    <w:rsid w:val="00CF5353"/>
    <w:rsid w:val="00CF5E45"/>
    <w:rsid w:val="00CF6F89"/>
    <w:rsid w:val="00CF7927"/>
    <w:rsid w:val="00CF7E96"/>
    <w:rsid w:val="00D007BF"/>
    <w:rsid w:val="00D011B1"/>
    <w:rsid w:val="00D01234"/>
    <w:rsid w:val="00D01B21"/>
    <w:rsid w:val="00D0357F"/>
    <w:rsid w:val="00D035B0"/>
    <w:rsid w:val="00D036B5"/>
    <w:rsid w:val="00D037E8"/>
    <w:rsid w:val="00D039F3"/>
    <w:rsid w:val="00D04C82"/>
    <w:rsid w:val="00D05722"/>
    <w:rsid w:val="00D05CE2"/>
    <w:rsid w:val="00D0648C"/>
    <w:rsid w:val="00D10BCC"/>
    <w:rsid w:val="00D10E02"/>
    <w:rsid w:val="00D11EBE"/>
    <w:rsid w:val="00D1224B"/>
    <w:rsid w:val="00D12C1C"/>
    <w:rsid w:val="00D13872"/>
    <w:rsid w:val="00D149CC"/>
    <w:rsid w:val="00D1623F"/>
    <w:rsid w:val="00D1645A"/>
    <w:rsid w:val="00D211B0"/>
    <w:rsid w:val="00D21240"/>
    <w:rsid w:val="00D218DF"/>
    <w:rsid w:val="00D223F0"/>
    <w:rsid w:val="00D229FA"/>
    <w:rsid w:val="00D24507"/>
    <w:rsid w:val="00D247B0"/>
    <w:rsid w:val="00D25149"/>
    <w:rsid w:val="00D25D52"/>
    <w:rsid w:val="00D2626C"/>
    <w:rsid w:val="00D26726"/>
    <w:rsid w:val="00D27B34"/>
    <w:rsid w:val="00D3066A"/>
    <w:rsid w:val="00D3068F"/>
    <w:rsid w:val="00D30FBB"/>
    <w:rsid w:val="00D34080"/>
    <w:rsid w:val="00D342A8"/>
    <w:rsid w:val="00D350CC"/>
    <w:rsid w:val="00D35530"/>
    <w:rsid w:val="00D3783C"/>
    <w:rsid w:val="00D40AFD"/>
    <w:rsid w:val="00D41044"/>
    <w:rsid w:val="00D4251E"/>
    <w:rsid w:val="00D4312C"/>
    <w:rsid w:val="00D43608"/>
    <w:rsid w:val="00D436FB"/>
    <w:rsid w:val="00D4468C"/>
    <w:rsid w:val="00D45461"/>
    <w:rsid w:val="00D47DF1"/>
    <w:rsid w:val="00D503AB"/>
    <w:rsid w:val="00D50508"/>
    <w:rsid w:val="00D508CC"/>
    <w:rsid w:val="00D5102F"/>
    <w:rsid w:val="00D51175"/>
    <w:rsid w:val="00D51D60"/>
    <w:rsid w:val="00D5237A"/>
    <w:rsid w:val="00D54482"/>
    <w:rsid w:val="00D54AD5"/>
    <w:rsid w:val="00D55137"/>
    <w:rsid w:val="00D5575F"/>
    <w:rsid w:val="00D56D53"/>
    <w:rsid w:val="00D56F00"/>
    <w:rsid w:val="00D56F58"/>
    <w:rsid w:val="00D57CEE"/>
    <w:rsid w:val="00D601CB"/>
    <w:rsid w:val="00D601EE"/>
    <w:rsid w:val="00D604B4"/>
    <w:rsid w:val="00D62969"/>
    <w:rsid w:val="00D62BC2"/>
    <w:rsid w:val="00D63332"/>
    <w:rsid w:val="00D635AB"/>
    <w:rsid w:val="00D6436E"/>
    <w:rsid w:val="00D64787"/>
    <w:rsid w:val="00D65834"/>
    <w:rsid w:val="00D6612F"/>
    <w:rsid w:val="00D66D4B"/>
    <w:rsid w:val="00D673EC"/>
    <w:rsid w:val="00D6781C"/>
    <w:rsid w:val="00D6785F"/>
    <w:rsid w:val="00D67AB7"/>
    <w:rsid w:val="00D70A80"/>
    <w:rsid w:val="00D71052"/>
    <w:rsid w:val="00D71666"/>
    <w:rsid w:val="00D717EC"/>
    <w:rsid w:val="00D73ABF"/>
    <w:rsid w:val="00D744BB"/>
    <w:rsid w:val="00D75BE7"/>
    <w:rsid w:val="00D75D24"/>
    <w:rsid w:val="00D76F99"/>
    <w:rsid w:val="00D76FDB"/>
    <w:rsid w:val="00D777BD"/>
    <w:rsid w:val="00D81056"/>
    <w:rsid w:val="00D8108D"/>
    <w:rsid w:val="00D81533"/>
    <w:rsid w:val="00D81DCA"/>
    <w:rsid w:val="00D82CE2"/>
    <w:rsid w:val="00D833A1"/>
    <w:rsid w:val="00D83B4E"/>
    <w:rsid w:val="00D845EC"/>
    <w:rsid w:val="00D85642"/>
    <w:rsid w:val="00D856AB"/>
    <w:rsid w:val="00D85EB5"/>
    <w:rsid w:val="00D863D1"/>
    <w:rsid w:val="00D8695C"/>
    <w:rsid w:val="00D86DC6"/>
    <w:rsid w:val="00D87850"/>
    <w:rsid w:val="00D90090"/>
    <w:rsid w:val="00D904EB"/>
    <w:rsid w:val="00D914DB"/>
    <w:rsid w:val="00D91619"/>
    <w:rsid w:val="00D91BD7"/>
    <w:rsid w:val="00D92914"/>
    <w:rsid w:val="00D935A5"/>
    <w:rsid w:val="00D941B7"/>
    <w:rsid w:val="00D94B71"/>
    <w:rsid w:val="00D94F2F"/>
    <w:rsid w:val="00D9568B"/>
    <w:rsid w:val="00D95972"/>
    <w:rsid w:val="00D95A62"/>
    <w:rsid w:val="00D96242"/>
    <w:rsid w:val="00D96688"/>
    <w:rsid w:val="00D96735"/>
    <w:rsid w:val="00DA01C2"/>
    <w:rsid w:val="00DA062F"/>
    <w:rsid w:val="00DA0ED7"/>
    <w:rsid w:val="00DA1DCE"/>
    <w:rsid w:val="00DA22A3"/>
    <w:rsid w:val="00DA2821"/>
    <w:rsid w:val="00DA2857"/>
    <w:rsid w:val="00DA2B82"/>
    <w:rsid w:val="00DA3291"/>
    <w:rsid w:val="00DA4355"/>
    <w:rsid w:val="00DA44B7"/>
    <w:rsid w:val="00DA4B01"/>
    <w:rsid w:val="00DA5B67"/>
    <w:rsid w:val="00DA6AA9"/>
    <w:rsid w:val="00DA6B48"/>
    <w:rsid w:val="00DA6D54"/>
    <w:rsid w:val="00DB0486"/>
    <w:rsid w:val="00DB055E"/>
    <w:rsid w:val="00DB05E8"/>
    <w:rsid w:val="00DB0607"/>
    <w:rsid w:val="00DB186A"/>
    <w:rsid w:val="00DB284C"/>
    <w:rsid w:val="00DB3FB2"/>
    <w:rsid w:val="00DB58E5"/>
    <w:rsid w:val="00DB6765"/>
    <w:rsid w:val="00DB7997"/>
    <w:rsid w:val="00DB7C72"/>
    <w:rsid w:val="00DC07C6"/>
    <w:rsid w:val="00DC0C7D"/>
    <w:rsid w:val="00DC2425"/>
    <w:rsid w:val="00DC24A0"/>
    <w:rsid w:val="00DC3080"/>
    <w:rsid w:val="00DC4A8A"/>
    <w:rsid w:val="00DC4E71"/>
    <w:rsid w:val="00DC5ABA"/>
    <w:rsid w:val="00DC6DAC"/>
    <w:rsid w:val="00DC704D"/>
    <w:rsid w:val="00DC79A7"/>
    <w:rsid w:val="00DC7F61"/>
    <w:rsid w:val="00DD00BA"/>
    <w:rsid w:val="00DD23F6"/>
    <w:rsid w:val="00DD2B4D"/>
    <w:rsid w:val="00DD3F8C"/>
    <w:rsid w:val="00DD4EB2"/>
    <w:rsid w:val="00DD4EB6"/>
    <w:rsid w:val="00DD5242"/>
    <w:rsid w:val="00DD53A8"/>
    <w:rsid w:val="00DD6008"/>
    <w:rsid w:val="00DD6FA4"/>
    <w:rsid w:val="00DD73B3"/>
    <w:rsid w:val="00DD757C"/>
    <w:rsid w:val="00DE098C"/>
    <w:rsid w:val="00DE12BC"/>
    <w:rsid w:val="00DE22B2"/>
    <w:rsid w:val="00DE25E4"/>
    <w:rsid w:val="00DE297C"/>
    <w:rsid w:val="00DE3324"/>
    <w:rsid w:val="00DE4749"/>
    <w:rsid w:val="00DE4B34"/>
    <w:rsid w:val="00DE4B7C"/>
    <w:rsid w:val="00DE63F7"/>
    <w:rsid w:val="00DE6533"/>
    <w:rsid w:val="00DE72B1"/>
    <w:rsid w:val="00DF19F9"/>
    <w:rsid w:val="00DF2F5C"/>
    <w:rsid w:val="00DF3331"/>
    <w:rsid w:val="00DF3873"/>
    <w:rsid w:val="00DF4C60"/>
    <w:rsid w:val="00DF4DC6"/>
    <w:rsid w:val="00DF53E5"/>
    <w:rsid w:val="00DF5EA7"/>
    <w:rsid w:val="00DF714B"/>
    <w:rsid w:val="00DF7D0A"/>
    <w:rsid w:val="00E00A48"/>
    <w:rsid w:val="00E01056"/>
    <w:rsid w:val="00E01B95"/>
    <w:rsid w:val="00E02273"/>
    <w:rsid w:val="00E02B6A"/>
    <w:rsid w:val="00E02EA7"/>
    <w:rsid w:val="00E0344F"/>
    <w:rsid w:val="00E0374A"/>
    <w:rsid w:val="00E038CF"/>
    <w:rsid w:val="00E03D13"/>
    <w:rsid w:val="00E03DEF"/>
    <w:rsid w:val="00E03F76"/>
    <w:rsid w:val="00E04E1A"/>
    <w:rsid w:val="00E058CE"/>
    <w:rsid w:val="00E06D53"/>
    <w:rsid w:val="00E07D0D"/>
    <w:rsid w:val="00E104E3"/>
    <w:rsid w:val="00E10C78"/>
    <w:rsid w:val="00E11188"/>
    <w:rsid w:val="00E120C3"/>
    <w:rsid w:val="00E122F4"/>
    <w:rsid w:val="00E122FA"/>
    <w:rsid w:val="00E13CDE"/>
    <w:rsid w:val="00E13F6E"/>
    <w:rsid w:val="00E14071"/>
    <w:rsid w:val="00E141FB"/>
    <w:rsid w:val="00E14785"/>
    <w:rsid w:val="00E1483E"/>
    <w:rsid w:val="00E14AFE"/>
    <w:rsid w:val="00E14ED5"/>
    <w:rsid w:val="00E15FC7"/>
    <w:rsid w:val="00E16216"/>
    <w:rsid w:val="00E16514"/>
    <w:rsid w:val="00E167BB"/>
    <w:rsid w:val="00E1699E"/>
    <w:rsid w:val="00E16A7A"/>
    <w:rsid w:val="00E17F93"/>
    <w:rsid w:val="00E20E93"/>
    <w:rsid w:val="00E21068"/>
    <w:rsid w:val="00E2115F"/>
    <w:rsid w:val="00E21B3E"/>
    <w:rsid w:val="00E2304B"/>
    <w:rsid w:val="00E23127"/>
    <w:rsid w:val="00E23655"/>
    <w:rsid w:val="00E239BD"/>
    <w:rsid w:val="00E23A23"/>
    <w:rsid w:val="00E23B75"/>
    <w:rsid w:val="00E24056"/>
    <w:rsid w:val="00E250F2"/>
    <w:rsid w:val="00E25A07"/>
    <w:rsid w:val="00E26510"/>
    <w:rsid w:val="00E268D3"/>
    <w:rsid w:val="00E26C72"/>
    <w:rsid w:val="00E26FD3"/>
    <w:rsid w:val="00E274C2"/>
    <w:rsid w:val="00E27F91"/>
    <w:rsid w:val="00E31FA4"/>
    <w:rsid w:val="00E32B38"/>
    <w:rsid w:val="00E32C16"/>
    <w:rsid w:val="00E32E86"/>
    <w:rsid w:val="00E3305B"/>
    <w:rsid w:val="00E33DB4"/>
    <w:rsid w:val="00E343AC"/>
    <w:rsid w:val="00E3513F"/>
    <w:rsid w:val="00E35D43"/>
    <w:rsid w:val="00E361F5"/>
    <w:rsid w:val="00E36395"/>
    <w:rsid w:val="00E36471"/>
    <w:rsid w:val="00E36627"/>
    <w:rsid w:val="00E37482"/>
    <w:rsid w:val="00E37B1F"/>
    <w:rsid w:val="00E37CBA"/>
    <w:rsid w:val="00E4043C"/>
    <w:rsid w:val="00E41EB3"/>
    <w:rsid w:val="00E426FE"/>
    <w:rsid w:val="00E42C11"/>
    <w:rsid w:val="00E434A7"/>
    <w:rsid w:val="00E43785"/>
    <w:rsid w:val="00E43A91"/>
    <w:rsid w:val="00E452C0"/>
    <w:rsid w:val="00E456BE"/>
    <w:rsid w:val="00E45B14"/>
    <w:rsid w:val="00E45FD3"/>
    <w:rsid w:val="00E4611C"/>
    <w:rsid w:val="00E46CCF"/>
    <w:rsid w:val="00E47660"/>
    <w:rsid w:val="00E476E8"/>
    <w:rsid w:val="00E50C40"/>
    <w:rsid w:val="00E51E72"/>
    <w:rsid w:val="00E5327F"/>
    <w:rsid w:val="00E53488"/>
    <w:rsid w:val="00E5367F"/>
    <w:rsid w:val="00E53CE1"/>
    <w:rsid w:val="00E53F1C"/>
    <w:rsid w:val="00E5452A"/>
    <w:rsid w:val="00E54D4B"/>
    <w:rsid w:val="00E55E42"/>
    <w:rsid w:val="00E5676B"/>
    <w:rsid w:val="00E57D6A"/>
    <w:rsid w:val="00E6003F"/>
    <w:rsid w:val="00E60537"/>
    <w:rsid w:val="00E6068F"/>
    <w:rsid w:val="00E61526"/>
    <w:rsid w:val="00E63099"/>
    <w:rsid w:val="00E632EC"/>
    <w:rsid w:val="00E638F3"/>
    <w:rsid w:val="00E65796"/>
    <w:rsid w:val="00E65876"/>
    <w:rsid w:val="00E65CAE"/>
    <w:rsid w:val="00E6629C"/>
    <w:rsid w:val="00E667B5"/>
    <w:rsid w:val="00E668C0"/>
    <w:rsid w:val="00E70103"/>
    <w:rsid w:val="00E70569"/>
    <w:rsid w:val="00E7081C"/>
    <w:rsid w:val="00E70FBF"/>
    <w:rsid w:val="00E71638"/>
    <w:rsid w:val="00E71C01"/>
    <w:rsid w:val="00E747AC"/>
    <w:rsid w:val="00E7546D"/>
    <w:rsid w:val="00E756E8"/>
    <w:rsid w:val="00E76177"/>
    <w:rsid w:val="00E76283"/>
    <w:rsid w:val="00E76901"/>
    <w:rsid w:val="00E76CF6"/>
    <w:rsid w:val="00E774E6"/>
    <w:rsid w:val="00E80B90"/>
    <w:rsid w:val="00E81096"/>
    <w:rsid w:val="00E824CD"/>
    <w:rsid w:val="00E82AE4"/>
    <w:rsid w:val="00E8330E"/>
    <w:rsid w:val="00E833B3"/>
    <w:rsid w:val="00E833FA"/>
    <w:rsid w:val="00E83A86"/>
    <w:rsid w:val="00E83BB7"/>
    <w:rsid w:val="00E83FD9"/>
    <w:rsid w:val="00E84AC2"/>
    <w:rsid w:val="00E8515D"/>
    <w:rsid w:val="00E863F9"/>
    <w:rsid w:val="00E86813"/>
    <w:rsid w:val="00E877AD"/>
    <w:rsid w:val="00E87CA3"/>
    <w:rsid w:val="00E90944"/>
    <w:rsid w:val="00E90D1D"/>
    <w:rsid w:val="00E91353"/>
    <w:rsid w:val="00E914C9"/>
    <w:rsid w:val="00E91659"/>
    <w:rsid w:val="00E91FA1"/>
    <w:rsid w:val="00E920CF"/>
    <w:rsid w:val="00E9408C"/>
    <w:rsid w:val="00E9446D"/>
    <w:rsid w:val="00E94BCD"/>
    <w:rsid w:val="00E94DCE"/>
    <w:rsid w:val="00E95A8F"/>
    <w:rsid w:val="00E971A9"/>
    <w:rsid w:val="00E97388"/>
    <w:rsid w:val="00E97648"/>
    <w:rsid w:val="00EA04A6"/>
    <w:rsid w:val="00EA053A"/>
    <w:rsid w:val="00EA0CE5"/>
    <w:rsid w:val="00EA259D"/>
    <w:rsid w:val="00EA2863"/>
    <w:rsid w:val="00EA2DAF"/>
    <w:rsid w:val="00EA3684"/>
    <w:rsid w:val="00EA3897"/>
    <w:rsid w:val="00EA3B0F"/>
    <w:rsid w:val="00EA5628"/>
    <w:rsid w:val="00EA692F"/>
    <w:rsid w:val="00EA6953"/>
    <w:rsid w:val="00EA7160"/>
    <w:rsid w:val="00EA780B"/>
    <w:rsid w:val="00EB0406"/>
    <w:rsid w:val="00EB064E"/>
    <w:rsid w:val="00EB0D4A"/>
    <w:rsid w:val="00EB10CF"/>
    <w:rsid w:val="00EB11DF"/>
    <w:rsid w:val="00EB312F"/>
    <w:rsid w:val="00EB32B4"/>
    <w:rsid w:val="00EB342F"/>
    <w:rsid w:val="00EB3736"/>
    <w:rsid w:val="00EB4069"/>
    <w:rsid w:val="00EB4921"/>
    <w:rsid w:val="00EB541C"/>
    <w:rsid w:val="00EB6AE5"/>
    <w:rsid w:val="00EB6BAB"/>
    <w:rsid w:val="00EB6D3F"/>
    <w:rsid w:val="00EB7843"/>
    <w:rsid w:val="00EB7F14"/>
    <w:rsid w:val="00EB7F42"/>
    <w:rsid w:val="00EC0819"/>
    <w:rsid w:val="00EC0D59"/>
    <w:rsid w:val="00EC0DAF"/>
    <w:rsid w:val="00EC106A"/>
    <w:rsid w:val="00EC29A1"/>
    <w:rsid w:val="00EC2C22"/>
    <w:rsid w:val="00EC31F2"/>
    <w:rsid w:val="00EC33B6"/>
    <w:rsid w:val="00EC3C14"/>
    <w:rsid w:val="00EC520B"/>
    <w:rsid w:val="00EC5405"/>
    <w:rsid w:val="00EC55F3"/>
    <w:rsid w:val="00EC575C"/>
    <w:rsid w:val="00EC5D2A"/>
    <w:rsid w:val="00EC5F38"/>
    <w:rsid w:val="00EC646B"/>
    <w:rsid w:val="00EC6A57"/>
    <w:rsid w:val="00EC74AF"/>
    <w:rsid w:val="00EC7894"/>
    <w:rsid w:val="00EC7B99"/>
    <w:rsid w:val="00ED0126"/>
    <w:rsid w:val="00ED021D"/>
    <w:rsid w:val="00ED0431"/>
    <w:rsid w:val="00ED05C9"/>
    <w:rsid w:val="00ED215D"/>
    <w:rsid w:val="00ED22FE"/>
    <w:rsid w:val="00ED2959"/>
    <w:rsid w:val="00ED2C88"/>
    <w:rsid w:val="00ED2ED8"/>
    <w:rsid w:val="00ED4A95"/>
    <w:rsid w:val="00ED537A"/>
    <w:rsid w:val="00ED53DB"/>
    <w:rsid w:val="00ED62EB"/>
    <w:rsid w:val="00ED649B"/>
    <w:rsid w:val="00ED71EE"/>
    <w:rsid w:val="00ED7DA5"/>
    <w:rsid w:val="00EE00FE"/>
    <w:rsid w:val="00EE026E"/>
    <w:rsid w:val="00EE0BDD"/>
    <w:rsid w:val="00EE0C11"/>
    <w:rsid w:val="00EE13FD"/>
    <w:rsid w:val="00EE16A9"/>
    <w:rsid w:val="00EE16B4"/>
    <w:rsid w:val="00EE23AB"/>
    <w:rsid w:val="00EE2980"/>
    <w:rsid w:val="00EE3488"/>
    <w:rsid w:val="00EE42AC"/>
    <w:rsid w:val="00EE4FAD"/>
    <w:rsid w:val="00EE50AB"/>
    <w:rsid w:val="00EE5C3E"/>
    <w:rsid w:val="00EE702F"/>
    <w:rsid w:val="00EE78B8"/>
    <w:rsid w:val="00EF1328"/>
    <w:rsid w:val="00EF1661"/>
    <w:rsid w:val="00EF181F"/>
    <w:rsid w:val="00EF2274"/>
    <w:rsid w:val="00EF27F7"/>
    <w:rsid w:val="00EF3D4D"/>
    <w:rsid w:val="00EF46B9"/>
    <w:rsid w:val="00EF4BD2"/>
    <w:rsid w:val="00EF5AB3"/>
    <w:rsid w:val="00EF5EE2"/>
    <w:rsid w:val="00EF6332"/>
    <w:rsid w:val="00EF6A8B"/>
    <w:rsid w:val="00EF6D93"/>
    <w:rsid w:val="00EF7C3D"/>
    <w:rsid w:val="00EF7F08"/>
    <w:rsid w:val="00F0033C"/>
    <w:rsid w:val="00F00BC9"/>
    <w:rsid w:val="00F01BEE"/>
    <w:rsid w:val="00F01C6A"/>
    <w:rsid w:val="00F02544"/>
    <w:rsid w:val="00F02FA0"/>
    <w:rsid w:val="00F0381C"/>
    <w:rsid w:val="00F03C0E"/>
    <w:rsid w:val="00F05565"/>
    <w:rsid w:val="00F06AFC"/>
    <w:rsid w:val="00F07285"/>
    <w:rsid w:val="00F07485"/>
    <w:rsid w:val="00F074C9"/>
    <w:rsid w:val="00F07FF1"/>
    <w:rsid w:val="00F107C1"/>
    <w:rsid w:val="00F1082B"/>
    <w:rsid w:val="00F10F71"/>
    <w:rsid w:val="00F110F0"/>
    <w:rsid w:val="00F11741"/>
    <w:rsid w:val="00F11A42"/>
    <w:rsid w:val="00F12140"/>
    <w:rsid w:val="00F12C27"/>
    <w:rsid w:val="00F12D6D"/>
    <w:rsid w:val="00F131DE"/>
    <w:rsid w:val="00F13B7B"/>
    <w:rsid w:val="00F13BE2"/>
    <w:rsid w:val="00F13C3F"/>
    <w:rsid w:val="00F13D5E"/>
    <w:rsid w:val="00F145C3"/>
    <w:rsid w:val="00F14AB5"/>
    <w:rsid w:val="00F14C41"/>
    <w:rsid w:val="00F150C1"/>
    <w:rsid w:val="00F152A8"/>
    <w:rsid w:val="00F15E34"/>
    <w:rsid w:val="00F17201"/>
    <w:rsid w:val="00F20614"/>
    <w:rsid w:val="00F2121A"/>
    <w:rsid w:val="00F21691"/>
    <w:rsid w:val="00F227E0"/>
    <w:rsid w:val="00F23657"/>
    <w:rsid w:val="00F23C6C"/>
    <w:rsid w:val="00F23F61"/>
    <w:rsid w:val="00F24F6F"/>
    <w:rsid w:val="00F25969"/>
    <w:rsid w:val="00F25A88"/>
    <w:rsid w:val="00F26D78"/>
    <w:rsid w:val="00F26E4F"/>
    <w:rsid w:val="00F26F72"/>
    <w:rsid w:val="00F277F8"/>
    <w:rsid w:val="00F27A8A"/>
    <w:rsid w:val="00F27ED3"/>
    <w:rsid w:val="00F3080A"/>
    <w:rsid w:val="00F30968"/>
    <w:rsid w:val="00F317C7"/>
    <w:rsid w:val="00F3228B"/>
    <w:rsid w:val="00F32EFC"/>
    <w:rsid w:val="00F33109"/>
    <w:rsid w:val="00F333D1"/>
    <w:rsid w:val="00F33985"/>
    <w:rsid w:val="00F33B80"/>
    <w:rsid w:val="00F34484"/>
    <w:rsid w:val="00F348FA"/>
    <w:rsid w:val="00F353B5"/>
    <w:rsid w:val="00F357D2"/>
    <w:rsid w:val="00F36114"/>
    <w:rsid w:val="00F36B1E"/>
    <w:rsid w:val="00F3725F"/>
    <w:rsid w:val="00F40130"/>
    <w:rsid w:val="00F402AF"/>
    <w:rsid w:val="00F4106D"/>
    <w:rsid w:val="00F411C4"/>
    <w:rsid w:val="00F4262D"/>
    <w:rsid w:val="00F4338C"/>
    <w:rsid w:val="00F434DD"/>
    <w:rsid w:val="00F4368B"/>
    <w:rsid w:val="00F43D35"/>
    <w:rsid w:val="00F43FBD"/>
    <w:rsid w:val="00F44842"/>
    <w:rsid w:val="00F44AF6"/>
    <w:rsid w:val="00F451E3"/>
    <w:rsid w:val="00F465E0"/>
    <w:rsid w:val="00F46C10"/>
    <w:rsid w:val="00F47E93"/>
    <w:rsid w:val="00F50AEF"/>
    <w:rsid w:val="00F51006"/>
    <w:rsid w:val="00F513D6"/>
    <w:rsid w:val="00F51626"/>
    <w:rsid w:val="00F51B18"/>
    <w:rsid w:val="00F52564"/>
    <w:rsid w:val="00F53E5E"/>
    <w:rsid w:val="00F54E79"/>
    <w:rsid w:val="00F54ECE"/>
    <w:rsid w:val="00F55A27"/>
    <w:rsid w:val="00F55D23"/>
    <w:rsid w:val="00F563B2"/>
    <w:rsid w:val="00F5741D"/>
    <w:rsid w:val="00F57754"/>
    <w:rsid w:val="00F57939"/>
    <w:rsid w:val="00F57ECE"/>
    <w:rsid w:val="00F6032A"/>
    <w:rsid w:val="00F6166A"/>
    <w:rsid w:val="00F6192C"/>
    <w:rsid w:val="00F61EA5"/>
    <w:rsid w:val="00F623F7"/>
    <w:rsid w:val="00F62503"/>
    <w:rsid w:val="00F62944"/>
    <w:rsid w:val="00F633AE"/>
    <w:rsid w:val="00F639FA"/>
    <w:rsid w:val="00F63ADB"/>
    <w:rsid w:val="00F63B84"/>
    <w:rsid w:val="00F63CAB"/>
    <w:rsid w:val="00F63E28"/>
    <w:rsid w:val="00F648B5"/>
    <w:rsid w:val="00F64F11"/>
    <w:rsid w:val="00F65F29"/>
    <w:rsid w:val="00F66EFD"/>
    <w:rsid w:val="00F67312"/>
    <w:rsid w:val="00F676FE"/>
    <w:rsid w:val="00F67BC8"/>
    <w:rsid w:val="00F67EEA"/>
    <w:rsid w:val="00F70A35"/>
    <w:rsid w:val="00F70AC4"/>
    <w:rsid w:val="00F7186F"/>
    <w:rsid w:val="00F71B0F"/>
    <w:rsid w:val="00F72C13"/>
    <w:rsid w:val="00F72F2D"/>
    <w:rsid w:val="00F72FC5"/>
    <w:rsid w:val="00F74061"/>
    <w:rsid w:val="00F74375"/>
    <w:rsid w:val="00F7444F"/>
    <w:rsid w:val="00F74823"/>
    <w:rsid w:val="00F75C20"/>
    <w:rsid w:val="00F76567"/>
    <w:rsid w:val="00F76804"/>
    <w:rsid w:val="00F76B86"/>
    <w:rsid w:val="00F77FCB"/>
    <w:rsid w:val="00F813D8"/>
    <w:rsid w:val="00F82499"/>
    <w:rsid w:val="00F8292F"/>
    <w:rsid w:val="00F82B00"/>
    <w:rsid w:val="00F8308C"/>
    <w:rsid w:val="00F8354C"/>
    <w:rsid w:val="00F8390A"/>
    <w:rsid w:val="00F83949"/>
    <w:rsid w:val="00F839F4"/>
    <w:rsid w:val="00F8414B"/>
    <w:rsid w:val="00F85A54"/>
    <w:rsid w:val="00F85D74"/>
    <w:rsid w:val="00F860A2"/>
    <w:rsid w:val="00F8613E"/>
    <w:rsid w:val="00F8681C"/>
    <w:rsid w:val="00F87D40"/>
    <w:rsid w:val="00F90483"/>
    <w:rsid w:val="00F90B3A"/>
    <w:rsid w:val="00F90FF0"/>
    <w:rsid w:val="00F91D67"/>
    <w:rsid w:val="00F9255C"/>
    <w:rsid w:val="00F9268A"/>
    <w:rsid w:val="00F92BE3"/>
    <w:rsid w:val="00F9319C"/>
    <w:rsid w:val="00F9539C"/>
    <w:rsid w:val="00F955B1"/>
    <w:rsid w:val="00F96184"/>
    <w:rsid w:val="00F96EF2"/>
    <w:rsid w:val="00F97884"/>
    <w:rsid w:val="00F97C83"/>
    <w:rsid w:val="00F97F2B"/>
    <w:rsid w:val="00FA1765"/>
    <w:rsid w:val="00FA2059"/>
    <w:rsid w:val="00FA26A3"/>
    <w:rsid w:val="00FA284F"/>
    <w:rsid w:val="00FA3BCC"/>
    <w:rsid w:val="00FA4210"/>
    <w:rsid w:val="00FA629E"/>
    <w:rsid w:val="00FA6359"/>
    <w:rsid w:val="00FA6745"/>
    <w:rsid w:val="00FA6919"/>
    <w:rsid w:val="00FA79C3"/>
    <w:rsid w:val="00FB0099"/>
    <w:rsid w:val="00FB0BDC"/>
    <w:rsid w:val="00FB120B"/>
    <w:rsid w:val="00FB1841"/>
    <w:rsid w:val="00FB1FC0"/>
    <w:rsid w:val="00FB23D5"/>
    <w:rsid w:val="00FB2945"/>
    <w:rsid w:val="00FB3BDD"/>
    <w:rsid w:val="00FB622A"/>
    <w:rsid w:val="00FB625F"/>
    <w:rsid w:val="00FB710E"/>
    <w:rsid w:val="00FB71C7"/>
    <w:rsid w:val="00FC019F"/>
    <w:rsid w:val="00FC0A4F"/>
    <w:rsid w:val="00FC0CF7"/>
    <w:rsid w:val="00FC1971"/>
    <w:rsid w:val="00FC2A7D"/>
    <w:rsid w:val="00FC32B1"/>
    <w:rsid w:val="00FC35CC"/>
    <w:rsid w:val="00FC3703"/>
    <w:rsid w:val="00FC4110"/>
    <w:rsid w:val="00FC4BBB"/>
    <w:rsid w:val="00FC4CA8"/>
    <w:rsid w:val="00FC528D"/>
    <w:rsid w:val="00FC56BD"/>
    <w:rsid w:val="00FC5B41"/>
    <w:rsid w:val="00FC5BB8"/>
    <w:rsid w:val="00FC626C"/>
    <w:rsid w:val="00FC62CD"/>
    <w:rsid w:val="00FC6F77"/>
    <w:rsid w:val="00FD00B0"/>
    <w:rsid w:val="00FD034B"/>
    <w:rsid w:val="00FD091B"/>
    <w:rsid w:val="00FD0974"/>
    <w:rsid w:val="00FD1468"/>
    <w:rsid w:val="00FD1ADD"/>
    <w:rsid w:val="00FD1BB8"/>
    <w:rsid w:val="00FD203A"/>
    <w:rsid w:val="00FD22AE"/>
    <w:rsid w:val="00FD261C"/>
    <w:rsid w:val="00FD2AF9"/>
    <w:rsid w:val="00FD2FD4"/>
    <w:rsid w:val="00FD44AB"/>
    <w:rsid w:val="00FD5248"/>
    <w:rsid w:val="00FD556A"/>
    <w:rsid w:val="00FD55D1"/>
    <w:rsid w:val="00FD667D"/>
    <w:rsid w:val="00FD745F"/>
    <w:rsid w:val="00FE0958"/>
    <w:rsid w:val="00FE1605"/>
    <w:rsid w:val="00FE1D33"/>
    <w:rsid w:val="00FE2797"/>
    <w:rsid w:val="00FE2B20"/>
    <w:rsid w:val="00FE339B"/>
    <w:rsid w:val="00FE3CF0"/>
    <w:rsid w:val="00FE41B8"/>
    <w:rsid w:val="00FE4F34"/>
    <w:rsid w:val="00FE5E0E"/>
    <w:rsid w:val="00FE6B57"/>
    <w:rsid w:val="00FE7CC3"/>
    <w:rsid w:val="00FE7F16"/>
    <w:rsid w:val="00FF0695"/>
    <w:rsid w:val="00FF1C54"/>
    <w:rsid w:val="00FF1E35"/>
    <w:rsid w:val="00FF21BF"/>
    <w:rsid w:val="00FF2467"/>
    <w:rsid w:val="00FF2F3A"/>
    <w:rsid w:val="00FF2F42"/>
    <w:rsid w:val="00FF341E"/>
    <w:rsid w:val="00FF43C2"/>
    <w:rsid w:val="00FF5698"/>
    <w:rsid w:val="00FF59F5"/>
    <w:rsid w:val="00FF6288"/>
    <w:rsid w:val="00FF653D"/>
    <w:rsid w:val="00FF6E53"/>
    <w:rsid w:val="00FF770E"/>
    <w:rsid w:val="00FF7857"/>
    <w:rsid w:val="00FF78F8"/>
    <w:rsid w:val="00FF7EB6"/>
    <w:rsid w:val="00FF7F2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BB1B7F"/>
  <w15:docId w15:val="{F7AB6B8E-7FCA-4DA4-8378-C321B28C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3BC"/>
  </w:style>
  <w:style w:type="paragraph" w:styleId="Heading1">
    <w:name w:val="heading 1"/>
    <w:basedOn w:val="Normal"/>
    <w:next w:val="Normal"/>
    <w:link w:val="Heading1Char"/>
    <w:uiPriority w:val="9"/>
    <w:qFormat/>
    <w:rsid w:val="000432AF"/>
    <w:pPr>
      <w:keepNext/>
      <w:keepLines/>
      <w:numPr>
        <w:numId w:val="7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2452"/>
    <w:pPr>
      <w:keepNext/>
      <w:keepLines/>
      <w:numPr>
        <w:ilvl w:val="1"/>
        <w:numId w:val="7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aliases w:val="عنوان قسمت فرعي زيربخش"/>
    <w:basedOn w:val="Normal"/>
    <w:next w:val="Normal"/>
    <w:link w:val="Heading3Char"/>
    <w:qFormat/>
    <w:rsid w:val="000B451A"/>
    <w:pPr>
      <w:keepNext/>
      <w:numPr>
        <w:ilvl w:val="2"/>
        <w:numId w:val="7"/>
      </w:numPr>
      <w:bidi/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  <w:style w:type="paragraph" w:styleId="Heading4">
    <w:name w:val="heading 4"/>
    <w:basedOn w:val="Normal"/>
    <w:next w:val="Normal"/>
    <w:link w:val="Heading4Char"/>
    <w:qFormat/>
    <w:rsid w:val="000B451A"/>
    <w:pPr>
      <w:keepNext/>
      <w:numPr>
        <w:ilvl w:val="3"/>
        <w:numId w:val="7"/>
      </w:numPr>
      <w:bidi/>
      <w:spacing w:before="240" w:after="60" w:line="276" w:lineRule="auto"/>
      <w:jc w:val="left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F90"/>
    <w:pPr>
      <w:keepNext/>
      <w:keepLines/>
      <w:numPr>
        <w:ilvl w:val="4"/>
        <w:numId w:val="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C92C79"/>
    <w:pPr>
      <w:numPr>
        <w:ilvl w:val="5"/>
        <w:numId w:val="7"/>
      </w:numPr>
      <w:bidi/>
      <w:spacing w:before="240" w:after="60" w:line="276" w:lineRule="auto"/>
      <w:jc w:val="left"/>
      <w:outlineLvl w:val="5"/>
    </w:pPr>
    <w:rPr>
      <w:rFonts w:ascii="Calibri" w:eastAsia="Times New Roman" w:hAnsi="Calibri" w:cs="Arial"/>
      <w:b/>
      <w:bCs/>
      <w:lang w:bidi="fa-IR"/>
    </w:rPr>
  </w:style>
  <w:style w:type="paragraph" w:styleId="Heading7">
    <w:name w:val="heading 7"/>
    <w:basedOn w:val="Normal"/>
    <w:next w:val="Normal"/>
    <w:link w:val="Heading7Char"/>
    <w:qFormat/>
    <w:rsid w:val="000B451A"/>
    <w:pPr>
      <w:numPr>
        <w:ilvl w:val="6"/>
        <w:numId w:val="7"/>
      </w:numPr>
      <w:bidi/>
      <w:spacing w:before="240" w:after="60" w:line="276" w:lineRule="auto"/>
      <w:jc w:val="left"/>
      <w:outlineLvl w:val="6"/>
    </w:pPr>
    <w:rPr>
      <w:rFonts w:ascii="Calibri" w:eastAsia="Times New Roman" w:hAnsi="Calibri" w:cs="Arial"/>
      <w:sz w:val="24"/>
      <w:szCs w:val="24"/>
      <w:lang w:bidi="fa-I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2F90"/>
    <w:pPr>
      <w:keepNext/>
      <w:keepLines/>
      <w:numPr>
        <w:ilvl w:val="7"/>
        <w:numId w:val="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B451A"/>
    <w:pPr>
      <w:numPr>
        <w:ilvl w:val="8"/>
        <w:numId w:val="7"/>
      </w:numPr>
      <w:bidi/>
      <w:spacing w:before="240" w:after="60" w:line="276" w:lineRule="auto"/>
      <w:jc w:val="left"/>
      <w:outlineLvl w:val="8"/>
    </w:pPr>
    <w:rPr>
      <w:rFonts w:ascii="Cambria" w:eastAsia="Times New Roman" w:hAnsi="Cambria" w:cs="Times New Roman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6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663"/>
    <w:rPr>
      <w:rFonts w:ascii="Tahoma" w:hAnsi="Tahoma" w:cs="Tahoma"/>
      <w:sz w:val="16"/>
      <w:szCs w:val="16"/>
    </w:rPr>
  </w:style>
  <w:style w:type="character" w:customStyle="1" w:styleId="Heading3Char">
    <w:name w:val="Heading 3 Char"/>
    <w:aliases w:val="عنوان قسمت فرعي زيربخش Char"/>
    <w:basedOn w:val="DefaultParagraphFont"/>
    <w:link w:val="Heading3"/>
    <w:rsid w:val="000B451A"/>
    <w:rPr>
      <w:rFonts w:ascii="Cambria" w:eastAsia="Times New Roman" w:hAnsi="Cambria" w:cs="Times New Roman"/>
      <w:b/>
      <w:bCs/>
      <w:sz w:val="26"/>
      <w:szCs w:val="26"/>
      <w:lang w:bidi="fa-IR"/>
    </w:rPr>
  </w:style>
  <w:style w:type="character" w:customStyle="1" w:styleId="Heading4Char">
    <w:name w:val="Heading 4 Char"/>
    <w:basedOn w:val="DefaultParagraphFont"/>
    <w:link w:val="Heading4"/>
    <w:rsid w:val="000B451A"/>
    <w:rPr>
      <w:rFonts w:ascii="Calibri" w:eastAsia="Times New Roman" w:hAnsi="Calibri" w:cs="Arial"/>
      <w:b/>
      <w:bCs/>
      <w:sz w:val="28"/>
      <w:szCs w:val="28"/>
      <w:lang w:bidi="fa-IR"/>
    </w:rPr>
  </w:style>
  <w:style w:type="character" w:customStyle="1" w:styleId="Heading7Char">
    <w:name w:val="Heading 7 Char"/>
    <w:basedOn w:val="DefaultParagraphFont"/>
    <w:link w:val="Heading7"/>
    <w:rsid w:val="000B451A"/>
    <w:rPr>
      <w:rFonts w:ascii="Calibri" w:eastAsia="Times New Roman" w:hAnsi="Calibri" w:cs="Arial"/>
      <w:sz w:val="24"/>
      <w:szCs w:val="24"/>
      <w:lang w:bidi="fa-IR"/>
    </w:rPr>
  </w:style>
  <w:style w:type="character" w:customStyle="1" w:styleId="Heading9Char">
    <w:name w:val="Heading 9 Char"/>
    <w:basedOn w:val="DefaultParagraphFont"/>
    <w:link w:val="Heading9"/>
    <w:rsid w:val="000B451A"/>
    <w:rPr>
      <w:rFonts w:ascii="Cambria" w:eastAsia="Times New Roman" w:hAnsi="Cambria" w:cs="Times New Roman"/>
      <w:lang w:bidi="fa-IR"/>
    </w:rPr>
  </w:style>
  <w:style w:type="character" w:customStyle="1" w:styleId="Heading6Char">
    <w:name w:val="Heading 6 Char"/>
    <w:basedOn w:val="DefaultParagraphFont"/>
    <w:link w:val="Heading6"/>
    <w:rsid w:val="00C92C79"/>
    <w:rPr>
      <w:rFonts w:ascii="Calibri" w:eastAsia="Times New Roman" w:hAnsi="Calibri" w:cs="Arial"/>
      <w:b/>
      <w:bCs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034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343F"/>
  </w:style>
  <w:style w:type="paragraph" w:styleId="Footer">
    <w:name w:val="footer"/>
    <w:basedOn w:val="Normal"/>
    <w:link w:val="FooterChar"/>
    <w:uiPriority w:val="99"/>
    <w:unhideWhenUsed/>
    <w:rsid w:val="008034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343F"/>
  </w:style>
  <w:style w:type="paragraph" w:styleId="FootnoteText">
    <w:name w:val="footnote text"/>
    <w:basedOn w:val="Normal"/>
    <w:link w:val="FootnoteTextChar"/>
    <w:uiPriority w:val="99"/>
    <w:semiHidden/>
    <w:unhideWhenUsed/>
    <w:rsid w:val="00BE3E3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3E3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3E37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76D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0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C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C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C8F"/>
    <w:rPr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6612F"/>
    <w:pPr>
      <w:bidi/>
      <w:spacing w:after="120" w:line="276" w:lineRule="auto"/>
      <w:ind w:left="283"/>
      <w:jc w:val="left"/>
    </w:pPr>
    <w:rPr>
      <w:rFonts w:ascii="Calibri" w:eastAsia="Calibri" w:hAnsi="Calibri" w:cs="Arial"/>
      <w:sz w:val="16"/>
      <w:szCs w:val="16"/>
      <w:lang w:bidi="fa-I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6612F"/>
    <w:rPr>
      <w:rFonts w:ascii="Calibri" w:eastAsia="Calibri" w:hAnsi="Calibri" w:cs="Arial"/>
      <w:sz w:val="16"/>
      <w:szCs w:val="16"/>
      <w:lang w:bidi="fa-IR"/>
    </w:rPr>
  </w:style>
  <w:style w:type="paragraph" w:styleId="NormalWeb">
    <w:name w:val="Normal (Web)"/>
    <w:basedOn w:val="Normal"/>
    <w:uiPriority w:val="99"/>
    <w:semiHidden/>
    <w:unhideWhenUsed/>
    <w:rsid w:val="00BF4B2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bidi="fa-IR"/>
    </w:rPr>
  </w:style>
  <w:style w:type="table" w:styleId="TableGrid">
    <w:name w:val="Table Grid"/>
    <w:basedOn w:val="TableNormal"/>
    <w:uiPriority w:val="39"/>
    <w:rsid w:val="00173E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nhideWhenUsed/>
    <w:rsid w:val="00C20F20"/>
    <w:pPr>
      <w:bidi/>
      <w:spacing w:after="120" w:line="276" w:lineRule="auto"/>
      <w:jc w:val="left"/>
    </w:pPr>
    <w:rPr>
      <w:rFonts w:ascii="Calibri" w:eastAsia="Calibri" w:hAnsi="Calibri" w:cs="Arial"/>
      <w:lang w:bidi="fa-IR"/>
    </w:rPr>
  </w:style>
  <w:style w:type="character" w:customStyle="1" w:styleId="BodyTextChar">
    <w:name w:val="Body Text Char"/>
    <w:basedOn w:val="DefaultParagraphFont"/>
    <w:link w:val="BodyText"/>
    <w:rsid w:val="00C20F20"/>
    <w:rPr>
      <w:rFonts w:ascii="Calibri" w:eastAsia="Calibri" w:hAnsi="Calibri" w:cs="Arial"/>
      <w:lang w:bidi="fa-IR"/>
    </w:rPr>
  </w:style>
  <w:style w:type="character" w:styleId="Emphasis">
    <w:name w:val="Emphasis"/>
    <w:basedOn w:val="DefaultParagraphFont"/>
    <w:uiPriority w:val="20"/>
    <w:qFormat/>
    <w:rsid w:val="00C20F20"/>
    <w:rPr>
      <w:i/>
      <w:iCs/>
    </w:rPr>
  </w:style>
  <w:style w:type="character" w:customStyle="1" w:styleId="apple-converted-space">
    <w:name w:val="apple-converted-space"/>
    <w:basedOn w:val="DefaultParagraphFont"/>
    <w:rsid w:val="00C20F20"/>
  </w:style>
  <w:style w:type="paragraph" w:customStyle="1" w:styleId="a">
    <w:name w:val="عنوان تک شماره‌ای"/>
    <w:basedOn w:val="Normal"/>
    <w:qFormat/>
    <w:rsid w:val="00DD3F8C"/>
    <w:pPr>
      <w:keepNext/>
      <w:numPr>
        <w:numId w:val="3"/>
      </w:numPr>
      <w:bidi/>
      <w:spacing w:before="240" w:after="60" w:line="288" w:lineRule="auto"/>
      <w:jc w:val="both"/>
    </w:pPr>
    <w:rPr>
      <w:rFonts w:ascii="Times New Roman Bold" w:hAnsi="Times New Roman Bold" w:cs="B Nazanin"/>
      <w:b/>
      <w:bCs/>
      <w:sz w:val="28"/>
      <w:szCs w:val="32"/>
      <w:lang w:bidi="fa-IR"/>
    </w:rPr>
  </w:style>
  <w:style w:type="paragraph" w:customStyle="1" w:styleId="a0">
    <w:name w:val="عنوان دو شماره‌ای"/>
    <w:basedOn w:val="a"/>
    <w:qFormat/>
    <w:rsid w:val="00DD3F8C"/>
    <w:pPr>
      <w:numPr>
        <w:ilvl w:val="1"/>
      </w:numPr>
      <w:spacing w:before="200"/>
    </w:pPr>
    <w:rPr>
      <w:sz w:val="26"/>
      <w:szCs w:val="30"/>
    </w:rPr>
  </w:style>
  <w:style w:type="paragraph" w:customStyle="1" w:styleId="a1">
    <w:name w:val="عنوان سه شماره‌ای"/>
    <w:basedOn w:val="a0"/>
    <w:qFormat/>
    <w:rsid w:val="00DD3F8C"/>
    <w:pPr>
      <w:numPr>
        <w:ilvl w:val="2"/>
      </w:numPr>
      <w:spacing w:before="120"/>
    </w:pPr>
    <w:rPr>
      <w:sz w:val="24"/>
      <w:szCs w:val="28"/>
    </w:rPr>
  </w:style>
  <w:style w:type="paragraph" w:customStyle="1" w:styleId="a2">
    <w:name w:val="متن"/>
    <w:basedOn w:val="Normal"/>
    <w:qFormat/>
    <w:rsid w:val="007E0BA1"/>
    <w:pPr>
      <w:bidi/>
      <w:spacing w:before="160" w:after="160" w:line="264" w:lineRule="auto"/>
      <w:jc w:val="both"/>
    </w:pPr>
    <w:rPr>
      <w:rFonts w:ascii="Times New Roman" w:eastAsia="Times New Roman" w:hAnsi="Times New Roman" w:cs="B Lotus"/>
      <w:sz w:val="24"/>
      <w:szCs w:val="28"/>
      <w:lang w:val="en-GB"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0432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432AF"/>
    <w:pPr>
      <w:spacing w:line="276" w:lineRule="auto"/>
      <w:jc w:val="left"/>
      <w:outlineLvl w:val="9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C3FDE"/>
    <w:pPr>
      <w:tabs>
        <w:tab w:val="right" w:leader="dot" w:pos="8494"/>
      </w:tabs>
      <w:bidi/>
      <w:spacing w:after="100"/>
      <w:ind w:left="-1"/>
      <w:jc w:val="left"/>
    </w:pPr>
  </w:style>
  <w:style w:type="character" w:styleId="Hyperlink">
    <w:name w:val="Hyperlink"/>
    <w:basedOn w:val="DefaultParagraphFont"/>
    <w:uiPriority w:val="99"/>
    <w:unhideWhenUsed/>
    <w:rsid w:val="000432A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24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A2452"/>
    <w:pPr>
      <w:tabs>
        <w:tab w:val="right" w:leader="dot" w:pos="8494"/>
      </w:tabs>
      <w:bidi/>
      <w:spacing w:after="100"/>
      <w:ind w:left="-1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A2452"/>
    <w:pPr>
      <w:spacing w:after="100"/>
    </w:pPr>
  </w:style>
  <w:style w:type="paragraph" w:styleId="Caption">
    <w:name w:val="caption"/>
    <w:basedOn w:val="Normal"/>
    <w:next w:val="Normal"/>
    <w:uiPriority w:val="35"/>
    <w:unhideWhenUsed/>
    <w:qFormat/>
    <w:rsid w:val="00F55A27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Heading4"/>
    <w:link w:val="Style1Char"/>
    <w:qFormat/>
    <w:rsid w:val="009263BC"/>
    <w:pPr>
      <w:bidi w:val="0"/>
      <w:jc w:val="center"/>
    </w:pPr>
    <w:rPr>
      <w:rFonts w:cs="B Nazanin"/>
      <w:szCs w:val="32"/>
    </w:rPr>
  </w:style>
  <w:style w:type="paragraph" w:customStyle="1" w:styleId="Style2">
    <w:name w:val="Style2"/>
    <w:basedOn w:val="ListParagraph"/>
    <w:link w:val="Style2Char"/>
    <w:qFormat/>
    <w:rsid w:val="00132F90"/>
    <w:pPr>
      <w:spacing w:line="360" w:lineRule="auto"/>
      <w:jc w:val="center"/>
    </w:pPr>
    <w:rPr>
      <w:rFonts w:ascii="Times New Roman" w:hAnsi="Times New Roman" w:cs="B Nazanin"/>
      <w:b/>
      <w:bCs/>
      <w:sz w:val="32"/>
      <w:szCs w:val="32"/>
      <w:lang w:bidi="fa-IR"/>
    </w:rPr>
  </w:style>
  <w:style w:type="character" w:customStyle="1" w:styleId="Style1Char">
    <w:name w:val="Style1 Char"/>
    <w:basedOn w:val="Heading4Char"/>
    <w:link w:val="Style1"/>
    <w:rsid w:val="009263BC"/>
    <w:rPr>
      <w:rFonts w:ascii="Calibri" w:eastAsia="Times New Roman" w:hAnsi="Calibri" w:cs="B Nazanin"/>
      <w:b/>
      <w:bCs/>
      <w:sz w:val="28"/>
      <w:szCs w:val="32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F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32F90"/>
  </w:style>
  <w:style w:type="character" w:customStyle="1" w:styleId="Style2Char">
    <w:name w:val="Style2 Char"/>
    <w:basedOn w:val="ListParagraphChar"/>
    <w:link w:val="Style2"/>
    <w:rsid w:val="00132F90"/>
    <w:rPr>
      <w:rFonts w:ascii="Times New Roman" w:hAnsi="Times New Roman" w:cs="B Nazanin"/>
      <w:b/>
      <w:bCs/>
      <w:sz w:val="32"/>
      <w:szCs w:val="32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2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54C6B"/>
    <w:rPr>
      <w:color w:val="808080"/>
    </w:rPr>
  </w:style>
  <w:style w:type="character" w:customStyle="1" w:styleId="Style3">
    <w:name w:val="Style3"/>
    <w:basedOn w:val="DefaultParagraphFont"/>
    <w:uiPriority w:val="1"/>
    <w:rsid w:val="00621131"/>
    <w:rPr>
      <w:rFonts w:ascii="Times New Roman Bold" w:hAnsi="Times New Roman Bold"/>
      <w:b/>
      <w:caps/>
      <w:smallCaps w:val="0"/>
      <w:strike w:val="0"/>
      <w:dstrike w:val="0"/>
      <w:vanish w:val="0"/>
      <w:sz w:val="36"/>
      <w:vertAlign w:val="baseline"/>
    </w:rPr>
  </w:style>
  <w:style w:type="character" w:customStyle="1" w:styleId="Style4">
    <w:name w:val="Style4"/>
    <w:basedOn w:val="DefaultParagraphFont"/>
    <w:uiPriority w:val="1"/>
    <w:rsid w:val="007576F4"/>
    <w:rPr>
      <w:rFonts w:cs="B Nazanin"/>
      <w:bCs/>
      <w:caps w:val="0"/>
      <w:smallCaps w:val="0"/>
      <w:strike w:val="0"/>
      <w:dstrike w:val="0"/>
      <w:vanish w:val="0"/>
      <w:szCs w:val="32"/>
      <w:vertAlign w:val="baseline"/>
    </w:rPr>
  </w:style>
  <w:style w:type="character" w:customStyle="1" w:styleId="Style5">
    <w:name w:val="Style5"/>
    <w:basedOn w:val="DefaultParagraphFont"/>
    <w:uiPriority w:val="1"/>
    <w:rsid w:val="00BC086C"/>
    <w:rPr>
      <w:rFonts w:cs="B Nazanin"/>
      <w:bCs/>
      <w:caps w:val="0"/>
      <w:smallCaps w:val="0"/>
      <w:strike w:val="0"/>
      <w:dstrike w:val="0"/>
      <w:vanish w:val="0"/>
      <w:szCs w:val="24"/>
      <w:vertAlign w:val="baseline"/>
    </w:rPr>
  </w:style>
  <w:style w:type="character" w:customStyle="1" w:styleId="Style6">
    <w:name w:val="Style6"/>
    <w:basedOn w:val="DefaultParagraphFont"/>
    <w:uiPriority w:val="1"/>
    <w:rsid w:val="00BC086C"/>
    <w:rPr>
      <w:szCs w:val="26"/>
    </w:rPr>
  </w:style>
  <w:style w:type="character" w:customStyle="1" w:styleId="Style7">
    <w:name w:val="Style7"/>
    <w:basedOn w:val="DefaultParagraphFont"/>
    <w:uiPriority w:val="1"/>
    <w:rsid w:val="00BC086C"/>
    <w:rPr>
      <w:rFonts w:cs="B Nazanin"/>
      <w:bCs/>
      <w:caps w:val="0"/>
      <w:smallCaps w:val="0"/>
      <w:strike w:val="0"/>
      <w:dstrike w:val="0"/>
      <w:vanish w:val="0"/>
      <w:szCs w:val="26"/>
      <w:vertAlign w:val="baseline"/>
    </w:rPr>
  </w:style>
  <w:style w:type="character" w:customStyle="1" w:styleId="Style8">
    <w:name w:val="Style8"/>
    <w:basedOn w:val="DefaultParagraphFont"/>
    <w:uiPriority w:val="1"/>
    <w:rsid w:val="006C3575"/>
    <w:rPr>
      <w:rFonts w:ascii="Times New Roman" w:hAnsi="Times New Roman"/>
      <w:b w:val="0"/>
      <w:i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1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\Documents\&#1583;&#1575;&#1606;&#1588;&#1705;&#1583;&#1728;%20&#1705;&#1604;&#1740;&#1705;%20&#1608;%20&#1606;&#1578;&#1582;&#1575;&#1576;%20&#1705;&#1606;&#1740;&#1583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15E56306964E5C8CDF9196EACB0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7DF97-A9FC-4342-BA5D-C0F5A1C01864}"/>
      </w:docPartPr>
      <w:docPartBody>
        <w:p w:rsidR="00FB3A37" w:rsidRDefault="000268BC" w:rsidP="000268BC">
          <w:pPr>
            <w:pStyle w:val="5E15E56306964E5C8CDF9196EACB09B31"/>
          </w:pPr>
          <w:r>
            <w:rPr>
              <w:rStyle w:val="PlaceholderText"/>
              <w:rFonts w:cs="B Nazanin" w:hint="cs"/>
              <w:color w:val="808080" w:themeColor="background1" w:themeShade="80"/>
              <w:sz w:val="22"/>
              <w:szCs w:val="22"/>
              <w:shd w:val="clear" w:color="auto" w:fill="D9D9D9" w:themeFill="background1" w:themeFillShade="D9"/>
              <w:rtl/>
            </w:rPr>
            <w:t xml:space="preserve">کلیک و </w:t>
          </w:r>
          <w:r w:rsidRPr="007576F4">
            <w:rPr>
              <w:rStyle w:val="PlaceholderText"/>
              <w:rFonts w:cs="B Nazanin" w:hint="cs"/>
              <w:color w:val="808080" w:themeColor="background1" w:themeShade="80"/>
              <w:sz w:val="22"/>
              <w:szCs w:val="22"/>
              <w:shd w:val="clear" w:color="auto" w:fill="D9D9D9" w:themeFill="background1" w:themeFillShade="D9"/>
              <w:rtl/>
            </w:rPr>
            <w:t>نتخاب کنید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D25C9"/>
    <w:multiLevelType w:val="multilevel"/>
    <w:tmpl w:val="AFBEB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43E10F5BA5C4AD988EDFD1B16A48995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FCA2F5D45FDD472FA22022CE9D14C36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5E15E56306964E5C8CDF9196EACB09B3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62029369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C9F"/>
    <w:rsid w:val="000268BC"/>
    <w:rsid w:val="008C0F9C"/>
    <w:rsid w:val="00982B34"/>
    <w:rsid w:val="00A76C9F"/>
    <w:rsid w:val="00C467F4"/>
    <w:rsid w:val="00E340BC"/>
    <w:rsid w:val="00E670C0"/>
    <w:rsid w:val="00EB4ED8"/>
    <w:rsid w:val="00FB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68BC"/>
    <w:rPr>
      <w:color w:val="808080"/>
    </w:rPr>
  </w:style>
  <w:style w:type="paragraph" w:customStyle="1" w:styleId="5E15E56306964E5C8CDF9196EACB09B3">
    <w:name w:val="5E15E56306964E5C8CDF9196EACB09B3"/>
  </w:style>
  <w:style w:type="paragraph" w:customStyle="1" w:styleId="FCA2F5D45FDD472FA22022CE9D14C364">
    <w:name w:val="FCA2F5D45FDD472FA22022CE9D14C364"/>
  </w:style>
  <w:style w:type="paragraph" w:customStyle="1" w:styleId="CEB7A282E86B4683A1015BB42855AAC7">
    <w:name w:val="CEB7A282E86B4683A1015BB42855AAC7"/>
  </w:style>
  <w:style w:type="paragraph" w:customStyle="1" w:styleId="357F72DB446742969F0C0CD935DC1349">
    <w:name w:val="357F72DB446742969F0C0CD935DC1349"/>
  </w:style>
  <w:style w:type="paragraph" w:customStyle="1" w:styleId="9E1850E67C814A1FBDDADABA04CE89D0">
    <w:name w:val="9E1850E67C814A1FBDDADABA04CE89D0"/>
  </w:style>
  <w:style w:type="paragraph" w:customStyle="1" w:styleId="BA50EE9A6D3A4C0EB62A379D739F54C6">
    <w:name w:val="BA50EE9A6D3A4C0EB62A379D739F54C6"/>
  </w:style>
  <w:style w:type="paragraph" w:customStyle="1" w:styleId="D3BA808E95F94E328AFFCE0573E6FDF0">
    <w:name w:val="D3BA808E95F94E328AFFCE0573E6FDF0"/>
  </w:style>
  <w:style w:type="paragraph" w:customStyle="1" w:styleId="A069AF487F9945719DA24A109188391C">
    <w:name w:val="A069AF487F9945719DA24A109188391C"/>
  </w:style>
  <w:style w:type="paragraph" w:customStyle="1" w:styleId="4AC219059B29419AB46CAFF3B14352ED">
    <w:name w:val="4AC219059B29419AB46CAFF3B14352ED"/>
  </w:style>
  <w:style w:type="paragraph" w:customStyle="1" w:styleId="3CB03E9426874E22980899B5A26F7037">
    <w:name w:val="3CB03E9426874E22980899B5A26F7037"/>
  </w:style>
  <w:style w:type="paragraph" w:customStyle="1" w:styleId="105A55C8D1954238816078AAADF38A4A">
    <w:name w:val="105A55C8D1954238816078AAADF38A4A"/>
  </w:style>
  <w:style w:type="paragraph" w:customStyle="1" w:styleId="15200FA5F8554F918792BA0D3EA1D711">
    <w:name w:val="15200FA5F8554F918792BA0D3EA1D711"/>
  </w:style>
  <w:style w:type="paragraph" w:customStyle="1" w:styleId="7BE7D67A31D54A46900DA24B883B5D10">
    <w:name w:val="7BE7D67A31D54A46900DA24B883B5D10"/>
  </w:style>
  <w:style w:type="paragraph" w:customStyle="1" w:styleId="BFFC27B199C8486EBAE97193A2689156">
    <w:name w:val="BFFC27B199C8486EBAE97193A2689156"/>
  </w:style>
  <w:style w:type="paragraph" w:customStyle="1" w:styleId="1A0BDB2E0C1C498596B0E180E312B59A">
    <w:name w:val="1A0BDB2E0C1C498596B0E180E312B59A"/>
  </w:style>
  <w:style w:type="paragraph" w:customStyle="1" w:styleId="A1EC2F20206148A09231A2786010CFE2">
    <w:name w:val="A1EC2F20206148A09231A2786010CFE2"/>
  </w:style>
  <w:style w:type="paragraph" w:customStyle="1" w:styleId="14587241E9874AEF8C2A244D9E61C9BF">
    <w:name w:val="14587241E9874AEF8C2A244D9E61C9BF"/>
  </w:style>
  <w:style w:type="paragraph" w:customStyle="1" w:styleId="4CAC23085A574C72AB63D9D6FD010CCA">
    <w:name w:val="4CAC23085A574C72AB63D9D6FD010CCA"/>
  </w:style>
  <w:style w:type="paragraph" w:customStyle="1" w:styleId="3D080F0AD1D04D638974B2F631AEAAA3">
    <w:name w:val="3D080F0AD1D04D638974B2F631AEAAA3"/>
  </w:style>
  <w:style w:type="paragraph" w:customStyle="1" w:styleId="6C968E4E92C849C1BA8D6EE7530E6941">
    <w:name w:val="6C968E4E92C849C1BA8D6EE7530E6941"/>
  </w:style>
  <w:style w:type="paragraph" w:customStyle="1" w:styleId="C60BA1A3388B43218A34D48A5EDADC7F">
    <w:name w:val="C60BA1A3388B43218A34D48A5EDADC7F"/>
  </w:style>
  <w:style w:type="paragraph" w:customStyle="1" w:styleId="691B1D50D67940DC8167E2556A463683">
    <w:name w:val="691B1D50D67940DC8167E2556A463683"/>
  </w:style>
  <w:style w:type="paragraph" w:customStyle="1" w:styleId="9A974CD53A2846BE8E64EDB2F5F201C1">
    <w:name w:val="9A974CD53A2846BE8E64EDB2F5F201C1"/>
  </w:style>
  <w:style w:type="paragraph" w:customStyle="1" w:styleId="EC7196AA07C646A7A555138B1388C729">
    <w:name w:val="EC7196AA07C646A7A555138B1388C729"/>
  </w:style>
  <w:style w:type="paragraph" w:customStyle="1" w:styleId="ECD21D9BF406478D963B59587AF87200">
    <w:name w:val="ECD21D9BF406478D963B59587AF87200"/>
  </w:style>
  <w:style w:type="paragraph" w:customStyle="1" w:styleId="DA2D0D468D6E4BB88BE0D4E24F628E3E">
    <w:name w:val="DA2D0D468D6E4BB88BE0D4E24F628E3E"/>
  </w:style>
  <w:style w:type="paragraph" w:customStyle="1" w:styleId="39302C0A61374A549AE7C229090E59AB">
    <w:name w:val="39302C0A61374A549AE7C229090E59AB"/>
  </w:style>
  <w:style w:type="paragraph" w:customStyle="1" w:styleId="26124756293B493DB80F90484E9C9612">
    <w:name w:val="26124756293B493DB80F90484E9C9612"/>
  </w:style>
  <w:style w:type="paragraph" w:customStyle="1" w:styleId="D5597733C1ED4D6996935361A6FDA6D6">
    <w:name w:val="D5597733C1ED4D6996935361A6FDA6D6"/>
  </w:style>
  <w:style w:type="paragraph" w:customStyle="1" w:styleId="B47E0FAC3F9E4D5288FEB83E551A0F94">
    <w:name w:val="B47E0FAC3F9E4D5288FEB83E551A0F94"/>
  </w:style>
  <w:style w:type="paragraph" w:customStyle="1" w:styleId="186D1B31B9BB449996AC177493AEB47B">
    <w:name w:val="186D1B31B9BB449996AC177493AEB47B"/>
  </w:style>
  <w:style w:type="paragraph" w:customStyle="1" w:styleId="A32C7481BBF94A5EA07540709A0A7E84">
    <w:name w:val="A32C7481BBF94A5EA07540709A0A7E84"/>
  </w:style>
  <w:style w:type="paragraph" w:customStyle="1" w:styleId="3449BB2FB9184E2BBD497C37604B3D95">
    <w:name w:val="3449BB2FB9184E2BBD497C37604B3D95"/>
  </w:style>
  <w:style w:type="paragraph" w:customStyle="1" w:styleId="B6A5024522F84D8D904DCC3DFA1A8B4C">
    <w:name w:val="B6A5024522F84D8D904DCC3DFA1A8B4C"/>
  </w:style>
  <w:style w:type="paragraph" w:customStyle="1" w:styleId="7C39E6271E0A4A298003788F025358B5">
    <w:name w:val="7C39E6271E0A4A298003788F025358B5"/>
  </w:style>
  <w:style w:type="paragraph" w:customStyle="1" w:styleId="B82EBEE1AE604811B5CAC67C1F3DAC31">
    <w:name w:val="B82EBEE1AE604811B5CAC67C1F3DAC31"/>
  </w:style>
  <w:style w:type="paragraph" w:customStyle="1" w:styleId="68A3A488CFAD42FB8043E6C7A1D95944">
    <w:name w:val="68A3A488CFAD42FB8043E6C7A1D95944"/>
  </w:style>
  <w:style w:type="paragraph" w:customStyle="1" w:styleId="04676871ACE349ACBE96FB91E8A78794">
    <w:name w:val="04676871ACE349ACBE96FB91E8A78794"/>
  </w:style>
  <w:style w:type="paragraph" w:customStyle="1" w:styleId="9393D909A9DA452290335EEAA5D9958E">
    <w:name w:val="9393D909A9DA452290335EEAA5D9958E"/>
  </w:style>
  <w:style w:type="paragraph" w:customStyle="1" w:styleId="E62DD242222D4583A6503059128F0F09">
    <w:name w:val="E62DD242222D4583A6503059128F0F09"/>
  </w:style>
  <w:style w:type="paragraph" w:customStyle="1" w:styleId="19BF9A1D7EB349C698FFC874A2F161F5">
    <w:name w:val="19BF9A1D7EB349C698FFC874A2F161F5"/>
  </w:style>
  <w:style w:type="paragraph" w:customStyle="1" w:styleId="0AB3D0150FB54D0396BF4C143F599101">
    <w:name w:val="0AB3D0150FB54D0396BF4C143F599101"/>
  </w:style>
  <w:style w:type="paragraph" w:customStyle="1" w:styleId="B06E52441B2346CCB5CF04F981BECEBA">
    <w:name w:val="B06E52441B2346CCB5CF04F981BECEBA"/>
  </w:style>
  <w:style w:type="paragraph" w:customStyle="1" w:styleId="E71351DFC8D14003A4D0607A05C701A5">
    <w:name w:val="E71351DFC8D14003A4D0607A05C701A5"/>
  </w:style>
  <w:style w:type="paragraph" w:customStyle="1" w:styleId="E1D68F1FEAC643BE86887827B775DA3F">
    <w:name w:val="E1D68F1FEAC643BE86887827B775DA3F"/>
  </w:style>
  <w:style w:type="paragraph" w:customStyle="1" w:styleId="E7B061E9F3F6478780C042677C39C3F9">
    <w:name w:val="E7B061E9F3F6478780C042677C39C3F9"/>
  </w:style>
  <w:style w:type="paragraph" w:customStyle="1" w:styleId="4F760012DADC44429136BC705B3D2CEC">
    <w:name w:val="4F760012DADC44429136BC705B3D2CEC"/>
  </w:style>
  <w:style w:type="paragraph" w:customStyle="1" w:styleId="263B31078C4F45C1A3055AB74733B444">
    <w:name w:val="263B31078C4F45C1A3055AB74733B444"/>
  </w:style>
  <w:style w:type="paragraph" w:customStyle="1" w:styleId="4CC1EE733BA04FE3BF3685A0E8ECBBF8">
    <w:name w:val="4CC1EE733BA04FE3BF3685A0E8ECBBF8"/>
  </w:style>
  <w:style w:type="paragraph" w:customStyle="1" w:styleId="01559EFAEE3C4A0D85579B848C13A89C">
    <w:name w:val="01559EFAEE3C4A0D85579B848C13A89C"/>
  </w:style>
  <w:style w:type="paragraph" w:customStyle="1" w:styleId="1DAE351B98F44CBCACB333585B491900">
    <w:name w:val="1DAE351B98F44CBCACB333585B491900"/>
  </w:style>
  <w:style w:type="paragraph" w:customStyle="1" w:styleId="C2CC64F284AB47829DBF3487F161F681">
    <w:name w:val="C2CC64F284AB47829DBF3487F161F681"/>
  </w:style>
  <w:style w:type="paragraph" w:customStyle="1" w:styleId="00263B1353804444A1BC9CB5178561C6">
    <w:name w:val="00263B1353804444A1BC9CB5178561C6"/>
  </w:style>
  <w:style w:type="paragraph" w:customStyle="1" w:styleId="0D1B439012654F5DAE3AB1C03E4E4193">
    <w:name w:val="0D1B439012654F5DAE3AB1C03E4E4193"/>
  </w:style>
  <w:style w:type="paragraph" w:customStyle="1" w:styleId="67174A76913A41319AEC8E78048A0253">
    <w:name w:val="67174A76913A41319AEC8E78048A0253"/>
  </w:style>
  <w:style w:type="paragraph" w:customStyle="1" w:styleId="9FA3871BECC3440D8096F94410448AF9">
    <w:name w:val="9FA3871BECC3440D8096F94410448AF9"/>
  </w:style>
  <w:style w:type="paragraph" w:customStyle="1" w:styleId="B16A7D87166D44BFA054E16FACFD5B5D">
    <w:name w:val="B16A7D87166D44BFA054E16FACFD5B5D"/>
  </w:style>
  <w:style w:type="paragraph" w:customStyle="1" w:styleId="AABB47E45AC14A339D5D34361B0DE6BC">
    <w:name w:val="AABB47E45AC14A339D5D34361B0DE6BC"/>
  </w:style>
  <w:style w:type="paragraph" w:customStyle="1" w:styleId="031EFFB4FABB41E386849CA41B15DFA5">
    <w:name w:val="031EFFB4FABB41E386849CA41B15DFA5"/>
  </w:style>
  <w:style w:type="paragraph" w:customStyle="1" w:styleId="A43E10F5BA5C4AD988EDFD1B16A48995">
    <w:name w:val="A43E10F5BA5C4AD988EDFD1B16A48995"/>
  </w:style>
  <w:style w:type="paragraph" w:customStyle="1" w:styleId="148FFEA610414375A7C6C97BB4B56580">
    <w:name w:val="148FFEA610414375A7C6C97BB4B56580"/>
  </w:style>
  <w:style w:type="paragraph" w:customStyle="1" w:styleId="E9CA1CB5F7AC41F08E1F9A33C6559366">
    <w:name w:val="E9CA1CB5F7AC41F08E1F9A33C6559366"/>
  </w:style>
  <w:style w:type="paragraph" w:customStyle="1" w:styleId="7510904E45E94CEEAED2B6247FDC3300">
    <w:name w:val="7510904E45E94CEEAED2B6247FDC3300"/>
  </w:style>
  <w:style w:type="paragraph" w:customStyle="1" w:styleId="2DEAD8281FE0466D8592C07013BDCD6D">
    <w:name w:val="2DEAD8281FE0466D8592C07013BDCD6D"/>
  </w:style>
  <w:style w:type="paragraph" w:customStyle="1" w:styleId="F45231EFDDD747B0A87069FFDF8C6562">
    <w:name w:val="F45231EFDDD747B0A87069FFDF8C6562"/>
  </w:style>
  <w:style w:type="paragraph" w:customStyle="1" w:styleId="5E15E56306964E5C8CDF9196EACB09B31">
    <w:name w:val="5E15E56306964E5C8CDF9196EACB09B31"/>
    <w:rsid w:val="000268BC"/>
    <w:pPr>
      <w:numPr>
        <w:ilvl w:val="6"/>
        <w:numId w:val="1"/>
      </w:numPr>
      <w:bidi/>
      <w:spacing w:before="240" w:after="60"/>
      <w:outlineLvl w:val="6"/>
    </w:pPr>
    <w:rPr>
      <w:rFonts w:ascii="Calibri" w:eastAsia="Times New Roman" w:hAnsi="Calibri" w:cs="Arial"/>
      <w:sz w:val="24"/>
      <w:szCs w:val="24"/>
      <w:lang w:bidi="fa-IR"/>
    </w:rPr>
  </w:style>
  <w:style w:type="paragraph" w:customStyle="1" w:styleId="FCA2F5D45FDD472FA22022CE9D14C3641">
    <w:name w:val="FCA2F5D45FDD472FA22022CE9D14C3641"/>
    <w:rsid w:val="000268BC"/>
    <w:pPr>
      <w:keepNext/>
      <w:numPr>
        <w:ilvl w:val="3"/>
        <w:numId w:val="1"/>
      </w:numPr>
      <w:bidi/>
      <w:spacing w:before="240" w:after="6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CEB7A282E86B4683A1015BB42855AAC71">
    <w:name w:val="CEB7A282E86B4683A1015BB42855AAC7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357F72DB446742969F0C0CD935DC13491">
    <w:name w:val="357F72DB446742969F0C0CD935DC1349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9E1850E67C814A1FBDDADABA04CE89D01">
    <w:name w:val="9E1850E67C814A1FBDDADABA04CE89D01"/>
    <w:rsid w:val="000268BC"/>
    <w:pPr>
      <w:spacing w:after="0" w:line="240" w:lineRule="auto"/>
      <w:ind w:left="720"/>
      <w:contextualSpacing/>
      <w:jc w:val="lowKashida"/>
    </w:pPr>
    <w:rPr>
      <w:rFonts w:eastAsiaTheme="minorHAnsi"/>
    </w:rPr>
  </w:style>
  <w:style w:type="paragraph" w:customStyle="1" w:styleId="BA50EE9A6D3A4C0EB62A379D739F54C61">
    <w:name w:val="BA50EE9A6D3A4C0EB62A379D739F54C6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D3BA808E95F94E328AFFCE0573E6FDF01">
    <w:name w:val="D3BA808E95F94E328AFFCE0573E6FDF0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A069AF487F9945719DA24A109188391C1">
    <w:name w:val="A069AF487F9945719DA24A109188391C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4AC219059B29419AB46CAFF3B14352ED1">
    <w:name w:val="4AC219059B29419AB46CAFF3B14352ED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3CB03E9426874E22980899B5A26F70371">
    <w:name w:val="3CB03E9426874E22980899B5A26F7037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105A55C8D1954238816078AAADF38A4A1">
    <w:name w:val="105A55C8D1954238816078AAADF38A4A1"/>
    <w:rsid w:val="000268BC"/>
    <w:pPr>
      <w:tabs>
        <w:tab w:val="num" w:pos="5040"/>
      </w:tabs>
      <w:bidi/>
      <w:spacing w:before="240" w:after="60"/>
      <w:ind w:left="5040" w:hanging="720"/>
      <w:outlineLvl w:val="6"/>
    </w:pPr>
    <w:rPr>
      <w:rFonts w:ascii="Calibri" w:eastAsia="Times New Roman" w:hAnsi="Calibri" w:cs="Arial"/>
      <w:sz w:val="24"/>
      <w:szCs w:val="24"/>
      <w:lang w:bidi="fa-IR"/>
    </w:rPr>
  </w:style>
  <w:style w:type="paragraph" w:customStyle="1" w:styleId="15200FA5F8554F918792BA0D3EA1D7111">
    <w:name w:val="15200FA5F8554F918792BA0D3EA1D711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7BE7D67A31D54A46900DA24B883B5D101">
    <w:name w:val="7BE7D67A31D54A46900DA24B883B5D10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BFFC27B199C8486EBAE97193A26891561">
    <w:name w:val="BFFC27B199C8486EBAE97193A2689156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1A0BDB2E0C1C498596B0E180E312B59A1">
    <w:name w:val="1A0BDB2E0C1C498596B0E180E312B59A1"/>
    <w:rsid w:val="000268BC"/>
    <w:pPr>
      <w:spacing w:after="0" w:line="240" w:lineRule="auto"/>
      <w:ind w:left="720"/>
      <w:contextualSpacing/>
      <w:jc w:val="lowKashida"/>
    </w:pPr>
    <w:rPr>
      <w:rFonts w:eastAsiaTheme="minorHAnsi"/>
    </w:rPr>
  </w:style>
  <w:style w:type="paragraph" w:customStyle="1" w:styleId="A1EC2F20206148A09231A2786010CFE21">
    <w:name w:val="A1EC2F20206148A09231A2786010CFE2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14587241E9874AEF8C2A244D9E61C9BF1">
    <w:name w:val="14587241E9874AEF8C2A244D9E61C9BF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4CAC23085A574C72AB63D9D6FD010CCA1">
    <w:name w:val="4CAC23085A574C72AB63D9D6FD010CCA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3D080F0AD1D04D638974B2F631AEAAA31">
    <w:name w:val="3D080F0AD1D04D638974B2F631AEAAA3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6C968E4E92C849C1BA8D6EE7530E69411">
    <w:name w:val="6C968E4E92C849C1BA8D6EE7530E6941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C60BA1A3388B43218A34D48A5EDADC7F1">
    <w:name w:val="C60BA1A3388B43218A34D48A5EDADC7F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691B1D50D67940DC8167E2556A4636831">
    <w:name w:val="691B1D50D67940DC8167E2556A463683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EC7196AA07C646A7A555138B1388C7291">
    <w:name w:val="EC7196AA07C646A7A555138B1388C729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ECD21D9BF406478D963B59587AF872001">
    <w:name w:val="ECD21D9BF406478D963B59587AF87200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DA2D0D468D6E4BB88BE0D4E24F628E3E1">
    <w:name w:val="DA2D0D468D6E4BB88BE0D4E24F628E3E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39302C0A61374A549AE7C229090E59AB1">
    <w:name w:val="39302C0A61374A549AE7C229090E59AB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26124756293B493DB80F90484E9C96121">
    <w:name w:val="26124756293B493DB80F90484E9C9612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D5597733C1ED4D6996935361A6FDA6D61">
    <w:name w:val="D5597733C1ED4D6996935361A6FDA6D6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B47E0FAC3F9E4D5288FEB83E551A0F941">
    <w:name w:val="B47E0FAC3F9E4D5288FEB83E551A0F94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186D1B31B9BB449996AC177493AEB47B1">
    <w:name w:val="186D1B31B9BB449996AC177493AEB47B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A32C7481BBF94A5EA07540709A0A7E841">
    <w:name w:val="A32C7481BBF94A5EA07540709A0A7E841"/>
    <w:rsid w:val="000268BC"/>
    <w:pPr>
      <w:bidi/>
      <w:spacing w:after="120"/>
    </w:pPr>
    <w:rPr>
      <w:rFonts w:ascii="Calibri" w:eastAsia="Calibri" w:hAnsi="Calibri" w:cs="Arial"/>
      <w:lang w:bidi="fa-IR"/>
    </w:rPr>
  </w:style>
  <w:style w:type="paragraph" w:customStyle="1" w:styleId="3449BB2FB9184E2BBD497C37604B3D951">
    <w:name w:val="3449BB2FB9184E2BBD497C37604B3D95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B6A5024522F84D8D904DCC3DFA1A8B4C1">
    <w:name w:val="B6A5024522F84D8D904DCC3DFA1A8B4C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7C39E6271E0A4A298003788F025358B51">
    <w:name w:val="7C39E6271E0A4A298003788F025358B5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B82EBEE1AE604811B5CAC67C1F3DAC311">
    <w:name w:val="B82EBEE1AE604811B5CAC67C1F3DAC31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68A3A488CFAD42FB8043E6C7A1D959441">
    <w:name w:val="68A3A488CFAD42FB8043E6C7A1D95944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04676871ACE349ACBE96FB91E8A787941">
    <w:name w:val="04676871ACE349ACBE96FB91E8A78794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9393D909A9DA452290335EEAA5D9958E1">
    <w:name w:val="9393D909A9DA452290335EEAA5D9958E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E62DD242222D4583A6503059128F0F091">
    <w:name w:val="E62DD242222D4583A6503059128F0F09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19BF9A1D7EB349C698FFC874A2F161F51">
    <w:name w:val="19BF9A1D7EB349C698FFC874A2F161F5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0AB3D0150FB54D0396BF4C143F5991011">
    <w:name w:val="0AB3D0150FB54D0396BF4C143F599101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B06E52441B2346CCB5CF04F981BECEBA1">
    <w:name w:val="B06E52441B2346CCB5CF04F981BECEBA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E71351DFC8D14003A4D0607A05C701A51">
    <w:name w:val="E71351DFC8D14003A4D0607A05C701A5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E1D68F1FEAC643BE86887827B775DA3F1">
    <w:name w:val="E1D68F1FEAC643BE86887827B775DA3F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E7B061E9F3F6478780C042677C39C3F91">
    <w:name w:val="E7B061E9F3F6478780C042677C39C3F9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4F760012DADC44429136BC705B3D2CEC1">
    <w:name w:val="4F760012DADC44429136BC705B3D2CEC1"/>
    <w:rsid w:val="000268BC"/>
    <w:pPr>
      <w:tabs>
        <w:tab w:val="num" w:pos="5040"/>
      </w:tabs>
      <w:bidi/>
      <w:spacing w:before="240" w:after="60"/>
      <w:ind w:left="5040" w:hanging="720"/>
      <w:outlineLvl w:val="6"/>
    </w:pPr>
    <w:rPr>
      <w:rFonts w:ascii="Calibri" w:eastAsia="Times New Roman" w:hAnsi="Calibri" w:cs="Arial"/>
      <w:sz w:val="24"/>
      <w:szCs w:val="24"/>
      <w:lang w:bidi="fa-IR"/>
    </w:rPr>
  </w:style>
  <w:style w:type="paragraph" w:customStyle="1" w:styleId="263B31078C4F45C1A3055AB74733B4441">
    <w:name w:val="263B31078C4F45C1A3055AB74733B444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4CC1EE733BA04FE3BF3685A0E8ECBBF81">
    <w:name w:val="4CC1EE733BA04FE3BF3685A0E8ECBBF8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01559EFAEE3C4A0D85579B848C13A89C1">
    <w:name w:val="01559EFAEE3C4A0D85579B848C13A89C1"/>
    <w:rsid w:val="000268BC"/>
    <w:pPr>
      <w:keepNext/>
      <w:tabs>
        <w:tab w:val="num" w:pos="2880"/>
      </w:tabs>
      <w:bidi/>
      <w:spacing w:before="240" w:after="60"/>
      <w:ind w:left="2880" w:hanging="720"/>
      <w:outlineLvl w:val="3"/>
    </w:pPr>
    <w:rPr>
      <w:rFonts w:ascii="Calibri" w:eastAsia="Times New Roman" w:hAnsi="Calibri" w:cs="Arial"/>
      <w:b/>
      <w:bCs/>
      <w:sz w:val="28"/>
      <w:szCs w:val="28"/>
      <w:lang w:bidi="fa-IR"/>
    </w:rPr>
  </w:style>
  <w:style w:type="paragraph" w:customStyle="1" w:styleId="1DAE351B98F44CBCACB333585B4919001">
    <w:name w:val="1DAE351B98F44CBCACB333585B4919001"/>
    <w:rsid w:val="000268BC"/>
    <w:pPr>
      <w:spacing w:after="0" w:line="240" w:lineRule="auto"/>
      <w:ind w:left="720"/>
      <w:contextualSpacing/>
      <w:jc w:val="lowKashida"/>
    </w:pPr>
    <w:rPr>
      <w:rFonts w:eastAsiaTheme="minorHAnsi"/>
    </w:rPr>
  </w:style>
  <w:style w:type="paragraph" w:customStyle="1" w:styleId="C2CC64F284AB47829DBF3487F161F6811">
    <w:name w:val="C2CC64F284AB47829DBF3487F161F681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00263B1353804444A1BC9CB5178561C61">
    <w:name w:val="00263B1353804444A1BC9CB5178561C6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0D1B439012654F5DAE3AB1C03E4E41931">
    <w:name w:val="0D1B439012654F5DAE3AB1C03E4E4193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67174A76913A41319AEC8E78048A02531">
    <w:name w:val="67174A76913A41319AEC8E78048A0253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9FA3871BECC3440D8096F94410448AF91">
    <w:name w:val="9FA3871BECC3440D8096F94410448AF9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B16A7D87166D44BFA054E16FACFD5B5D1">
    <w:name w:val="B16A7D87166D44BFA054E16FACFD5B5D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031EFFB4FABB41E386849CA41B15DFA51">
    <w:name w:val="031EFFB4FABB41E386849CA41B15DFA5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A43E10F5BA5C4AD988EDFD1B16A489951">
    <w:name w:val="A43E10F5BA5C4AD988EDFD1B16A489951"/>
    <w:rsid w:val="000268BC"/>
    <w:pPr>
      <w:keepNext/>
      <w:numPr>
        <w:ilvl w:val="2"/>
        <w:numId w:val="1"/>
      </w:numPr>
      <w:bidi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  <w:style w:type="paragraph" w:customStyle="1" w:styleId="148FFEA610414375A7C6C97BB4B565801">
    <w:name w:val="148FFEA610414375A7C6C97BB4B565801"/>
    <w:rsid w:val="000268BC"/>
    <w:pPr>
      <w:keepNext/>
      <w:tabs>
        <w:tab w:val="num" w:pos="2160"/>
      </w:tabs>
      <w:bidi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  <w:style w:type="paragraph" w:customStyle="1" w:styleId="E9CA1CB5F7AC41F08E1F9A33C65593661">
    <w:name w:val="E9CA1CB5F7AC41F08E1F9A33C65593661"/>
    <w:rsid w:val="000268BC"/>
    <w:pPr>
      <w:keepNext/>
      <w:tabs>
        <w:tab w:val="num" w:pos="2160"/>
      </w:tabs>
      <w:bidi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  <w:style w:type="paragraph" w:customStyle="1" w:styleId="7510904E45E94CEEAED2B6247FDC33001">
    <w:name w:val="7510904E45E94CEEAED2B6247FDC33001"/>
    <w:rsid w:val="000268BC"/>
    <w:pPr>
      <w:spacing w:after="0" w:line="240" w:lineRule="auto"/>
      <w:jc w:val="lowKashida"/>
    </w:pPr>
    <w:rPr>
      <w:rFonts w:eastAsiaTheme="minorHAnsi"/>
    </w:rPr>
  </w:style>
  <w:style w:type="paragraph" w:customStyle="1" w:styleId="2DEAD8281FE0466D8592C07013BDCD6D1">
    <w:name w:val="2DEAD8281FE0466D8592C07013BDCD6D1"/>
    <w:rsid w:val="000268BC"/>
    <w:pPr>
      <w:keepNext/>
      <w:tabs>
        <w:tab w:val="num" w:pos="2160"/>
      </w:tabs>
      <w:bidi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  <w:style w:type="paragraph" w:customStyle="1" w:styleId="F45231EFDDD747B0A87069FFDF8C65621">
    <w:name w:val="F45231EFDDD747B0A87069FFDF8C65621"/>
    <w:rsid w:val="000268BC"/>
    <w:pPr>
      <w:keepNext/>
      <w:tabs>
        <w:tab w:val="num" w:pos="2160"/>
      </w:tabs>
      <w:bidi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bidi="fa-I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B Nazanin "/>
        <a:ea typeface=""/>
        <a:cs typeface="Times New Roman"/>
      </a:majorFont>
      <a:minorFont>
        <a:latin typeface="B Nazanin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6E6DB4-CC2A-4E1F-A6E2-C4790EB5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دانشکدۀ کلیک و نتخاب کنید.dotx</Template>
  <TotalTime>10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 Students 952 SAMER</dc:creator>
  <cp:lastModifiedBy>Miklos Vajna</cp:lastModifiedBy>
  <cp:revision>5</cp:revision>
  <cp:lastPrinted>2016-09-24T11:56:00Z</cp:lastPrinted>
  <dcterms:created xsi:type="dcterms:W3CDTF">2018-11-21T06:32:00Z</dcterms:created>
  <dcterms:modified xsi:type="dcterms:W3CDTF">2022-11-10T08:50:00Z</dcterms:modified>
</cp:coreProperties>
</file>