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acomGrelha"/>
        <w:tblW w:w="0" w:type="auto"/>
        <w:tblInd w:w="360" w:type="dxa"/>
        <w:tblLook w:val="04A0" w:firstRow="1" w:lastRow="0" w:firstColumn="1" w:lastColumn="0" w:noHBand="0" w:noVBand="1"/>
      </w:tblPr>
      <w:tblGrid>
        <w:gridCol w:w="4322"/>
        <w:gridCol w:w="4322"/>
      </w:tblGrid>
      <w:tr w:rsidR="000D0717" w14:paraId="683567C6" w14:textId="77777777" w:rsidTr="00C93DB9">
        <w:tc>
          <w:tcPr>
            <w:tcW w:w="4322" w:type="dxa"/>
            <w:tcBorders>
              <w:top w:val="nil"/>
              <w:left w:val="nil"/>
            </w:tcBorders>
            <w:shd w:val="clear" w:color="auto" w:fill="auto"/>
          </w:tcPr>
          <w:p w14:paraId="780CD202" w14:textId="77777777" w:rsidR="000D0717" w:rsidRDefault="000D0717">
            <w:pPr>
              <w:rPr>
                <w:b/>
              </w:rPr>
            </w:pPr>
            <w:r w:rsidRPr="000D0717">
              <w:rPr>
                <w:b/>
              </w:rPr>
              <w:t>Parecer</w:t>
            </w:r>
          </w:p>
          <w:p w14:paraId="1EE196A2" w14:textId="77777777" w:rsidR="000D0717" w:rsidRDefault="000D0717"/>
          <w:p w14:paraId="4F5C7AB9" w14:textId="77777777" w:rsidR="00074EC6" w:rsidRDefault="00074EC6">
            <w:pPr>
              <w:rPr>
                <w:b/>
              </w:rPr>
            </w:pPr>
          </w:p>
          <w:p w14:paraId="29DCFC0D" w14:textId="77777777" w:rsidR="000D0717" w:rsidRDefault="000D0717">
            <w:pPr>
              <w:rPr>
                <w:b/>
              </w:rPr>
            </w:pPr>
          </w:p>
          <w:p w14:paraId="1DBE4755" w14:textId="77777777" w:rsidR="002C06A0" w:rsidRDefault="002C06A0">
            <w:pPr>
              <w:rPr>
                <w:b/>
              </w:rPr>
            </w:pPr>
          </w:p>
          <w:p w14:paraId="27C33BBB" w14:textId="77777777" w:rsidR="000D0717" w:rsidRPr="000D0717" w:rsidRDefault="000D0717">
            <w:pPr>
              <w:rPr>
                <w:b/>
              </w:rPr>
            </w:pPr>
          </w:p>
        </w:tc>
        <w:tc>
          <w:tcPr>
            <w:tcW w:w="4322" w:type="dxa"/>
            <w:tcBorders>
              <w:top w:val="nil"/>
              <w:right w:val="nil"/>
            </w:tcBorders>
            <w:shd w:val="clear" w:color="auto" w:fill="auto"/>
          </w:tcPr>
          <w:p w14:paraId="07D74316" w14:textId="77777777" w:rsidR="000D0717" w:rsidRPr="000D0717" w:rsidRDefault="000D0717">
            <w:pPr>
              <w:rPr>
                <w:b/>
              </w:rPr>
            </w:pPr>
            <w:r w:rsidRPr="000D0717">
              <w:rPr>
                <w:b/>
              </w:rPr>
              <w:t>Despacho</w:t>
            </w:r>
          </w:p>
        </w:tc>
      </w:tr>
    </w:tbl>
    <w:p w14:paraId="63DB0D64" w14:textId="28001DCE" w:rsidR="00667FD1" w:rsidRDefault="00667FD1" w:rsidP="00C75C15">
      <w:pPr>
        <w:pStyle w:val="PargrafodaLista"/>
        <w:numPr>
          <w:ilvl w:val="0"/>
          <w:numId w:val="2"/>
        </w:numPr>
        <w:spacing w:before="120" w:after="0" w:line="360" w:lineRule="auto"/>
        <w:ind w:left="714" w:hanging="357"/>
        <w:contextualSpacing w:val="0"/>
      </w:pPr>
      <w:r w:rsidRPr="00C2512B">
        <w:rPr>
          <w:b/>
        </w:rPr>
        <w:t>Nome:</w:t>
      </w:r>
      <w:r>
        <w:t xml:space="preserve"> </w:t>
      </w:r>
      <w:sdt>
        <w:sdtPr>
          <w:id w:val="23555559"/>
          <w:placeholder>
            <w:docPart w:val="E70A2DE380104EA68CFC74E4B63FC091"/>
          </w:placeholder>
        </w:sdtPr>
        <w:sdtEndPr/>
        <w:sdtContent>
          <w:proofErr w:type="spellStart"/>
          <w:r w:rsidR="00EE4E74">
            <w:t>Name</w:t>
          </w:r>
          <w:proofErr w:type="spellEnd"/>
          <w:r w:rsidR="00EE4E74">
            <w:t xml:space="preserve"> </w:t>
          </w:r>
          <w:proofErr w:type="spellStart"/>
          <w:r w:rsidR="00EE4E74">
            <w:t>of</w:t>
          </w:r>
          <w:proofErr w:type="spellEnd"/>
          <w:r w:rsidR="00EE4E74">
            <w:t xml:space="preserve"> </w:t>
          </w:r>
          <w:proofErr w:type="spellStart"/>
          <w:r w:rsidR="00EE4E74">
            <w:t>person</w:t>
          </w:r>
          <w:proofErr w:type="spellEnd"/>
        </w:sdtContent>
      </w:sdt>
      <w:r w:rsidR="006E7A5B">
        <w:t xml:space="preserve"> </w:t>
      </w:r>
    </w:p>
    <w:p w14:paraId="659D95D5" w14:textId="17A49DDA" w:rsidR="00667FD1" w:rsidRDefault="00667FD1" w:rsidP="00AA6CF2">
      <w:pPr>
        <w:pStyle w:val="PargrafodaLista"/>
        <w:numPr>
          <w:ilvl w:val="0"/>
          <w:numId w:val="2"/>
        </w:numPr>
        <w:spacing w:before="120" w:after="0" w:line="360" w:lineRule="auto"/>
        <w:ind w:left="720"/>
        <w:contextualSpacing w:val="0"/>
      </w:pPr>
      <w:r w:rsidRPr="00C2512B">
        <w:rPr>
          <w:b/>
        </w:rPr>
        <w:t>Unidade Orgânica</w:t>
      </w:r>
      <w:r>
        <w:t xml:space="preserve">: </w:t>
      </w:r>
      <w:sdt>
        <w:sdtPr>
          <w:id w:val="23555562"/>
          <w:placeholder>
            <w:docPart w:val="AE3C5DE114CC42DC890E0FDEC94C340E"/>
          </w:placeholder>
          <w:comboBox>
            <w:listItem w:value="Escolha um item."/>
            <w:listItem w:displayText="Escola Superior de Tecnologia de Setúbal" w:value="Escola Superior de Tecnologia de Setúbal"/>
            <w:listItem w:displayText="Escola Superior de Educação" w:value="Escola Superior de Educação"/>
            <w:listItem w:displayText="Escola Superior de Ciências Empresariais" w:value="Escola Superior de Ciências Empresariais"/>
            <w:listItem w:displayText="Escola Superior de Tecnologia do Barreiro" w:value="Escola Superior de Tecnologia do Barreiro"/>
            <w:listItem w:displayText="Escola Superior de Saúde" w:value="Escola Superior de Saúde"/>
            <w:listItem w:displayText="Serviços Centrais" w:value="Serviços Centrais"/>
          </w:comboBox>
        </w:sdtPr>
        <w:sdtEndPr/>
        <w:sdtContent>
          <w:r w:rsidR="00EE4E74">
            <w:t>Serviços Centrais</w:t>
          </w:r>
        </w:sdtContent>
      </w:sdt>
    </w:p>
    <w:p w14:paraId="698A0AC8" w14:textId="58FE1C4E" w:rsidR="00AA6CF2" w:rsidRDefault="002B5E69" w:rsidP="00526F5B">
      <w:pPr>
        <w:pStyle w:val="PargrafodaLista"/>
        <w:numPr>
          <w:ilvl w:val="0"/>
          <w:numId w:val="2"/>
        </w:numPr>
        <w:spacing w:before="120" w:after="0" w:line="360" w:lineRule="auto"/>
        <w:contextualSpacing w:val="0"/>
        <w:jc w:val="both"/>
      </w:pPr>
      <w:r>
        <w:rPr>
          <w:b/>
        </w:rPr>
        <w:t>Objetivo da formação</w:t>
      </w:r>
      <w:r w:rsidR="00667FD1" w:rsidRPr="00C2512B">
        <w:rPr>
          <w:b/>
        </w:rPr>
        <w:t>:</w:t>
      </w:r>
      <w:r w:rsidR="00EB7232">
        <w:rPr>
          <w:b/>
        </w:rPr>
        <w:t xml:space="preserve"> </w:t>
      </w:r>
      <w:sdt>
        <w:sdtPr>
          <w:id w:val="-1638800768"/>
          <w:placeholder>
            <w:docPart w:val="C2FCB6071B71498F9FEB53A50557C912"/>
          </w:placeholder>
          <w:text/>
        </w:sdtPr>
        <w:sdtEndPr/>
        <w:sdtContent>
          <w:r w:rsidR="00526F5B" w:rsidRPr="00526F5B">
            <w:t>1</w:t>
          </w:r>
        </w:sdtContent>
      </w:sdt>
    </w:p>
    <w:p w14:paraId="6FCC84E7" w14:textId="7D2C8A2C" w:rsidR="000D0717" w:rsidRDefault="007E1642" w:rsidP="00AA6CF2">
      <w:pPr>
        <w:pStyle w:val="PargrafodaLista"/>
        <w:numPr>
          <w:ilvl w:val="0"/>
          <w:numId w:val="2"/>
        </w:numPr>
        <w:tabs>
          <w:tab w:val="left" w:pos="1440"/>
          <w:tab w:val="left" w:pos="5670"/>
        </w:tabs>
        <w:spacing w:before="120" w:after="0" w:line="360" w:lineRule="auto"/>
        <w:ind w:left="720"/>
        <w:contextualSpacing w:val="0"/>
        <w:jc w:val="both"/>
      </w:pPr>
      <w:r>
        <w:rPr>
          <w:b/>
        </w:rPr>
        <w:t>Tipo de formação</w:t>
      </w:r>
      <w:r w:rsidR="000D0717">
        <w:t xml:space="preserve">: </w:t>
      </w:r>
      <w:sdt>
        <w:sdtPr>
          <w:id w:val="1072228207"/>
          <w:placeholder>
            <w:docPart w:val="229CBC743BB74CB2BC70F6B0643A6E0F"/>
          </w:placeholder>
          <w:text/>
        </w:sdtPr>
        <w:sdtEndPr/>
        <w:sdtContent>
          <w:r w:rsidR="00B51B77">
            <w:t>Formação a distância</w:t>
          </w:r>
        </w:sdtContent>
      </w:sdt>
    </w:p>
    <w:p w14:paraId="1413817D" w14:textId="77777777" w:rsidR="008B6BF9" w:rsidRPr="00304363" w:rsidRDefault="00022A25" w:rsidP="00500684">
      <w:pPr>
        <w:pStyle w:val="PargrafodaLista"/>
        <w:tabs>
          <w:tab w:val="left" w:pos="5670"/>
        </w:tabs>
        <w:spacing w:after="0" w:line="240" w:lineRule="auto"/>
        <w:contextualSpacing w:val="0"/>
        <w:rPr>
          <w:sz w:val="20"/>
          <w:szCs w:val="20"/>
        </w:rPr>
      </w:pPr>
      <w:r w:rsidRPr="00304363">
        <w:rPr>
          <w:sz w:val="20"/>
          <w:szCs w:val="20"/>
        </w:rPr>
        <w:t>(tipologia: seminário, workshop, jornada, palestra, confer</w:t>
      </w:r>
      <w:r w:rsidR="00F8345B">
        <w:rPr>
          <w:sz w:val="20"/>
          <w:szCs w:val="20"/>
        </w:rPr>
        <w:t xml:space="preserve">ência e </w:t>
      </w:r>
      <w:r w:rsidR="00AA6CF2">
        <w:rPr>
          <w:sz w:val="20"/>
          <w:szCs w:val="20"/>
        </w:rPr>
        <w:t xml:space="preserve">outras ações de caráter similar - </w:t>
      </w:r>
      <w:r w:rsidR="008B6BF9" w:rsidRPr="00304363">
        <w:rPr>
          <w:sz w:val="20"/>
          <w:szCs w:val="20"/>
        </w:rPr>
        <w:t>artigo 10 do Decreto-Lei n.º 86-A/2016, de 29 de dezembro)</w:t>
      </w:r>
    </w:p>
    <w:p w14:paraId="4B5B5DB8" w14:textId="09F5866B" w:rsidR="00194949" w:rsidRPr="00194949" w:rsidRDefault="00194949" w:rsidP="003F4D0B">
      <w:pPr>
        <w:pStyle w:val="PargrafodaLista"/>
        <w:numPr>
          <w:ilvl w:val="0"/>
          <w:numId w:val="2"/>
        </w:numPr>
        <w:tabs>
          <w:tab w:val="left" w:pos="5670"/>
        </w:tabs>
        <w:spacing w:before="120" w:after="0" w:line="360" w:lineRule="auto"/>
        <w:ind w:left="714" w:hanging="357"/>
        <w:contextualSpacing w:val="0"/>
      </w:pPr>
      <w:r w:rsidRPr="00194949">
        <w:rPr>
          <w:b/>
        </w:rPr>
        <w:t>Entidade</w:t>
      </w:r>
      <w:r>
        <w:t xml:space="preserve">: </w:t>
      </w:r>
      <w:sdt>
        <w:sdtPr>
          <w:id w:val="1785918226"/>
          <w:placeholder>
            <w:docPart w:val="229CBC743BB74CB2BC70F6B0643A6E0F"/>
          </w:placeholder>
          <w:text/>
        </w:sdtPr>
        <w:sdtEndPr/>
        <w:sdtContent>
          <w:r w:rsidR="00EE4E74">
            <w:t>Empresa</w:t>
          </w:r>
        </w:sdtContent>
      </w:sdt>
    </w:p>
    <w:p w14:paraId="0B27365C" w14:textId="787CDF54" w:rsidR="00AA6CF2" w:rsidRDefault="00194949" w:rsidP="00AA6CF2">
      <w:pPr>
        <w:pStyle w:val="PargrafodaLista"/>
        <w:numPr>
          <w:ilvl w:val="0"/>
          <w:numId w:val="2"/>
        </w:numPr>
        <w:tabs>
          <w:tab w:val="left" w:pos="5670"/>
        </w:tabs>
        <w:spacing w:before="120" w:after="0" w:line="360" w:lineRule="auto"/>
        <w:ind w:left="714" w:hanging="357"/>
        <w:contextualSpacing w:val="0"/>
      </w:pPr>
      <w:r>
        <w:rPr>
          <w:b/>
        </w:rPr>
        <w:t>Datas</w:t>
      </w:r>
      <w:r w:rsidR="009A07F6">
        <w:rPr>
          <w:b/>
        </w:rPr>
        <w:t>:</w:t>
      </w:r>
      <w:r w:rsidR="009A07F6" w:rsidRPr="009A07F6">
        <w:t xml:space="preserve"> </w:t>
      </w:r>
      <w:r w:rsidR="00AA6CF2">
        <w:t xml:space="preserve"> </w:t>
      </w:r>
      <w:r w:rsidR="00AA6CF2">
        <w:rPr>
          <w:b/>
        </w:rPr>
        <w:t>d</w:t>
      </w:r>
      <w:r w:rsidR="00AA6CF2" w:rsidRPr="00AA6CF2">
        <w:rPr>
          <w:b/>
        </w:rPr>
        <w:t xml:space="preserve">e </w:t>
      </w:r>
      <w:sdt>
        <w:sdtPr>
          <w:id w:val="1675694951"/>
          <w:placeholder>
            <w:docPart w:val="599DCCC582C242E8A480D255A56A0DBD"/>
          </w:placeholder>
          <w:text/>
        </w:sdtPr>
        <w:sdtEndPr/>
        <w:sdtContent>
          <w:r w:rsidR="00526F5B" w:rsidRPr="00526F5B">
            <w:t>22-02-2021</w:t>
          </w:r>
        </w:sdtContent>
      </w:sdt>
      <w:r w:rsidR="00AA6CF2">
        <w:t xml:space="preserve">   </w:t>
      </w:r>
      <w:r w:rsidR="00AA6CF2" w:rsidRPr="00AA6CF2">
        <w:rPr>
          <w:b/>
        </w:rPr>
        <w:t>a</w:t>
      </w:r>
      <w:r w:rsidR="00AA6CF2">
        <w:t xml:space="preserve">   </w:t>
      </w:r>
      <w:sdt>
        <w:sdtPr>
          <w:id w:val="253173705"/>
          <w:placeholder>
            <w:docPart w:val="63F322C5044341C981D79E221022E1C6"/>
          </w:placeholder>
          <w:text/>
        </w:sdtPr>
        <w:sdtEndPr/>
        <w:sdtContent>
          <w:r w:rsidR="00526F5B" w:rsidRPr="00526F5B">
            <w:t>26-02-2021</w:t>
          </w:r>
        </w:sdtContent>
      </w:sdt>
    </w:p>
    <w:p w14:paraId="7A5D2B14" w14:textId="02AC4222" w:rsidR="00243E76" w:rsidRPr="00243E76" w:rsidRDefault="001502C9" w:rsidP="00243E76">
      <w:pPr>
        <w:pStyle w:val="PargrafodaLista"/>
        <w:numPr>
          <w:ilvl w:val="0"/>
          <w:numId w:val="2"/>
        </w:numPr>
        <w:tabs>
          <w:tab w:val="left" w:pos="5670"/>
        </w:tabs>
        <w:spacing w:before="120" w:after="0" w:line="360" w:lineRule="auto"/>
        <w:ind w:left="714" w:hanging="357"/>
        <w:contextualSpacing w:val="0"/>
        <w:rPr>
          <w:sz w:val="18"/>
          <w:szCs w:val="18"/>
        </w:rPr>
      </w:pPr>
      <w:r w:rsidRPr="007C548D">
        <w:rPr>
          <w:b/>
        </w:rPr>
        <w:t xml:space="preserve">Nº </w:t>
      </w:r>
      <w:r>
        <w:rPr>
          <w:b/>
        </w:rPr>
        <w:t>Horas</w:t>
      </w:r>
      <w:r w:rsidR="00AA6CF2">
        <w:rPr>
          <w:b/>
        </w:rPr>
        <w:t xml:space="preserve"> previsível</w:t>
      </w:r>
      <w:r w:rsidR="007C548D" w:rsidRPr="003A26EF">
        <w:t>:</w:t>
      </w:r>
      <w:r w:rsidR="007C548D">
        <w:t xml:space="preserve"> </w:t>
      </w:r>
      <w:sdt>
        <w:sdtPr>
          <w:id w:val="1623108362"/>
          <w:placeholder>
            <w:docPart w:val="333282A3796341C4B8CECDCE2D02ECB8"/>
          </w:placeholder>
        </w:sdtPr>
        <w:sdtEndPr/>
        <w:sdtContent>
          <w:r w:rsidR="00526F5B">
            <w:t>14</w:t>
          </w:r>
        </w:sdtContent>
      </w:sdt>
    </w:p>
    <w:p w14:paraId="634A9F4A" w14:textId="6209B0E1" w:rsidR="00243E76" w:rsidRPr="00243E76" w:rsidRDefault="00243E76" w:rsidP="00243E76">
      <w:pPr>
        <w:pStyle w:val="PargrafodaLista"/>
        <w:numPr>
          <w:ilvl w:val="0"/>
          <w:numId w:val="2"/>
        </w:numPr>
        <w:tabs>
          <w:tab w:val="left" w:pos="5670"/>
        </w:tabs>
        <w:spacing w:before="120" w:after="0" w:line="360" w:lineRule="auto"/>
        <w:ind w:left="714" w:hanging="357"/>
        <w:contextualSpacing w:val="0"/>
        <w:rPr>
          <w:sz w:val="18"/>
          <w:szCs w:val="18"/>
        </w:rPr>
      </w:pPr>
      <w:r>
        <w:rPr>
          <w:b/>
        </w:rPr>
        <w:t xml:space="preserve">Valor da </w:t>
      </w:r>
      <w:r w:rsidRPr="00243E76">
        <w:rPr>
          <w:b/>
        </w:rPr>
        <w:t>Inscrição</w:t>
      </w:r>
      <w:r w:rsidRPr="003A26EF">
        <w:t>:</w:t>
      </w:r>
      <w:r>
        <w:t xml:space="preserve"> </w:t>
      </w:r>
      <w:sdt>
        <w:sdtPr>
          <w:id w:val="847993950"/>
          <w:placeholder>
            <w:docPart w:val="7E4D3B8E38ED40D8A7370829D865C8E2"/>
          </w:placeholder>
        </w:sdtPr>
        <w:sdtEndPr/>
        <w:sdtContent>
          <w:r w:rsidR="00984921">
            <w:t>140€</w:t>
          </w:r>
        </w:sdtContent>
      </w:sdt>
      <w:r w:rsidR="00D054BC">
        <w:tab/>
      </w:r>
    </w:p>
    <w:p w14:paraId="40CDD1FE" w14:textId="59541713" w:rsidR="00E12AD3" w:rsidRPr="00500684" w:rsidRDefault="00823470" w:rsidP="00500684">
      <w:pPr>
        <w:pStyle w:val="PargrafodaLista"/>
        <w:numPr>
          <w:ilvl w:val="0"/>
          <w:numId w:val="2"/>
        </w:numPr>
        <w:tabs>
          <w:tab w:val="left" w:pos="5670"/>
        </w:tabs>
        <w:spacing w:before="120" w:after="0" w:line="360" w:lineRule="auto"/>
        <w:ind w:left="714" w:hanging="357"/>
        <w:contextualSpacing w:val="0"/>
        <w:rPr>
          <w:sz w:val="18"/>
          <w:szCs w:val="18"/>
        </w:rPr>
      </w:pPr>
      <w:r>
        <w:rPr>
          <w:b/>
        </w:rPr>
        <w:t>Documentos</w:t>
      </w:r>
      <w:r w:rsidR="00AE0FCA" w:rsidRPr="00243E76">
        <w:rPr>
          <w:b/>
        </w:rPr>
        <w:t>:</w:t>
      </w:r>
      <w:r w:rsidR="00AE0FCA" w:rsidRPr="00AE0FCA">
        <w:t xml:space="preserve"> </w:t>
      </w:r>
      <w:sdt>
        <w:sdtPr>
          <w:id w:val="-1260528214"/>
          <w:placeholder>
            <w:docPart w:val="C6DC3E7F60714CD7958DF91ABF57EA38"/>
          </w:placeholder>
        </w:sdtPr>
        <w:sdtEndPr/>
        <w:sdtContent>
          <w:proofErr w:type="spellStart"/>
          <w:r w:rsidR="00EE4E74">
            <w:t>Hiperlink</w:t>
          </w:r>
          <w:proofErr w:type="spellEnd"/>
        </w:sdtContent>
      </w:sdt>
      <w:r w:rsidR="008E4469">
        <w:fldChar w:fldCharType="begin">
          <w:ffData>
            <w:name w:val="Marcar1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Marcar16"/>
      <w:r w:rsidR="008E4469">
        <w:instrText xml:space="preserve"> FORMCHECKBOX </w:instrText>
      </w:r>
      <w:r w:rsidR="00EE4E74">
        <w:fldChar w:fldCharType="separate"/>
      </w:r>
      <w:r w:rsidR="008E4469">
        <w:fldChar w:fldCharType="end"/>
      </w:r>
      <w:bookmarkEnd w:id="0"/>
    </w:p>
    <w:sdt>
      <w:sdtPr>
        <w:id w:val="1984494640"/>
        <w:placeholder>
          <w:docPart w:val="1D3DA064941F429DB5D9E31AE4509752"/>
        </w:placeholder>
      </w:sdtPr>
      <w:sdtEndPr/>
      <w:sdtContent>
        <w:p w14:paraId="32FDDDA2" w14:textId="766DF2D1" w:rsidR="00AE0FCA" w:rsidRDefault="00EE4E74" w:rsidP="00EE4E74">
          <w:pPr>
            <w:spacing w:before="240" w:after="0" w:line="240" w:lineRule="auto"/>
            <w:jc w:val="center"/>
          </w:pPr>
          <w:proofErr w:type="spellStart"/>
          <w:r>
            <w:t>Function</w:t>
          </w:r>
          <w:proofErr w:type="spellEnd"/>
        </w:p>
      </w:sdtContent>
    </w:sdt>
    <w:p w14:paraId="502C59F4" w14:textId="77777777" w:rsidR="00E12AD3" w:rsidRPr="00330B68" w:rsidRDefault="00AE0FCA" w:rsidP="003F4D0B">
      <w:pPr>
        <w:spacing w:after="240"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(cargo do proponente</w:t>
      </w:r>
      <w:r w:rsidRPr="00330B68">
        <w:rPr>
          <w:sz w:val="20"/>
          <w:szCs w:val="20"/>
        </w:rPr>
        <w:t>)</w:t>
      </w:r>
    </w:p>
    <w:p w14:paraId="5083D821" w14:textId="62A8B905" w:rsidR="00500684" w:rsidRDefault="00EE4E74" w:rsidP="00500684">
      <w:pPr>
        <w:spacing w:before="240" w:after="0" w:line="240" w:lineRule="auto"/>
        <w:jc w:val="center"/>
      </w:pPr>
      <w:sdt>
        <w:sdtPr>
          <w:id w:val="-1254345207"/>
          <w:placeholder>
            <w:docPart w:val="CF3940EEDDA544E2A3535BCE9430A4CD"/>
          </w:placeholder>
        </w:sdtPr>
        <w:sdtEndPr/>
        <w:sdtContent>
          <w:proofErr w:type="spellStart"/>
          <w:r>
            <w:t>Signature</w:t>
          </w:r>
          <w:proofErr w:type="spellEnd"/>
        </w:sdtContent>
      </w:sdt>
    </w:p>
    <w:p w14:paraId="6D0758CE" w14:textId="77777777" w:rsidR="00AE0FCA" w:rsidRPr="00330B68" w:rsidRDefault="00500684" w:rsidP="00AE0FCA">
      <w:pPr>
        <w:spacing w:after="0"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246626">
        <w:rPr>
          <w:sz w:val="20"/>
          <w:szCs w:val="20"/>
        </w:rPr>
        <w:t>(Assinatura identifica</w:t>
      </w:r>
      <w:r>
        <w:rPr>
          <w:sz w:val="20"/>
          <w:szCs w:val="20"/>
        </w:rPr>
        <w:t>da</w:t>
      </w:r>
      <w:r w:rsidR="00AE0FCA" w:rsidRPr="00330B68">
        <w:rPr>
          <w:sz w:val="20"/>
          <w:szCs w:val="20"/>
        </w:rPr>
        <w:t>)</w:t>
      </w:r>
    </w:p>
    <w:p w14:paraId="4DE6C97A" w14:textId="075B58C5" w:rsidR="00246626" w:rsidRDefault="00FA7CE3" w:rsidP="00D154E9">
      <w:pPr>
        <w:spacing w:before="120" w:after="120" w:line="240" w:lineRule="auto"/>
      </w:pPr>
      <w:r>
        <w:t xml:space="preserve">Setúbal, </w:t>
      </w:r>
      <w:sdt>
        <w:sdtPr>
          <w:id w:val="1452048806"/>
          <w:placeholder>
            <w:docPart w:val="55E992305B2C4C5AB6B4DE2C8C62D394"/>
          </w:placeholder>
          <w:date w:fullDate="2021-01-29T00:00:00Z">
            <w:dateFormat w:val="dd-MM-yyyy"/>
            <w:lid w:val="pt-PT"/>
            <w:storeMappedDataAs w:val="dateTime"/>
            <w:calendar w:val="gregorian"/>
          </w:date>
        </w:sdtPr>
        <w:sdtEndPr/>
        <w:sdtContent>
          <w:r w:rsidR="00984921">
            <w:t>29-01-2021</w:t>
          </w:r>
        </w:sdtContent>
      </w:sdt>
    </w:p>
    <w:tbl>
      <w:tblPr>
        <w:tblStyle w:val="TabelacomGrelha"/>
        <w:tblW w:w="0" w:type="auto"/>
        <w:tblInd w:w="108" w:type="dxa"/>
        <w:tblLook w:val="04A0" w:firstRow="1" w:lastRow="0" w:firstColumn="1" w:lastColumn="0" w:noHBand="0" w:noVBand="1"/>
      </w:tblPr>
      <w:tblGrid>
        <w:gridCol w:w="4072"/>
        <w:gridCol w:w="4314"/>
      </w:tblGrid>
      <w:tr w:rsidR="00246626" w14:paraId="15041465" w14:textId="77777777" w:rsidTr="009E3702">
        <w:trPr>
          <w:trHeight w:val="2331"/>
        </w:trPr>
        <w:tc>
          <w:tcPr>
            <w:tcW w:w="4072" w:type="dxa"/>
          </w:tcPr>
          <w:p w14:paraId="29CC23DD" w14:textId="77777777" w:rsidR="00246626" w:rsidRPr="002E6F3D" w:rsidRDefault="00246626" w:rsidP="009E3702">
            <w:pPr>
              <w:rPr>
                <w:b/>
              </w:rPr>
            </w:pPr>
            <w:r>
              <w:rPr>
                <w:b/>
              </w:rPr>
              <w:t xml:space="preserve">Informação </w:t>
            </w:r>
            <w:r w:rsidRPr="002E6F3D">
              <w:rPr>
                <w:b/>
              </w:rPr>
              <w:t>DRH</w:t>
            </w:r>
          </w:p>
          <w:p w14:paraId="1788A742" w14:textId="77777777" w:rsidR="00246626" w:rsidRDefault="00246626" w:rsidP="009E3702"/>
          <w:p w14:paraId="70855DE0" w14:textId="77777777" w:rsidR="00246626" w:rsidRDefault="00246626" w:rsidP="009E3702"/>
          <w:p w14:paraId="476F3E7B" w14:textId="77777777" w:rsidR="00246626" w:rsidRDefault="00246626" w:rsidP="009E3702"/>
          <w:p w14:paraId="11BCC1F0" w14:textId="77777777" w:rsidR="00246626" w:rsidRDefault="00246626" w:rsidP="009E3702"/>
          <w:p w14:paraId="1168D215" w14:textId="77777777" w:rsidR="00246626" w:rsidRDefault="00246626" w:rsidP="009E3702"/>
          <w:p w14:paraId="7D502473" w14:textId="77777777" w:rsidR="00246626" w:rsidRDefault="00246626" w:rsidP="009E3702">
            <w:pPr>
              <w:jc w:val="center"/>
            </w:pPr>
            <w:r>
              <w:t>____________________________</w:t>
            </w:r>
          </w:p>
          <w:p w14:paraId="06935228" w14:textId="77777777" w:rsidR="00246626" w:rsidRPr="00330B68" w:rsidRDefault="00246626" w:rsidP="009E3702">
            <w:pPr>
              <w:jc w:val="center"/>
              <w:rPr>
                <w:sz w:val="20"/>
                <w:szCs w:val="20"/>
              </w:rPr>
            </w:pPr>
            <w:r w:rsidRPr="00330B68">
              <w:rPr>
                <w:sz w:val="20"/>
                <w:szCs w:val="20"/>
              </w:rPr>
              <w:t>(Categoria)</w:t>
            </w:r>
          </w:p>
          <w:p w14:paraId="5CC37E1B" w14:textId="77777777" w:rsidR="00246626" w:rsidRPr="00330B68" w:rsidRDefault="00246626" w:rsidP="009E3702">
            <w:pPr>
              <w:spacing w:before="120"/>
              <w:jc w:val="center"/>
              <w:rPr>
                <w:sz w:val="20"/>
                <w:szCs w:val="20"/>
              </w:rPr>
            </w:pPr>
            <w:r w:rsidRPr="00330B68">
              <w:rPr>
                <w:sz w:val="20"/>
                <w:szCs w:val="20"/>
              </w:rPr>
              <w:t>____________________________</w:t>
            </w:r>
          </w:p>
          <w:p w14:paraId="52C9A6C7" w14:textId="77777777" w:rsidR="00246626" w:rsidRDefault="00246626" w:rsidP="009E3702">
            <w:pPr>
              <w:jc w:val="center"/>
            </w:pPr>
            <w:r w:rsidRPr="00330B68">
              <w:rPr>
                <w:sz w:val="20"/>
                <w:szCs w:val="20"/>
              </w:rPr>
              <w:t>(Assinatura identificada</w:t>
            </w:r>
            <w:r>
              <w:t>)</w:t>
            </w:r>
          </w:p>
          <w:p w14:paraId="1D0FF963" w14:textId="77777777" w:rsidR="00246626" w:rsidRDefault="00246626" w:rsidP="009E3702">
            <w:pPr>
              <w:spacing w:after="120"/>
              <w:jc w:val="right"/>
            </w:pPr>
            <w:r>
              <w:t>_____/_____/______</w:t>
            </w:r>
          </w:p>
        </w:tc>
        <w:tc>
          <w:tcPr>
            <w:tcW w:w="4314" w:type="dxa"/>
          </w:tcPr>
          <w:p w14:paraId="08DEFD52" w14:textId="77777777" w:rsidR="00246626" w:rsidRPr="0044695B" w:rsidRDefault="00246626" w:rsidP="009E3702">
            <w:pPr>
              <w:rPr>
                <w:b/>
              </w:rPr>
            </w:pPr>
            <w:r w:rsidRPr="0044695B">
              <w:rPr>
                <w:b/>
              </w:rPr>
              <w:t>Informação DFAP</w:t>
            </w:r>
          </w:p>
          <w:p w14:paraId="6DA8E8A9" w14:textId="77777777" w:rsidR="00246626" w:rsidRPr="0044695B" w:rsidRDefault="00246626" w:rsidP="009E3702"/>
          <w:p w14:paraId="03F28C3E" w14:textId="77777777" w:rsidR="00246626" w:rsidRPr="0044695B" w:rsidRDefault="00246626" w:rsidP="009E3702">
            <w:r w:rsidRPr="0044695B">
              <w:t>CE________________________</w:t>
            </w:r>
          </w:p>
          <w:p w14:paraId="0AFAC8EB" w14:textId="77777777" w:rsidR="00246626" w:rsidRPr="0044695B" w:rsidRDefault="00246626" w:rsidP="009E3702">
            <w:r w:rsidRPr="0044695B">
              <w:t>FF________________________</w:t>
            </w:r>
          </w:p>
          <w:p w14:paraId="51FAA128" w14:textId="77777777" w:rsidR="00246626" w:rsidRPr="0044695B" w:rsidRDefault="00246626" w:rsidP="009E3702">
            <w:r w:rsidRPr="0044695B">
              <w:t>Nº Proc.___________________</w:t>
            </w:r>
          </w:p>
          <w:p w14:paraId="170567CE" w14:textId="77777777" w:rsidR="00246626" w:rsidRPr="00D5605D" w:rsidRDefault="00246626" w:rsidP="009E3702">
            <w:pPr>
              <w:spacing w:after="240"/>
            </w:pPr>
            <w:proofErr w:type="gramStart"/>
            <w:r w:rsidRPr="00D5605D">
              <w:t>Forn./</w:t>
            </w:r>
            <w:proofErr w:type="gramEnd"/>
            <w:r w:rsidRPr="00D5605D">
              <w:t>O.C__________________</w:t>
            </w:r>
          </w:p>
          <w:p w14:paraId="456C0F5F" w14:textId="77777777" w:rsidR="00246626" w:rsidRDefault="00246626" w:rsidP="009E3702">
            <w:pPr>
              <w:jc w:val="center"/>
            </w:pPr>
            <w:r>
              <w:t>____________________________</w:t>
            </w:r>
          </w:p>
          <w:p w14:paraId="5D967891" w14:textId="77777777" w:rsidR="00246626" w:rsidRPr="00330B68" w:rsidRDefault="00246626" w:rsidP="009E3702">
            <w:pPr>
              <w:jc w:val="center"/>
              <w:rPr>
                <w:sz w:val="20"/>
                <w:szCs w:val="20"/>
              </w:rPr>
            </w:pPr>
            <w:r w:rsidRPr="00330B68">
              <w:rPr>
                <w:sz w:val="20"/>
                <w:szCs w:val="20"/>
              </w:rPr>
              <w:t>(Categoria)</w:t>
            </w:r>
          </w:p>
          <w:p w14:paraId="709C3055" w14:textId="77777777" w:rsidR="00246626" w:rsidRPr="00330B68" w:rsidRDefault="00246626" w:rsidP="009E3702">
            <w:pPr>
              <w:spacing w:before="120"/>
              <w:jc w:val="center"/>
              <w:rPr>
                <w:sz w:val="20"/>
                <w:szCs w:val="20"/>
              </w:rPr>
            </w:pPr>
            <w:r w:rsidRPr="00330B68">
              <w:rPr>
                <w:sz w:val="20"/>
                <w:szCs w:val="20"/>
              </w:rPr>
              <w:t>____________________________</w:t>
            </w:r>
          </w:p>
          <w:p w14:paraId="32F72F08" w14:textId="77777777" w:rsidR="00246626" w:rsidRPr="00330B68" w:rsidRDefault="00246626" w:rsidP="009E3702">
            <w:pPr>
              <w:jc w:val="center"/>
              <w:rPr>
                <w:sz w:val="20"/>
                <w:szCs w:val="20"/>
              </w:rPr>
            </w:pPr>
            <w:r w:rsidRPr="00330B68">
              <w:rPr>
                <w:sz w:val="20"/>
                <w:szCs w:val="20"/>
              </w:rPr>
              <w:t>(Assinatura identificada)</w:t>
            </w:r>
          </w:p>
          <w:p w14:paraId="4FD40D03" w14:textId="77777777" w:rsidR="00246626" w:rsidRDefault="00246626" w:rsidP="009E3702">
            <w:pPr>
              <w:jc w:val="right"/>
            </w:pPr>
            <w:r>
              <w:t>_____/_____/______</w:t>
            </w:r>
          </w:p>
        </w:tc>
      </w:tr>
    </w:tbl>
    <w:p w14:paraId="588F142C" w14:textId="77777777" w:rsidR="009B4C5D" w:rsidRPr="00C93DB9" w:rsidRDefault="003F4D0B" w:rsidP="00C93DB9">
      <w:pPr>
        <w:tabs>
          <w:tab w:val="left" w:pos="3119"/>
          <w:tab w:val="left" w:pos="5670"/>
        </w:tabs>
        <w:spacing w:before="120" w:after="120" w:line="240" w:lineRule="auto"/>
        <w:jc w:val="both"/>
        <w:rPr>
          <w:rFonts w:cstheme="minorHAnsi"/>
          <w:sz w:val="20"/>
          <w:szCs w:val="20"/>
          <w:u w:val="single"/>
        </w:rPr>
      </w:pPr>
      <w:r>
        <w:rPr>
          <w:i/>
          <w:sz w:val="20"/>
          <w:szCs w:val="20"/>
        </w:rPr>
        <w:t xml:space="preserve"> </w:t>
      </w:r>
      <w:r w:rsidR="005A01FA" w:rsidRPr="00304363">
        <w:rPr>
          <w:i/>
          <w:sz w:val="20"/>
          <w:szCs w:val="20"/>
        </w:rPr>
        <w:t>Notas:</w:t>
      </w:r>
      <w:r w:rsidR="00C93DB9">
        <w:rPr>
          <w:i/>
          <w:sz w:val="20"/>
          <w:szCs w:val="20"/>
        </w:rPr>
        <w:t xml:space="preserve"> </w:t>
      </w:r>
      <w:r w:rsidR="00C93DB9" w:rsidRPr="003F4D0B">
        <w:rPr>
          <w:rFonts w:cstheme="minorHAnsi"/>
          <w:i/>
          <w:sz w:val="20"/>
          <w:szCs w:val="20"/>
        </w:rPr>
        <w:t xml:space="preserve">A entrega do </w:t>
      </w:r>
      <w:r w:rsidR="00C93DB9" w:rsidRPr="003F4D0B">
        <w:rPr>
          <w:rFonts w:cstheme="minorHAnsi"/>
          <w:b/>
          <w:i/>
          <w:sz w:val="20"/>
          <w:szCs w:val="20"/>
        </w:rPr>
        <w:t xml:space="preserve">comprovativo </w:t>
      </w:r>
      <w:r w:rsidR="00C93DB9" w:rsidRPr="003F4D0B">
        <w:rPr>
          <w:rFonts w:cstheme="minorHAnsi"/>
          <w:i/>
          <w:sz w:val="20"/>
          <w:szCs w:val="20"/>
        </w:rPr>
        <w:t>de participação na ação de formação é de caráter obrigatório na DRH.</w:t>
      </w:r>
    </w:p>
    <w:sectPr w:rsidR="009B4C5D" w:rsidRPr="00C93DB9" w:rsidSect="00500684">
      <w:headerReference w:type="default" r:id="rId8"/>
      <w:footerReference w:type="default" r:id="rId9"/>
      <w:pgSz w:w="11906" w:h="16838"/>
      <w:pgMar w:top="1417" w:right="386" w:bottom="990" w:left="1701" w:header="708" w:footer="1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53DA60" w14:textId="77777777" w:rsidR="00E56252" w:rsidRDefault="00E56252" w:rsidP="004155DE">
      <w:pPr>
        <w:spacing w:after="0" w:line="240" w:lineRule="auto"/>
      </w:pPr>
      <w:r>
        <w:separator/>
      </w:r>
    </w:p>
  </w:endnote>
  <w:endnote w:type="continuationSeparator" w:id="0">
    <w:p w14:paraId="38A0F7FA" w14:textId="77777777" w:rsidR="00E56252" w:rsidRDefault="00E56252" w:rsidP="004155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888068455"/>
      <w:docPartObj>
        <w:docPartGallery w:val="Page Numbers (Bottom of Page)"/>
        <w:docPartUnique/>
      </w:docPartObj>
    </w:sdtPr>
    <w:sdtEndPr/>
    <w:sdtContent>
      <w:sdt>
        <w:sdtPr>
          <w:id w:val="-1689674105"/>
          <w:docPartObj>
            <w:docPartGallery w:val="Page Numbers (Top of Page)"/>
            <w:docPartUnique/>
          </w:docPartObj>
        </w:sdtPr>
        <w:sdtEndPr/>
        <w:sdtContent>
          <w:p w14:paraId="19F6E7AC" w14:textId="0B5C227E" w:rsidR="00600E01" w:rsidRDefault="00600E01">
            <w:pPr>
              <w:pStyle w:val="Rodap"/>
              <w:jc w:val="center"/>
              <w:rPr>
                <w:bCs/>
                <w:sz w:val="16"/>
                <w:szCs w:val="16"/>
              </w:rPr>
            </w:pPr>
            <w:r w:rsidRPr="00600E01">
              <w:rPr>
                <w:bCs/>
                <w:sz w:val="16"/>
                <w:szCs w:val="16"/>
              </w:rPr>
              <w:fldChar w:fldCharType="begin"/>
            </w:r>
            <w:r w:rsidRPr="00600E01">
              <w:rPr>
                <w:bCs/>
                <w:sz w:val="16"/>
                <w:szCs w:val="16"/>
              </w:rPr>
              <w:instrText>PAGE</w:instrText>
            </w:r>
            <w:r w:rsidRPr="00600E01">
              <w:rPr>
                <w:bCs/>
                <w:sz w:val="16"/>
                <w:szCs w:val="16"/>
              </w:rPr>
              <w:fldChar w:fldCharType="separate"/>
            </w:r>
            <w:r w:rsidR="00B51B77">
              <w:rPr>
                <w:bCs/>
                <w:noProof/>
                <w:sz w:val="16"/>
                <w:szCs w:val="16"/>
              </w:rPr>
              <w:t>1</w:t>
            </w:r>
            <w:r w:rsidRPr="00600E01">
              <w:rPr>
                <w:bCs/>
                <w:sz w:val="16"/>
                <w:szCs w:val="16"/>
              </w:rPr>
              <w:fldChar w:fldCharType="end"/>
            </w:r>
          </w:p>
          <w:p w14:paraId="30227944" w14:textId="77777777" w:rsidR="00600E01" w:rsidRPr="00600E01" w:rsidRDefault="00600E01">
            <w:pPr>
              <w:pStyle w:val="Rodap"/>
              <w:jc w:val="center"/>
            </w:pPr>
            <w:r>
              <w:rPr>
                <w:bCs/>
                <w:sz w:val="16"/>
                <w:szCs w:val="16"/>
              </w:rPr>
              <w:t>Mod.DES05/DRH/IPS</w:t>
            </w:r>
            <w:r w:rsidR="009B4C5D">
              <w:rPr>
                <w:bCs/>
                <w:sz w:val="16"/>
                <w:szCs w:val="16"/>
              </w:rPr>
              <w:t>_v1</w:t>
            </w:r>
          </w:p>
        </w:sdtContent>
      </w:sdt>
    </w:sdtContent>
  </w:sdt>
  <w:p w14:paraId="3592FFFE" w14:textId="77777777" w:rsidR="002B5E69" w:rsidRPr="00600E01" w:rsidRDefault="002B5E6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05BFA5" w14:textId="77777777" w:rsidR="00E56252" w:rsidRDefault="00E56252" w:rsidP="004155DE">
      <w:pPr>
        <w:spacing w:after="0" w:line="240" w:lineRule="auto"/>
      </w:pPr>
      <w:r>
        <w:separator/>
      </w:r>
    </w:p>
  </w:footnote>
  <w:footnote w:type="continuationSeparator" w:id="0">
    <w:p w14:paraId="6B024637" w14:textId="77777777" w:rsidR="00E56252" w:rsidRDefault="00E56252" w:rsidP="004155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9474E2" w14:textId="77777777" w:rsidR="002B5E69" w:rsidRDefault="002B5E69" w:rsidP="004155DE">
    <w:pPr>
      <w:pStyle w:val="Cabealho"/>
      <w:jc w:val="center"/>
    </w:pPr>
    <w:r>
      <w:rPr>
        <w:noProof/>
      </w:rPr>
      <w:drawing>
        <wp:inline distT="0" distB="0" distL="0" distR="0" wp14:anchorId="710BB287" wp14:editId="68CCE864">
          <wp:extent cx="1682496" cy="1044042"/>
          <wp:effectExtent l="0" t="0" r="0" b="3810"/>
          <wp:docPr id="13" name="Imagem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P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2939" cy="10443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254B3C7" w14:textId="77777777" w:rsidR="002B5E69" w:rsidRDefault="002B5E69" w:rsidP="004155DE">
    <w:pPr>
      <w:pStyle w:val="Cabealho"/>
      <w:jc w:val="center"/>
    </w:pPr>
  </w:p>
  <w:p w14:paraId="4681C38B" w14:textId="77777777" w:rsidR="002B5E69" w:rsidRDefault="00246626" w:rsidP="00C93DB9">
    <w:pPr>
      <w:pStyle w:val="Cabealho"/>
      <w:jc w:val="center"/>
      <w:rPr>
        <w:b/>
      </w:rPr>
    </w:pPr>
    <w:r w:rsidRPr="00EB7232">
      <w:rPr>
        <w:b/>
      </w:rPr>
      <w:t xml:space="preserve">PROPOSTA </w:t>
    </w:r>
    <w:r>
      <w:rPr>
        <w:b/>
      </w:rPr>
      <w:t xml:space="preserve">DE FORMAÇÃO À DISTÂNCIA </w:t>
    </w:r>
  </w:p>
  <w:p w14:paraId="7B3774B3" w14:textId="77777777" w:rsidR="002B5E69" w:rsidRDefault="002B5E69" w:rsidP="000D0717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E06F1D"/>
    <w:multiLevelType w:val="multilevel"/>
    <w:tmpl w:val="CFD0E8D2"/>
    <w:lvl w:ilvl="0">
      <w:start w:val="9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43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" w15:restartNumberingAfterBreak="0">
    <w:nsid w:val="056E7484"/>
    <w:multiLevelType w:val="multilevel"/>
    <w:tmpl w:val="5542290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120" w:hanging="1440"/>
      </w:pPr>
      <w:rPr>
        <w:rFonts w:hint="default"/>
        <w:b/>
      </w:rPr>
    </w:lvl>
  </w:abstractNum>
  <w:abstractNum w:abstractNumId="2" w15:restartNumberingAfterBreak="0">
    <w:nsid w:val="178A374E"/>
    <w:multiLevelType w:val="multilevel"/>
    <w:tmpl w:val="7E9C86E8"/>
    <w:lvl w:ilvl="0">
      <w:start w:val="9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9B3002A"/>
    <w:multiLevelType w:val="hybridMultilevel"/>
    <w:tmpl w:val="3FE0DD72"/>
    <w:lvl w:ilvl="0" w:tplc="08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A2E72A7"/>
    <w:multiLevelType w:val="multilevel"/>
    <w:tmpl w:val="FD24E104"/>
    <w:lvl w:ilvl="0">
      <w:start w:val="9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HAnsi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424291"/>
    <w:multiLevelType w:val="hybridMultilevel"/>
    <w:tmpl w:val="F76ED0AC"/>
    <w:lvl w:ilvl="0" w:tplc="0816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6" w15:restartNumberingAfterBreak="0">
    <w:nsid w:val="2B906800"/>
    <w:multiLevelType w:val="hybridMultilevel"/>
    <w:tmpl w:val="2FC400CE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8160019" w:tentative="1">
      <w:start w:val="1"/>
      <w:numFmt w:val="lowerLetter"/>
      <w:lvlText w:val="%2."/>
      <w:lvlJc w:val="left"/>
      <w:pPr>
        <w:ind w:left="2007" w:hanging="360"/>
      </w:pPr>
    </w:lvl>
    <w:lvl w:ilvl="2" w:tplc="0816001B" w:tentative="1">
      <w:start w:val="1"/>
      <w:numFmt w:val="lowerRoman"/>
      <w:lvlText w:val="%3."/>
      <w:lvlJc w:val="right"/>
      <w:pPr>
        <w:ind w:left="2727" w:hanging="180"/>
      </w:pPr>
    </w:lvl>
    <w:lvl w:ilvl="3" w:tplc="0816000F" w:tentative="1">
      <w:start w:val="1"/>
      <w:numFmt w:val="decimal"/>
      <w:lvlText w:val="%4."/>
      <w:lvlJc w:val="left"/>
      <w:pPr>
        <w:ind w:left="3447" w:hanging="360"/>
      </w:pPr>
    </w:lvl>
    <w:lvl w:ilvl="4" w:tplc="08160019" w:tentative="1">
      <w:start w:val="1"/>
      <w:numFmt w:val="lowerLetter"/>
      <w:lvlText w:val="%5."/>
      <w:lvlJc w:val="left"/>
      <w:pPr>
        <w:ind w:left="4167" w:hanging="360"/>
      </w:pPr>
    </w:lvl>
    <w:lvl w:ilvl="5" w:tplc="0816001B" w:tentative="1">
      <w:start w:val="1"/>
      <w:numFmt w:val="lowerRoman"/>
      <w:lvlText w:val="%6."/>
      <w:lvlJc w:val="right"/>
      <w:pPr>
        <w:ind w:left="4887" w:hanging="180"/>
      </w:pPr>
    </w:lvl>
    <w:lvl w:ilvl="6" w:tplc="0816000F" w:tentative="1">
      <w:start w:val="1"/>
      <w:numFmt w:val="decimal"/>
      <w:lvlText w:val="%7."/>
      <w:lvlJc w:val="left"/>
      <w:pPr>
        <w:ind w:left="5607" w:hanging="360"/>
      </w:pPr>
    </w:lvl>
    <w:lvl w:ilvl="7" w:tplc="08160019" w:tentative="1">
      <w:start w:val="1"/>
      <w:numFmt w:val="lowerLetter"/>
      <w:lvlText w:val="%8."/>
      <w:lvlJc w:val="left"/>
      <w:pPr>
        <w:ind w:left="6327" w:hanging="360"/>
      </w:pPr>
    </w:lvl>
    <w:lvl w:ilvl="8" w:tplc="08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34F2107"/>
    <w:multiLevelType w:val="hybridMultilevel"/>
    <w:tmpl w:val="8156254C"/>
    <w:lvl w:ilvl="0" w:tplc="08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5DD306A"/>
    <w:multiLevelType w:val="multilevel"/>
    <w:tmpl w:val="2B0A7A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1EF0AA8"/>
    <w:multiLevelType w:val="hybridMultilevel"/>
    <w:tmpl w:val="F2786FD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531963"/>
    <w:multiLevelType w:val="hybridMultilevel"/>
    <w:tmpl w:val="62A60C94"/>
    <w:lvl w:ilvl="0" w:tplc="08160017">
      <w:start w:val="1"/>
      <w:numFmt w:val="lowerLetter"/>
      <w:lvlText w:val="%1)"/>
      <w:lvlJc w:val="left"/>
      <w:pPr>
        <w:ind w:left="5850" w:hanging="360"/>
      </w:pPr>
    </w:lvl>
    <w:lvl w:ilvl="1" w:tplc="08160019" w:tentative="1">
      <w:start w:val="1"/>
      <w:numFmt w:val="lowerLetter"/>
      <w:lvlText w:val="%2."/>
      <w:lvlJc w:val="left"/>
      <w:pPr>
        <w:ind w:left="6570" w:hanging="360"/>
      </w:pPr>
    </w:lvl>
    <w:lvl w:ilvl="2" w:tplc="0816001B" w:tentative="1">
      <w:start w:val="1"/>
      <w:numFmt w:val="lowerRoman"/>
      <w:lvlText w:val="%3."/>
      <w:lvlJc w:val="right"/>
      <w:pPr>
        <w:ind w:left="7290" w:hanging="180"/>
      </w:pPr>
    </w:lvl>
    <w:lvl w:ilvl="3" w:tplc="0816000F" w:tentative="1">
      <w:start w:val="1"/>
      <w:numFmt w:val="decimal"/>
      <w:lvlText w:val="%4."/>
      <w:lvlJc w:val="left"/>
      <w:pPr>
        <w:ind w:left="8010" w:hanging="360"/>
      </w:pPr>
    </w:lvl>
    <w:lvl w:ilvl="4" w:tplc="08160019" w:tentative="1">
      <w:start w:val="1"/>
      <w:numFmt w:val="lowerLetter"/>
      <w:lvlText w:val="%5."/>
      <w:lvlJc w:val="left"/>
      <w:pPr>
        <w:ind w:left="8730" w:hanging="360"/>
      </w:pPr>
    </w:lvl>
    <w:lvl w:ilvl="5" w:tplc="0816001B" w:tentative="1">
      <w:start w:val="1"/>
      <w:numFmt w:val="lowerRoman"/>
      <w:lvlText w:val="%6."/>
      <w:lvlJc w:val="right"/>
      <w:pPr>
        <w:ind w:left="9450" w:hanging="180"/>
      </w:pPr>
    </w:lvl>
    <w:lvl w:ilvl="6" w:tplc="0816000F" w:tentative="1">
      <w:start w:val="1"/>
      <w:numFmt w:val="decimal"/>
      <w:lvlText w:val="%7."/>
      <w:lvlJc w:val="left"/>
      <w:pPr>
        <w:ind w:left="10170" w:hanging="360"/>
      </w:pPr>
    </w:lvl>
    <w:lvl w:ilvl="7" w:tplc="08160019" w:tentative="1">
      <w:start w:val="1"/>
      <w:numFmt w:val="lowerLetter"/>
      <w:lvlText w:val="%8."/>
      <w:lvlJc w:val="left"/>
      <w:pPr>
        <w:ind w:left="10890" w:hanging="360"/>
      </w:pPr>
    </w:lvl>
    <w:lvl w:ilvl="8" w:tplc="0816001B" w:tentative="1">
      <w:start w:val="1"/>
      <w:numFmt w:val="lowerRoman"/>
      <w:lvlText w:val="%9."/>
      <w:lvlJc w:val="right"/>
      <w:pPr>
        <w:ind w:left="11610" w:hanging="180"/>
      </w:pPr>
    </w:lvl>
  </w:abstractNum>
  <w:abstractNum w:abstractNumId="11" w15:restartNumberingAfterBreak="0">
    <w:nsid w:val="5A180BE9"/>
    <w:multiLevelType w:val="hybridMultilevel"/>
    <w:tmpl w:val="C4D84588"/>
    <w:lvl w:ilvl="0" w:tplc="D6785BC6">
      <w:start w:val="1"/>
      <w:numFmt w:val="decimal"/>
      <w:lvlText w:val="%1."/>
      <w:lvlJc w:val="left"/>
      <w:pPr>
        <w:ind w:left="928" w:hanging="360"/>
      </w:pPr>
      <w:rPr>
        <w:b/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134E5C"/>
    <w:multiLevelType w:val="multilevel"/>
    <w:tmpl w:val="B3C8AF1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ind w:left="324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48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972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16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  <w:b/>
      </w:rPr>
    </w:lvl>
  </w:abstractNum>
  <w:abstractNum w:abstractNumId="13" w15:restartNumberingAfterBreak="0">
    <w:nsid w:val="7219710B"/>
    <w:multiLevelType w:val="hybridMultilevel"/>
    <w:tmpl w:val="1EE6B7BC"/>
    <w:lvl w:ilvl="0" w:tplc="2F368E0C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890E6F"/>
    <w:multiLevelType w:val="hybridMultilevel"/>
    <w:tmpl w:val="B33A26E0"/>
    <w:lvl w:ilvl="0" w:tplc="08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A3103AA"/>
    <w:multiLevelType w:val="multilevel"/>
    <w:tmpl w:val="278C6B7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3420" w:hanging="720"/>
      </w:pPr>
      <w:rPr>
        <w:rFonts w:hint="default"/>
        <w:b/>
        <w:sz w:val="22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b/>
        <w:sz w:val="22"/>
      </w:rPr>
    </w:lvl>
    <w:lvl w:ilvl="4">
      <w:start w:val="1"/>
      <w:numFmt w:val="decimal"/>
      <w:lvlText w:val="%1.%2.%3.%4.%5."/>
      <w:lvlJc w:val="left"/>
      <w:pPr>
        <w:ind w:left="3560" w:hanging="720"/>
      </w:pPr>
      <w:rPr>
        <w:rFonts w:hint="default"/>
        <w:b/>
        <w:sz w:val="22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b/>
        <w:sz w:val="22"/>
      </w:rPr>
    </w:lvl>
    <w:lvl w:ilvl="6">
      <w:start w:val="1"/>
      <w:numFmt w:val="decimal"/>
      <w:lvlText w:val="%1.%2.%3.%4.%5.%6.%7."/>
      <w:lvlJc w:val="left"/>
      <w:pPr>
        <w:ind w:left="5340" w:hanging="1080"/>
      </w:pPr>
      <w:rPr>
        <w:rFonts w:hint="default"/>
        <w:b/>
        <w:sz w:val="22"/>
      </w:rPr>
    </w:lvl>
    <w:lvl w:ilvl="7">
      <w:start w:val="1"/>
      <w:numFmt w:val="decimal"/>
      <w:lvlText w:val="%1.%2.%3.%4.%5.%6.%7.%8."/>
      <w:lvlJc w:val="left"/>
      <w:pPr>
        <w:ind w:left="6050" w:hanging="1080"/>
      </w:pPr>
      <w:rPr>
        <w:rFonts w:hint="default"/>
        <w:b/>
        <w:sz w:val="22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hint="default"/>
        <w:b/>
        <w:sz w:val="22"/>
      </w:rPr>
    </w:lvl>
  </w:abstractNum>
  <w:abstractNum w:abstractNumId="16" w15:restartNumberingAfterBreak="0">
    <w:nsid w:val="7BD6178E"/>
    <w:multiLevelType w:val="multilevel"/>
    <w:tmpl w:val="C088DD26"/>
    <w:lvl w:ilvl="0">
      <w:start w:val="8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81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num w:numId="1">
    <w:abstractNumId w:val="8"/>
  </w:num>
  <w:num w:numId="2">
    <w:abstractNumId w:val="11"/>
  </w:num>
  <w:num w:numId="3">
    <w:abstractNumId w:val="3"/>
  </w:num>
  <w:num w:numId="4">
    <w:abstractNumId w:val="7"/>
  </w:num>
  <w:num w:numId="5">
    <w:abstractNumId w:val="5"/>
  </w:num>
  <w:num w:numId="6">
    <w:abstractNumId w:val="9"/>
  </w:num>
  <w:num w:numId="7">
    <w:abstractNumId w:val="14"/>
  </w:num>
  <w:num w:numId="8">
    <w:abstractNumId w:val="12"/>
  </w:num>
  <w:num w:numId="9">
    <w:abstractNumId w:val="10"/>
  </w:num>
  <w:num w:numId="10">
    <w:abstractNumId w:val="16"/>
  </w:num>
  <w:num w:numId="11">
    <w:abstractNumId w:val="1"/>
  </w:num>
  <w:num w:numId="12">
    <w:abstractNumId w:val="15"/>
  </w:num>
  <w:num w:numId="13">
    <w:abstractNumId w:val="0"/>
  </w:num>
  <w:num w:numId="14">
    <w:abstractNumId w:val="2"/>
  </w:num>
  <w:num w:numId="15">
    <w:abstractNumId w:val="4"/>
  </w:num>
  <w:num w:numId="16">
    <w:abstractNumId w:val="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ocumentProtection w:edit="forms" w:formatting="1" w:enforcement="1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5D"/>
    <w:rsid w:val="00003C18"/>
    <w:rsid w:val="00007970"/>
    <w:rsid w:val="00022A25"/>
    <w:rsid w:val="0006727A"/>
    <w:rsid w:val="00074EC6"/>
    <w:rsid w:val="000A61F4"/>
    <w:rsid w:val="000B5132"/>
    <w:rsid w:val="000D0717"/>
    <w:rsid w:val="000D0F7F"/>
    <w:rsid w:val="000D5443"/>
    <w:rsid w:val="000D704A"/>
    <w:rsid w:val="000E1467"/>
    <w:rsid w:val="000F5962"/>
    <w:rsid w:val="001502C9"/>
    <w:rsid w:val="001526CD"/>
    <w:rsid w:val="00185EB0"/>
    <w:rsid w:val="0019004A"/>
    <w:rsid w:val="00194949"/>
    <w:rsid w:val="001A6E80"/>
    <w:rsid w:val="001C0E6E"/>
    <w:rsid w:val="001C58D7"/>
    <w:rsid w:val="001C6219"/>
    <w:rsid w:val="001E38B2"/>
    <w:rsid w:val="0020603B"/>
    <w:rsid w:val="00243E76"/>
    <w:rsid w:val="00246626"/>
    <w:rsid w:val="00247E94"/>
    <w:rsid w:val="00265BF0"/>
    <w:rsid w:val="002B5E69"/>
    <w:rsid w:val="002C06A0"/>
    <w:rsid w:val="002D6248"/>
    <w:rsid w:val="002F58E1"/>
    <w:rsid w:val="00304363"/>
    <w:rsid w:val="0034589C"/>
    <w:rsid w:val="00361C06"/>
    <w:rsid w:val="00397E5D"/>
    <w:rsid w:val="003A26EF"/>
    <w:rsid w:val="003B2656"/>
    <w:rsid w:val="003B5165"/>
    <w:rsid w:val="003F4D0B"/>
    <w:rsid w:val="0040786B"/>
    <w:rsid w:val="004155DE"/>
    <w:rsid w:val="00430498"/>
    <w:rsid w:val="00435480"/>
    <w:rsid w:val="004630EC"/>
    <w:rsid w:val="00480A9A"/>
    <w:rsid w:val="004A4130"/>
    <w:rsid w:val="004C7088"/>
    <w:rsid w:val="004E0650"/>
    <w:rsid w:val="004F4C70"/>
    <w:rsid w:val="00500684"/>
    <w:rsid w:val="005242D5"/>
    <w:rsid w:val="00526F5B"/>
    <w:rsid w:val="00542B45"/>
    <w:rsid w:val="00556695"/>
    <w:rsid w:val="005A01FA"/>
    <w:rsid w:val="005C2086"/>
    <w:rsid w:val="005C42C5"/>
    <w:rsid w:val="00600E01"/>
    <w:rsid w:val="006135D4"/>
    <w:rsid w:val="00625FB0"/>
    <w:rsid w:val="00631DA6"/>
    <w:rsid w:val="00633F1F"/>
    <w:rsid w:val="00653656"/>
    <w:rsid w:val="00667FD1"/>
    <w:rsid w:val="006842ED"/>
    <w:rsid w:val="00686A4E"/>
    <w:rsid w:val="00694FB6"/>
    <w:rsid w:val="006A35AE"/>
    <w:rsid w:val="006E7A5B"/>
    <w:rsid w:val="006F12B3"/>
    <w:rsid w:val="007179BB"/>
    <w:rsid w:val="00720C61"/>
    <w:rsid w:val="00744B6A"/>
    <w:rsid w:val="0075704E"/>
    <w:rsid w:val="007C548D"/>
    <w:rsid w:val="007C60E1"/>
    <w:rsid w:val="007E1642"/>
    <w:rsid w:val="00800D5A"/>
    <w:rsid w:val="008176DC"/>
    <w:rsid w:val="00823470"/>
    <w:rsid w:val="00825A60"/>
    <w:rsid w:val="008339D5"/>
    <w:rsid w:val="00852209"/>
    <w:rsid w:val="00853ABE"/>
    <w:rsid w:val="0088140B"/>
    <w:rsid w:val="008B3E97"/>
    <w:rsid w:val="008B5206"/>
    <w:rsid w:val="008B6BF9"/>
    <w:rsid w:val="008E4469"/>
    <w:rsid w:val="008E5717"/>
    <w:rsid w:val="00904EF6"/>
    <w:rsid w:val="00917D37"/>
    <w:rsid w:val="00962909"/>
    <w:rsid w:val="00984921"/>
    <w:rsid w:val="00995641"/>
    <w:rsid w:val="009A07F6"/>
    <w:rsid w:val="009B4C5D"/>
    <w:rsid w:val="009C63E9"/>
    <w:rsid w:val="00A039A9"/>
    <w:rsid w:val="00A439C5"/>
    <w:rsid w:val="00A463C6"/>
    <w:rsid w:val="00A52EC1"/>
    <w:rsid w:val="00A535F9"/>
    <w:rsid w:val="00A851CB"/>
    <w:rsid w:val="00AA1533"/>
    <w:rsid w:val="00AA6CF2"/>
    <w:rsid w:val="00AD23E6"/>
    <w:rsid w:val="00AE0FCA"/>
    <w:rsid w:val="00AE4C9A"/>
    <w:rsid w:val="00AE66D2"/>
    <w:rsid w:val="00B01C25"/>
    <w:rsid w:val="00B0574E"/>
    <w:rsid w:val="00B0767E"/>
    <w:rsid w:val="00B2718A"/>
    <w:rsid w:val="00B33300"/>
    <w:rsid w:val="00B51B77"/>
    <w:rsid w:val="00B861C1"/>
    <w:rsid w:val="00BA5619"/>
    <w:rsid w:val="00BE7345"/>
    <w:rsid w:val="00C072A9"/>
    <w:rsid w:val="00C2512B"/>
    <w:rsid w:val="00C34027"/>
    <w:rsid w:val="00C3486F"/>
    <w:rsid w:val="00C3503D"/>
    <w:rsid w:val="00C63934"/>
    <w:rsid w:val="00C75C15"/>
    <w:rsid w:val="00C93DB9"/>
    <w:rsid w:val="00CB3995"/>
    <w:rsid w:val="00CD0594"/>
    <w:rsid w:val="00CE57E5"/>
    <w:rsid w:val="00D054BC"/>
    <w:rsid w:val="00D154E9"/>
    <w:rsid w:val="00D32CF7"/>
    <w:rsid w:val="00D340EC"/>
    <w:rsid w:val="00D354EA"/>
    <w:rsid w:val="00D744D3"/>
    <w:rsid w:val="00D93174"/>
    <w:rsid w:val="00DA2997"/>
    <w:rsid w:val="00DE3BBA"/>
    <w:rsid w:val="00E12AD3"/>
    <w:rsid w:val="00E50263"/>
    <w:rsid w:val="00E56252"/>
    <w:rsid w:val="00E735B8"/>
    <w:rsid w:val="00EB7232"/>
    <w:rsid w:val="00ED22FD"/>
    <w:rsid w:val="00ED2C03"/>
    <w:rsid w:val="00EE4E74"/>
    <w:rsid w:val="00EF484A"/>
    <w:rsid w:val="00F1511F"/>
    <w:rsid w:val="00F2127F"/>
    <w:rsid w:val="00F40825"/>
    <w:rsid w:val="00F71728"/>
    <w:rsid w:val="00F8345B"/>
    <w:rsid w:val="00FA7CE3"/>
    <w:rsid w:val="00FA7DDF"/>
    <w:rsid w:val="00FB3CB1"/>
    <w:rsid w:val="00FB7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0854D9E"/>
  <w15:docId w15:val="{BBA0C840-A08A-4BFA-8054-1B6552B53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7FD1"/>
    <w:rPr>
      <w:rFonts w:eastAsiaTheme="minorEastAsia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667FD1"/>
    <w:pPr>
      <w:spacing w:after="0" w:line="240" w:lineRule="auto"/>
    </w:pPr>
    <w:rPr>
      <w:rFonts w:eastAsiaTheme="minorEastAsia"/>
      <w:lang w:eastAsia="pt-P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ter"/>
    <w:uiPriority w:val="99"/>
    <w:semiHidden/>
    <w:unhideWhenUsed/>
    <w:rsid w:val="00667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667FD1"/>
    <w:rPr>
      <w:rFonts w:ascii="Tahoma" w:eastAsiaTheme="minorEastAsia" w:hAnsi="Tahoma" w:cs="Tahoma"/>
      <w:sz w:val="16"/>
      <w:szCs w:val="16"/>
      <w:lang w:eastAsia="pt-PT"/>
    </w:rPr>
  </w:style>
  <w:style w:type="character" w:styleId="TextodoMarcadordePosio">
    <w:name w:val="Placeholder Text"/>
    <w:basedOn w:val="Tipodeletrapredefinidodopargrafo"/>
    <w:uiPriority w:val="99"/>
    <w:semiHidden/>
    <w:rsid w:val="00A851CB"/>
    <w:rPr>
      <w:color w:val="808080"/>
    </w:rPr>
  </w:style>
  <w:style w:type="paragraph" w:styleId="PargrafodaLista">
    <w:name w:val="List Paragraph"/>
    <w:basedOn w:val="Normal"/>
    <w:uiPriority w:val="34"/>
    <w:qFormat/>
    <w:rsid w:val="005242D5"/>
    <w:pPr>
      <w:ind w:left="720"/>
      <w:contextualSpacing/>
    </w:pPr>
  </w:style>
  <w:style w:type="paragraph" w:styleId="Cabealho">
    <w:name w:val="header"/>
    <w:basedOn w:val="Normal"/>
    <w:link w:val="CabealhoCarter"/>
    <w:uiPriority w:val="99"/>
    <w:unhideWhenUsed/>
    <w:rsid w:val="004155D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4155DE"/>
    <w:rPr>
      <w:rFonts w:eastAsiaTheme="minorEastAsia"/>
      <w:lang w:eastAsia="pt-PT"/>
    </w:rPr>
  </w:style>
  <w:style w:type="paragraph" w:styleId="Rodap">
    <w:name w:val="footer"/>
    <w:basedOn w:val="Normal"/>
    <w:link w:val="RodapCarter"/>
    <w:uiPriority w:val="99"/>
    <w:unhideWhenUsed/>
    <w:rsid w:val="004155D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4155DE"/>
    <w:rPr>
      <w:rFonts w:eastAsiaTheme="minorEastAsia"/>
      <w:lang w:eastAsia="pt-PT"/>
    </w:rPr>
  </w:style>
  <w:style w:type="character" w:styleId="Hiperligao">
    <w:name w:val="Hyperlink"/>
    <w:basedOn w:val="Tipodeletrapredefinidodopargrafo"/>
    <w:uiPriority w:val="99"/>
    <w:semiHidden/>
    <w:unhideWhenUsed/>
    <w:rsid w:val="009B4C5D"/>
    <w:rPr>
      <w:color w:val="0000FF"/>
      <w:u w:val="single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9B4C5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37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la.russo.INTRANET\Downloads\Desloca&#231;&#227;o%20em%20forma&#231;&#227;o%20_11-06-2015%20(29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E70A2DE380104EA68CFC74E4B63FC09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2117038-0CBD-42D8-928B-42AD89D2B6A8}"/>
      </w:docPartPr>
      <w:docPartBody>
        <w:p w:rsidR="008D2B6D" w:rsidRDefault="00EA5513">
          <w:pPr>
            <w:pStyle w:val="E70A2DE380104EA68CFC74E4B63FC091"/>
          </w:pPr>
          <w:r w:rsidRPr="00444FB4">
            <w:rPr>
              <w:rStyle w:val="TextodoMarcadordePosio"/>
            </w:rPr>
            <w:t>Clique aqui para introduzir texto.</w:t>
          </w:r>
        </w:p>
      </w:docPartBody>
    </w:docPart>
    <w:docPart>
      <w:docPartPr>
        <w:name w:val="AE3C5DE114CC42DC890E0FDEC94C340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0BA7D1A-0FCE-4D76-9A91-504A6BBDC8FB}"/>
      </w:docPartPr>
      <w:docPartBody>
        <w:p w:rsidR="008D2B6D" w:rsidRDefault="00EA5513">
          <w:pPr>
            <w:pStyle w:val="AE3C5DE114CC42DC890E0FDEC94C340E"/>
          </w:pPr>
          <w:r w:rsidRPr="00444FB4">
            <w:rPr>
              <w:rStyle w:val="TextodoMarcadordePosio"/>
            </w:rPr>
            <w:t>Escolha um item.</w:t>
          </w:r>
        </w:p>
      </w:docPartBody>
    </w:docPart>
    <w:docPart>
      <w:docPartPr>
        <w:name w:val="C2FCB6071B71498F9FEB53A50557C91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D40196B-68F1-4A41-ADDB-178ED4895DF9}"/>
      </w:docPartPr>
      <w:docPartBody>
        <w:p w:rsidR="008D2B6D" w:rsidRDefault="00EA5513">
          <w:pPr>
            <w:pStyle w:val="C2FCB6071B71498F9FEB53A50557C912"/>
          </w:pPr>
          <w:r w:rsidRPr="009B7954">
            <w:rPr>
              <w:rStyle w:val="TextodoMarcadordePosio"/>
            </w:rPr>
            <w:t>Clique aqui para introduzir texto.</w:t>
          </w:r>
        </w:p>
      </w:docPartBody>
    </w:docPart>
    <w:docPart>
      <w:docPartPr>
        <w:name w:val="229CBC743BB74CB2BC70F6B0643A6E0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DFDF280-6C15-473B-8202-26DDB8FCA0B6}"/>
      </w:docPartPr>
      <w:docPartBody>
        <w:p w:rsidR="008D2B6D" w:rsidRDefault="00EA5513">
          <w:pPr>
            <w:pStyle w:val="229CBC743BB74CB2BC70F6B0643A6E0F"/>
          </w:pPr>
          <w:r w:rsidRPr="00F47E9F">
            <w:rPr>
              <w:rStyle w:val="TextodoMarcadordePosio"/>
            </w:rPr>
            <w:t>Clique aqui para introduzir texto.</w:t>
          </w:r>
        </w:p>
      </w:docPartBody>
    </w:docPart>
    <w:docPart>
      <w:docPartPr>
        <w:name w:val="55E992305B2C4C5AB6B4DE2C8C62D39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59F4311-1E38-482F-9E8C-2EF1A9E9494A}"/>
      </w:docPartPr>
      <w:docPartBody>
        <w:p w:rsidR="008D2B6D" w:rsidRDefault="00EA5513">
          <w:pPr>
            <w:pStyle w:val="55E992305B2C4C5AB6B4DE2C8C62D394"/>
          </w:pPr>
          <w:r w:rsidRPr="00BD0F9D">
            <w:rPr>
              <w:rStyle w:val="TextodoMarcadordePosio"/>
            </w:rPr>
            <w:t>Clique aqui para introduzir uma data.</w:t>
          </w:r>
        </w:p>
      </w:docPartBody>
    </w:docPart>
    <w:docPart>
      <w:docPartPr>
        <w:name w:val="333282A3796341C4B8CECDCE2D02ECB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0A299746-055C-4670-9CFC-22A7061BCF6A}"/>
      </w:docPartPr>
      <w:docPartBody>
        <w:p w:rsidR="00FD7974" w:rsidRDefault="008D2B6D" w:rsidP="008D2B6D">
          <w:pPr>
            <w:pStyle w:val="333282A3796341C4B8CECDCE2D02ECB8"/>
          </w:pPr>
          <w:r w:rsidRPr="00552952">
            <w:rPr>
              <w:rStyle w:val="TextodoMarcadordePosio"/>
            </w:rPr>
            <w:t>Clique aqui para introduzir texto.</w:t>
          </w:r>
        </w:p>
      </w:docPartBody>
    </w:docPart>
    <w:docPart>
      <w:docPartPr>
        <w:name w:val="7E4D3B8E38ED40D8A7370829D865C8E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CEEF4EA-011D-4B6B-B4B9-F27B5B48BD95}"/>
      </w:docPartPr>
      <w:docPartBody>
        <w:p w:rsidR="009A3F14" w:rsidRDefault="00BE09B0" w:rsidP="00BE09B0">
          <w:pPr>
            <w:pStyle w:val="7E4D3B8E38ED40D8A7370829D865C8E2"/>
          </w:pPr>
          <w:r w:rsidRPr="00552952">
            <w:rPr>
              <w:rStyle w:val="TextodoMarcadordePosio"/>
            </w:rPr>
            <w:t>Clique aqui para introduzir texto.</w:t>
          </w:r>
        </w:p>
      </w:docPartBody>
    </w:docPart>
    <w:docPart>
      <w:docPartPr>
        <w:name w:val="599DCCC582C242E8A480D255A56A0DB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5BBDAE7-FE13-463C-BBD0-979A4B06E0CB}"/>
      </w:docPartPr>
      <w:docPartBody>
        <w:p w:rsidR="00097530" w:rsidRDefault="00164401" w:rsidP="00164401">
          <w:pPr>
            <w:pStyle w:val="599DCCC582C242E8A480D255A56A0DBD"/>
          </w:pPr>
          <w:r w:rsidRPr="009B7954">
            <w:rPr>
              <w:rStyle w:val="TextodoMarcadordePosio"/>
            </w:rPr>
            <w:t>Clique aqui para introduzir texto.</w:t>
          </w:r>
        </w:p>
      </w:docPartBody>
    </w:docPart>
    <w:docPart>
      <w:docPartPr>
        <w:name w:val="63F322C5044341C981D79E221022E1C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60512CF-4243-4C84-B4F8-B5EB5A077020}"/>
      </w:docPartPr>
      <w:docPartBody>
        <w:p w:rsidR="00097530" w:rsidRDefault="00164401" w:rsidP="00164401">
          <w:pPr>
            <w:pStyle w:val="63F322C5044341C981D79E221022E1C6"/>
          </w:pPr>
          <w:r w:rsidRPr="009B7954">
            <w:rPr>
              <w:rStyle w:val="TextodoMarcadordePosio"/>
            </w:rPr>
            <w:t>Clique aqui para introduzir texto.</w:t>
          </w:r>
        </w:p>
      </w:docPartBody>
    </w:docPart>
    <w:docPart>
      <w:docPartPr>
        <w:name w:val="C6DC3E7F60714CD7958DF91ABF57EA3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949D07A-4B94-4E5F-8A77-3E594517B894}"/>
      </w:docPartPr>
      <w:docPartBody>
        <w:p w:rsidR="005C6F4B" w:rsidRDefault="001E0A67" w:rsidP="001E0A67">
          <w:pPr>
            <w:pStyle w:val="C6DC3E7F60714CD7958DF91ABF57EA38"/>
          </w:pPr>
          <w:r w:rsidRPr="00444FB4">
            <w:rPr>
              <w:rStyle w:val="TextodoMarcadordePosio"/>
            </w:rPr>
            <w:t>Clique aqui para introduzir texto.</w:t>
          </w:r>
        </w:p>
      </w:docPartBody>
    </w:docPart>
    <w:docPart>
      <w:docPartPr>
        <w:name w:val="1D3DA064941F429DB5D9E31AE450975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6EB27CB6-F737-4519-B842-8A75A320862D}"/>
      </w:docPartPr>
      <w:docPartBody>
        <w:p w:rsidR="005C6F4B" w:rsidRDefault="001E0A67" w:rsidP="001E0A67">
          <w:pPr>
            <w:pStyle w:val="1D3DA064941F429DB5D9E31AE4509752"/>
          </w:pPr>
          <w:r w:rsidRPr="00552952">
            <w:rPr>
              <w:rStyle w:val="TextodoMarcadordePosio"/>
            </w:rPr>
            <w:t>Clique aqui para introduzir texto.</w:t>
          </w:r>
        </w:p>
      </w:docPartBody>
    </w:docPart>
    <w:docPart>
      <w:docPartPr>
        <w:name w:val="CF3940EEDDA544E2A3535BCE9430A4CD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0A8783-76E8-4B77-90F0-E51667E1EAC0}"/>
      </w:docPartPr>
      <w:docPartBody>
        <w:p w:rsidR="005C6F4B" w:rsidRDefault="001E0A67" w:rsidP="001E0A67">
          <w:pPr>
            <w:pStyle w:val="CF3940EEDDA544E2A3535BCE9430A4CD"/>
          </w:pPr>
          <w:r w:rsidRPr="00552952">
            <w:rPr>
              <w:rStyle w:val="TextodoMarcadordePosio"/>
            </w:rPr>
            <w:t>Clique aqui para introduzir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5513"/>
    <w:rsid w:val="00097530"/>
    <w:rsid w:val="00121C0B"/>
    <w:rsid w:val="00164401"/>
    <w:rsid w:val="001E0A67"/>
    <w:rsid w:val="001F0AE5"/>
    <w:rsid w:val="0033016D"/>
    <w:rsid w:val="00527EDF"/>
    <w:rsid w:val="00572DE4"/>
    <w:rsid w:val="005C6F4B"/>
    <w:rsid w:val="00680B13"/>
    <w:rsid w:val="008D2B6D"/>
    <w:rsid w:val="009A3F14"/>
    <w:rsid w:val="00BE09B0"/>
    <w:rsid w:val="00CB60B0"/>
    <w:rsid w:val="00EA5513"/>
    <w:rsid w:val="00FD7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1E0A67"/>
    <w:rPr>
      <w:color w:val="808080"/>
    </w:rPr>
  </w:style>
  <w:style w:type="paragraph" w:customStyle="1" w:styleId="E70A2DE380104EA68CFC74E4B63FC091">
    <w:name w:val="E70A2DE380104EA68CFC74E4B63FC091"/>
  </w:style>
  <w:style w:type="paragraph" w:customStyle="1" w:styleId="AE3C5DE114CC42DC890E0FDEC94C340E">
    <w:name w:val="AE3C5DE114CC42DC890E0FDEC94C340E"/>
  </w:style>
  <w:style w:type="paragraph" w:customStyle="1" w:styleId="C2FCB6071B71498F9FEB53A50557C912">
    <w:name w:val="C2FCB6071B71498F9FEB53A50557C912"/>
  </w:style>
  <w:style w:type="paragraph" w:customStyle="1" w:styleId="229CBC743BB74CB2BC70F6B0643A6E0F">
    <w:name w:val="229CBC743BB74CB2BC70F6B0643A6E0F"/>
  </w:style>
  <w:style w:type="paragraph" w:customStyle="1" w:styleId="55E992305B2C4C5AB6B4DE2C8C62D394">
    <w:name w:val="55E992305B2C4C5AB6B4DE2C8C62D394"/>
  </w:style>
  <w:style w:type="paragraph" w:customStyle="1" w:styleId="333282A3796341C4B8CECDCE2D02ECB8">
    <w:name w:val="333282A3796341C4B8CECDCE2D02ECB8"/>
    <w:rsid w:val="008D2B6D"/>
  </w:style>
  <w:style w:type="paragraph" w:customStyle="1" w:styleId="7E4D3B8E38ED40D8A7370829D865C8E2">
    <w:name w:val="7E4D3B8E38ED40D8A7370829D865C8E2"/>
    <w:rsid w:val="00BE09B0"/>
  </w:style>
  <w:style w:type="paragraph" w:customStyle="1" w:styleId="599DCCC582C242E8A480D255A56A0DBD">
    <w:name w:val="599DCCC582C242E8A480D255A56A0DBD"/>
    <w:rsid w:val="00164401"/>
  </w:style>
  <w:style w:type="paragraph" w:customStyle="1" w:styleId="63F322C5044341C981D79E221022E1C6">
    <w:name w:val="63F322C5044341C981D79E221022E1C6"/>
    <w:rsid w:val="00164401"/>
  </w:style>
  <w:style w:type="paragraph" w:customStyle="1" w:styleId="C6DC3E7F60714CD7958DF91ABF57EA38">
    <w:name w:val="C6DC3E7F60714CD7958DF91ABF57EA38"/>
    <w:rsid w:val="001E0A67"/>
  </w:style>
  <w:style w:type="paragraph" w:customStyle="1" w:styleId="1D3DA064941F429DB5D9E31AE4509752">
    <w:name w:val="1D3DA064941F429DB5D9E31AE4509752"/>
    <w:rsid w:val="001E0A67"/>
  </w:style>
  <w:style w:type="paragraph" w:customStyle="1" w:styleId="CF3940EEDDA544E2A3535BCE9430A4CD">
    <w:name w:val="CF3940EEDDA544E2A3535BCE9430A4CD"/>
    <w:rsid w:val="001E0A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2DA9DE-27A2-45A9-960F-7E6B5D8B0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Deslocação em formação _11-06-2015 (29)</Template>
  <TotalTime>5</TotalTime>
  <Pages>1</Pages>
  <Words>163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Russo</dc:creator>
  <cp:keywords/>
  <dc:description/>
  <cp:lastModifiedBy>Paulo Galvão</cp:lastModifiedBy>
  <cp:revision>2</cp:revision>
  <cp:lastPrinted>2020-03-06T11:51:00Z</cp:lastPrinted>
  <dcterms:created xsi:type="dcterms:W3CDTF">2021-02-08T23:21:00Z</dcterms:created>
  <dcterms:modified xsi:type="dcterms:W3CDTF">2021-02-08T23:21:00Z</dcterms:modified>
</cp:coreProperties>
</file>