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D1D" w:rsidRPr="0006605D" w:rsidRDefault="007832B8" w:rsidP="0006605D">
      <w:bookmarkStart w:id="0" w:name="_Toc413006718"/>
      <w:bookmarkStart w:id="1" w:name="_GoBack"/>
      <w:r w:rsidRPr="00235E77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3337</wp:posOffset>
            </wp:positionH>
            <wp:positionV relativeFrom="paragraph">
              <wp:posOffset>2437</wp:posOffset>
            </wp:positionV>
            <wp:extent cx="5181600" cy="1026753"/>
            <wp:effectExtent l="0" t="0" r="0" b="2540"/>
            <wp:wrapSquare wrapText="bothSides"/>
            <wp:docPr id="32" name="Kép 19" descr="Belugyminiszte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9" descr="Belugyminiszteri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02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</w:p>
    <w:bookmarkEnd w:id="0"/>
    <w:sectPr w:rsidR="004C5D1D" w:rsidRPr="0006605D" w:rsidSect="0006605D">
      <w:pgSz w:w="11906" w:h="16838"/>
      <w:pgMar w:top="1185" w:right="1418" w:bottom="1418" w:left="1418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16D" w:rsidRDefault="0094616D" w:rsidP="00416033">
      <w:pPr>
        <w:spacing w:after="0" w:line="240" w:lineRule="auto"/>
      </w:pPr>
      <w:r>
        <w:separator/>
      </w:r>
    </w:p>
  </w:endnote>
  <w:endnote w:type="continuationSeparator" w:id="0">
    <w:p w:rsidR="0094616D" w:rsidRDefault="0094616D" w:rsidP="0041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16D" w:rsidRDefault="0094616D" w:rsidP="00416033">
      <w:pPr>
        <w:spacing w:after="0" w:line="240" w:lineRule="auto"/>
      </w:pPr>
      <w:r>
        <w:separator/>
      </w:r>
    </w:p>
  </w:footnote>
  <w:footnote w:type="continuationSeparator" w:id="0">
    <w:p w:rsidR="0094616D" w:rsidRDefault="0094616D" w:rsidP="00416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4FBC"/>
    <w:multiLevelType w:val="hybridMultilevel"/>
    <w:tmpl w:val="57E2D0EC"/>
    <w:lvl w:ilvl="0" w:tplc="E45C36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6534"/>
    <w:multiLevelType w:val="hybridMultilevel"/>
    <w:tmpl w:val="6AF4B5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87596"/>
    <w:multiLevelType w:val="hybridMultilevel"/>
    <w:tmpl w:val="D0803FC0"/>
    <w:lvl w:ilvl="0" w:tplc="67F483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ahoma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C6B5C"/>
    <w:multiLevelType w:val="hybridMultilevel"/>
    <w:tmpl w:val="0B3C598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B0B25"/>
    <w:multiLevelType w:val="hybridMultilevel"/>
    <w:tmpl w:val="D87A4FDC"/>
    <w:lvl w:ilvl="0" w:tplc="AB2C4350">
      <w:start w:val="4"/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306E2B12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1F71402"/>
    <w:multiLevelType w:val="hybridMultilevel"/>
    <w:tmpl w:val="A790F316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35864A1"/>
    <w:multiLevelType w:val="hybridMultilevel"/>
    <w:tmpl w:val="8528D5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5597C"/>
    <w:multiLevelType w:val="hybridMultilevel"/>
    <w:tmpl w:val="547EE3E4"/>
    <w:lvl w:ilvl="0" w:tplc="ADA636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55A46"/>
    <w:multiLevelType w:val="hybridMultilevel"/>
    <w:tmpl w:val="BAC84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C0A09"/>
    <w:multiLevelType w:val="hybridMultilevel"/>
    <w:tmpl w:val="3844E0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23ED0"/>
    <w:multiLevelType w:val="hybridMultilevel"/>
    <w:tmpl w:val="E166C0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D1FE8"/>
    <w:multiLevelType w:val="hybridMultilevel"/>
    <w:tmpl w:val="74AC64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00564"/>
    <w:multiLevelType w:val="hybridMultilevel"/>
    <w:tmpl w:val="DC4E5F44"/>
    <w:lvl w:ilvl="0" w:tplc="0AD84330">
      <w:start w:val="3"/>
      <w:numFmt w:val="bullet"/>
      <w:lvlText w:val="-"/>
      <w:lvlJc w:val="left"/>
      <w:pPr>
        <w:ind w:left="1948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6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8" w:hanging="360"/>
      </w:pPr>
      <w:rPr>
        <w:rFonts w:ascii="Wingdings" w:hAnsi="Wingdings" w:hint="default"/>
      </w:rPr>
    </w:lvl>
  </w:abstractNum>
  <w:abstractNum w:abstractNumId="14" w15:restartNumberingAfterBreak="0">
    <w:nsid w:val="72062E6B"/>
    <w:multiLevelType w:val="hybridMultilevel"/>
    <w:tmpl w:val="EC6C96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8765E"/>
    <w:multiLevelType w:val="hybridMultilevel"/>
    <w:tmpl w:val="378427D6"/>
    <w:lvl w:ilvl="0" w:tplc="040E0017">
      <w:start w:val="1"/>
      <w:numFmt w:val="lowerLetter"/>
      <w:lvlText w:val="%1)"/>
      <w:lvlJc w:val="left"/>
      <w:pPr>
        <w:ind w:left="43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E57C11"/>
    <w:multiLevelType w:val="hybridMultilevel"/>
    <w:tmpl w:val="CC2A19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85F3C"/>
    <w:multiLevelType w:val="hybridMultilevel"/>
    <w:tmpl w:val="9AEA9F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9"/>
  </w:num>
  <w:num w:numId="5">
    <w:abstractNumId w:val="17"/>
  </w:num>
  <w:num w:numId="6">
    <w:abstractNumId w:val="14"/>
  </w:num>
  <w:num w:numId="7">
    <w:abstractNumId w:val="16"/>
  </w:num>
  <w:num w:numId="8">
    <w:abstractNumId w:val="10"/>
  </w:num>
  <w:num w:numId="9">
    <w:abstractNumId w:val="13"/>
  </w:num>
  <w:num w:numId="10">
    <w:abstractNumId w:val="11"/>
  </w:num>
  <w:num w:numId="11">
    <w:abstractNumId w:val="3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7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62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87"/>
    <w:rsid w:val="0000025D"/>
    <w:rsid w:val="000004A7"/>
    <w:rsid w:val="00000600"/>
    <w:rsid w:val="000009C7"/>
    <w:rsid w:val="0000672A"/>
    <w:rsid w:val="00007785"/>
    <w:rsid w:val="00007A82"/>
    <w:rsid w:val="00007C4E"/>
    <w:rsid w:val="0001112B"/>
    <w:rsid w:val="00012189"/>
    <w:rsid w:val="00014146"/>
    <w:rsid w:val="00014597"/>
    <w:rsid w:val="00014BAA"/>
    <w:rsid w:val="000151D8"/>
    <w:rsid w:val="000166D8"/>
    <w:rsid w:val="00017FFE"/>
    <w:rsid w:val="000215D6"/>
    <w:rsid w:val="000219D3"/>
    <w:rsid w:val="00021A02"/>
    <w:rsid w:val="00022325"/>
    <w:rsid w:val="000226E5"/>
    <w:rsid w:val="00023590"/>
    <w:rsid w:val="000236EC"/>
    <w:rsid w:val="00023A1B"/>
    <w:rsid w:val="00024AB6"/>
    <w:rsid w:val="00026187"/>
    <w:rsid w:val="00026BB7"/>
    <w:rsid w:val="0002741C"/>
    <w:rsid w:val="00031467"/>
    <w:rsid w:val="00032A65"/>
    <w:rsid w:val="00033001"/>
    <w:rsid w:val="0003307C"/>
    <w:rsid w:val="00033B08"/>
    <w:rsid w:val="00033B13"/>
    <w:rsid w:val="00034322"/>
    <w:rsid w:val="00036A0C"/>
    <w:rsid w:val="00037055"/>
    <w:rsid w:val="00037312"/>
    <w:rsid w:val="00037325"/>
    <w:rsid w:val="00037484"/>
    <w:rsid w:val="00037691"/>
    <w:rsid w:val="00040816"/>
    <w:rsid w:val="000415E9"/>
    <w:rsid w:val="00042748"/>
    <w:rsid w:val="00042ACF"/>
    <w:rsid w:val="000440FF"/>
    <w:rsid w:val="00045534"/>
    <w:rsid w:val="00045D44"/>
    <w:rsid w:val="000468AB"/>
    <w:rsid w:val="00050961"/>
    <w:rsid w:val="000514DD"/>
    <w:rsid w:val="000519EA"/>
    <w:rsid w:val="00052754"/>
    <w:rsid w:val="00053328"/>
    <w:rsid w:val="000539D1"/>
    <w:rsid w:val="00053B2B"/>
    <w:rsid w:val="00054FCB"/>
    <w:rsid w:val="000557CC"/>
    <w:rsid w:val="00056800"/>
    <w:rsid w:val="00056DE4"/>
    <w:rsid w:val="000576A7"/>
    <w:rsid w:val="00060953"/>
    <w:rsid w:val="00061AE3"/>
    <w:rsid w:val="00061E3A"/>
    <w:rsid w:val="00061E76"/>
    <w:rsid w:val="00062422"/>
    <w:rsid w:val="00062A4D"/>
    <w:rsid w:val="00064AAB"/>
    <w:rsid w:val="00065175"/>
    <w:rsid w:val="00065616"/>
    <w:rsid w:val="0006605D"/>
    <w:rsid w:val="0006650C"/>
    <w:rsid w:val="0006749E"/>
    <w:rsid w:val="00067745"/>
    <w:rsid w:val="00072034"/>
    <w:rsid w:val="0007246F"/>
    <w:rsid w:val="00072A92"/>
    <w:rsid w:val="00073A69"/>
    <w:rsid w:val="00074177"/>
    <w:rsid w:val="00074C08"/>
    <w:rsid w:val="000772F2"/>
    <w:rsid w:val="00077968"/>
    <w:rsid w:val="0008015B"/>
    <w:rsid w:val="00081A7D"/>
    <w:rsid w:val="00081CBF"/>
    <w:rsid w:val="00082334"/>
    <w:rsid w:val="00084773"/>
    <w:rsid w:val="000861EA"/>
    <w:rsid w:val="00086DB3"/>
    <w:rsid w:val="000905B6"/>
    <w:rsid w:val="00092F14"/>
    <w:rsid w:val="00093202"/>
    <w:rsid w:val="0009343D"/>
    <w:rsid w:val="00093BCC"/>
    <w:rsid w:val="00097077"/>
    <w:rsid w:val="000A0067"/>
    <w:rsid w:val="000A0336"/>
    <w:rsid w:val="000A09CD"/>
    <w:rsid w:val="000A21E4"/>
    <w:rsid w:val="000A22D2"/>
    <w:rsid w:val="000A3594"/>
    <w:rsid w:val="000A4613"/>
    <w:rsid w:val="000A4705"/>
    <w:rsid w:val="000A51F3"/>
    <w:rsid w:val="000A5572"/>
    <w:rsid w:val="000A55E9"/>
    <w:rsid w:val="000A561D"/>
    <w:rsid w:val="000A5A02"/>
    <w:rsid w:val="000A5C99"/>
    <w:rsid w:val="000A63B9"/>
    <w:rsid w:val="000A7EB1"/>
    <w:rsid w:val="000B00D3"/>
    <w:rsid w:val="000B0107"/>
    <w:rsid w:val="000B209B"/>
    <w:rsid w:val="000B3C2C"/>
    <w:rsid w:val="000B4200"/>
    <w:rsid w:val="000B4C59"/>
    <w:rsid w:val="000B6148"/>
    <w:rsid w:val="000B6369"/>
    <w:rsid w:val="000B6BBC"/>
    <w:rsid w:val="000B7C7F"/>
    <w:rsid w:val="000C0F88"/>
    <w:rsid w:val="000C23E0"/>
    <w:rsid w:val="000C35AB"/>
    <w:rsid w:val="000C3D95"/>
    <w:rsid w:val="000C4296"/>
    <w:rsid w:val="000C4C7F"/>
    <w:rsid w:val="000C5102"/>
    <w:rsid w:val="000C556C"/>
    <w:rsid w:val="000C566E"/>
    <w:rsid w:val="000C5690"/>
    <w:rsid w:val="000C5C8D"/>
    <w:rsid w:val="000C5F61"/>
    <w:rsid w:val="000C6545"/>
    <w:rsid w:val="000C6A3B"/>
    <w:rsid w:val="000C7CDE"/>
    <w:rsid w:val="000C7FBC"/>
    <w:rsid w:val="000D0E57"/>
    <w:rsid w:val="000D1610"/>
    <w:rsid w:val="000D2681"/>
    <w:rsid w:val="000D2DAD"/>
    <w:rsid w:val="000D4270"/>
    <w:rsid w:val="000D591D"/>
    <w:rsid w:val="000D5AB4"/>
    <w:rsid w:val="000D678B"/>
    <w:rsid w:val="000D6A93"/>
    <w:rsid w:val="000D7421"/>
    <w:rsid w:val="000E020B"/>
    <w:rsid w:val="000E0D69"/>
    <w:rsid w:val="000E139A"/>
    <w:rsid w:val="000E17D8"/>
    <w:rsid w:val="000E202E"/>
    <w:rsid w:val="000E479D"/>
    <w:rsid w:val="000E4E6A"/>
    <w:rsid w:val="000E4FF2"/>
    <w:rsid w:val="000E50E1"/>
    <w:rsid w:val="000E5464"/>
    <w:rsid w:val="000E62FC"/>
    <w:rsid w:val="000E7449"/>
    <w:rsid w:val="000E7BCF"/>
    <w:rsid w:val="000E7CDB"/>
    <w:rsid w:val="000F054A"/>
    <w:rsid w:val="000F1A31"/>
    <w:rsid w:val="000F27CD"/>
    <w:rsid w:val="000F298A"/>
    <w:rsid w:val="000F2D47"/>
    <w:rsid w:val="000F3B6A"/>
    <w:rsid w:val="000F3C69"/>
    <w:rsid w:val="000F3F06"/>
    <w:rsid w:val="000F4313"/>
    <w:rsid w:val="000F5060"/>
    <w:rsid w:val="000F5E2E"/>
    <w:rsid w:val="000F6CDB"/>
    <w:rsid w:val="000F79ED"/>
    <w:rsid w:val="001017FC"/>
    <w:rsid w:val="001019A0"/>
    <w:rsid w:val="00102BA9"/>
    <w:rsid w:val="00102CF3"/>
    <w:rsid w:val="001032CF"/>
    <w:rsid w:val="00105096"/>
    <w:rsid w:val="00105902"/>
    <w:rsid w:val="00106940"/>
    <w:rsid w:val="0010695F"/>
    <w:rsid w:val="00107DA1"/>
    <w:rsid w:val="00110FC1"/>
    <w:rsid w:val="00111B02"/>
    <w:rsid w:val="00111CA4"/>
    <w:rsid w:val="00112B8B"/>
    <w:rsid w:val="00114664"/>
    <w:rsid w:val="0011647D"/>
    <w:rsid w:val="001205F8"/>
    <w:rsid w:val="00121286"/>
    <w:rsid w:val="0012154A"/>
    <w:rsid w:val="001221A8"/>
    <w:rsid w:val="001227C0"/>
    <w:rsid w:val="00122EC3"/>
    <w:rsid w:val="00122FB3"/>
    <w:rsid w:val="0012387C"/>
    <w:rsid w:val="00123FAB"/>
    <w:rsid w:val="0012520B"/>
    <w:rsid w:val="00125755"/>
    <w:rsid w:val="00125B91"/>
    <w:rsid w:val="00127A83"/>
    <w:rsid w:val="0013041E"/>
    <w:rsid w:val="00130B90"/>
    <w:rsid w:val="00132DD5"/>
    <w:rsid w:val="00133267"/>
    <w:rsid w:val="00134700"/>
    <w:rsid w:val="001348FB"/>
    <w:rsid w:val="00135C9B"/>
    <w:rsid w:val="001363CE"/>
    <w:rsid w:val="001369D6"/>
    <w:rsid w:val="0013770A"/>
    <w:rsid w:val="001379FF"/>
    <w:rsid w:val="0014126C"/>
    <w:rsid w:val="00141C49"/>
    <w:rsid w:val="001420ED"/>
    <w:rsid w:val="001428D0"/>
    <w:rsid w:val="001465E7"/>
    <w:rsid w:val="00147B44"/>
    <w:rsid w:val="00147BEB"/>
    <w:rsid w:val="00151077"/>
    <w:rsid w:val="00152A68"/>
    <w:rsid w:val="00154C19"/>
    <w:rsid w:val="00155972"/>
    <w:rsid w:val="00155FF3"/>
    <w:rsid w:val="00156C1F"/>
    <w:rsid w:val="00157002"/>
    <w:rsid w:val="00160A1D"/>
    <w:rsid w:val="00160CD8"/>
    <w:rsid w:val="00161501"/>
    <w:rsid w:val="00161D05"/>
    <w:rsid w:val="001624B7"/>
    <w:rsid w:val="00163342"/>
    <w:rsid w:val="00163390"/>
    <w:rsid w:val="001640D6"/>
    <w:rsid w:val="00164D69"/>
    <w:rsid w:val="00165053"/>
    <w:rsid w:val="00167E4F"/>
    <w:rsid w:val="0017009E"/>
    <w:rsid w:val="00170A8B"/>
    <w:rsid w:val="00170F63"/>
    <w:rsid w:val="00171B5B"/>
    <w:rsid w:val="001747B4"/>
    <w:rsid w:val="0017554C"/>
    <w:rsid w:val="00175A32"/>
    <w:rsid w:val="0017657C"/>
    <w:rsid w:val="00176D4F"/>
    <w:rsid w:val="001770E5"/>
    <w:rsid w:val="00177F2A"/>
    <w:rsid w:val="00181486"/>
    <w:rsid w:val="00182847"/>
    <w:rsid w:val="001833F7"/>
    <w:rsid w:val="001833F8"/>
    <w:rsid w:val="00183616"/>
    <w:rsid w:val="00183B5B"/>
    <w:rsid w:val="0018681B"/>
    <w:rsid w:val="001913E2"/>
    <w:rsid w:val="0019236E"/>
    <w:rsid w:val="00192C8C"/>
    <w:rsid w:val="00193C6E"/>
    <w:rsid w:val="00195CC3"/>
    <w:rsid w:val="00196A52"/>
    <w:rsid w:val="00196F32"/>
    <w:rsid w:val="001979CF"/>
    <w:rsid w:val="00197A50"/>
    <w:rsid w:val="001A08A9"/>
    <w:rsid w:val="001A236D"/>
    <w:rsid w:val="001A366E"/>
    <w:rsid w:val="001A43ED"/>
    <w:rsid w:val="001A4E93"/>
    <w:rsid w:val="001A5A1C"/>
    <w:rsid w:val="001A65E5"/>
    <w:rsid w:val="001A67A1"/>
    <w:rsid w:val="001A6C2A"/>
    <w:rsid w:val="001A745C"/>
    <w:rsid w:val="001A75B4"/>
    <w:rsid w:val="001B065C"/>
    <w:rsid w:val="001B08DC"/>
    <w:rsid w:val="001B11E0"/>
    <w:rsid w:val="001B269B"/>
    <w:rsid w:val="001B30A1"/>
    <w:rsid w:val="001B7795"/>
    <w:rsid w:val="001C0C1F"/>
    <w:rsid w:val="001C3222"/>
    <w:rsid w:val="001C3A87"/>
    <w:rsid w:val="001C3AC3"/>
    <w:rsid w:val="001C3BA5"/>
    <w:rsid w:val="001C5B90"/>
    <w:rsid w:val="001C61AA"/>
    <w:rsid w:val="001C7192"/>
    <w:rsid w:val="001C764B"/>
    <w:rsid w:val="001C7C8E"/>
    <w:rsid w:val="001D1250"/>
    <w:rsid w:val="001D1385"/>
    <w:rsid w:val="001D148B"/>
    <w:rsid w:val="001D45FB"/>
    <w:rsid w:val="001D475C"/>
    <w:rsid w:val="001D4E79"/>
    <w:rsid w:val="001D6283"/>
    <w:rsid w:val="001D65A0"/>
    <w:rsid w:val="001D7F12"/>
    <w:rsid w:val="001E041F"/>
    <w:rsid w:val="001E052A"/>
    <w:rsid w:val="001E19C0"/>
    <w:rsid w:val="001E1BFA"/>
    <w:rsid w:val="001E313B"/>
    <w:rsid w:val="001E321A"/>
    <w:rsid w:val="001E434B"/>
    <w:rsid w:val="001E44C4"/>
    <w:rsid w:val="001E4AE9"/>
    <w:rsid w:val="001E4BDB"/>
    <w:rsid w:val="001E5A24"/>
    <w:rsid w:val="001E6557"/>
    <w:rsid w:val="001E79EA"/>
    <w:rsid w:val="001E7D05"/>
    <w:rsid w:val="001F092A"/>
    <w:rsid w:val="001F1328"/>
    <w:rsid w:val="001F17E0"/>
    <w:rsid w:val="001F274C"/>
    <w:rsid w:val="001F4379"/>
    <w:rsid w:val="001F6335"/>
    <w:rsid w:val="001F639A"/>
    <w:rsid w:val="001F7118"/>
    <w:rsid w:val="001F7B27"/>
    <w:rsid w:val="00200680"/>
    <w:rsid w:val="00200A3C"/>
    <w:rsid w:val="00200EE1"/>
    <w:rsid w:val="00201D18"/>
    <w:rsid w:val="00201D4C"/>
    <w:rsid w:val="00202F9B"/>
    <w:rsid w:val="002041B2"/>
    <w:rsid w:val="00205438"/>
    <w:rsid w:val="0020679C"/>
    <w:rsid w:val="0021051D"/>
    <w:rsid w:val="0021118C"/>
    <w:rsid w:val="00211DF8"/>
    <w:rsid w:val="00212259"/>
    <w:rsid w:val="00212A02"/>
    <w:rsid w:val="00212E66"/>
    <w:rsid w:val="002132B7"/>
    <w:rsid w:val="002145DD"/>
    <w:rsid w:val="00214BBF"/>
    <w:rsid w:val="00214C15"/>
    <w:rsid w:val="00214E0E"/>
    <w:rsid w:val="0021602C"/>
    <w:rsid w:val="00216586"/>
    <w:rsid w:val="00217E49"/>
    <w:rsid w:val="00220964"/>
    <w:rsid w:val="00220CFD"/>
    <w:rsid w:val="00220DEF"/>
    <w:rsid w:val="00220F71"/>
    <w:rsid w:val="00221AE6"/>
    <w:rsid w:val="00222776"/>
    <w:rsid w:val="00222EBE"/>
    <w:rsid w:val="00223033"/>
    <w:rsid w:val="00223A5D"/>
    <w:rsid w:val="00223D9E"/>
    <w:rsid w:val="00224ED1"/>
    <w:rsid w:val="00225038"/>
    <w:rsid w:val="00226D17"/>
    <w:rsid w:val="002271D4"/>
    <w:rsid w:val="00227BF5"/>
    <w:rsid w:val="0023181A"/>
    <w:rsid w:val="00231A56"/>
    <w:rsid w:val="0023256B"/>
    <w:rsid w:val="00232C62"/>
    <w:rsid w:val="00233136"/>
    <w:rsid w:val="002340E8"/>
    <w:rsid w:val="00234262"/>
    <w:rsid w:val="00235E77"/>
    <w:rsid w:val="0023619C"/>
    <w:rsid w:val="00236ADC"/>
    <w:rsid w:val="00237508"/>
    <w:rsid w:val="00237A76"/>
    <w:rsid w:val="00240EE4"/>
    <w:rsid w:val="00241448"/>
    <w:rsid w:val="00242844"/>
    <w:rsid w:val="00242CF5"/>
    <w:rsid w:val="002430F3"/>
    <w:rsid w:val="00243A7E"/>
    <w:rsid w:val="00243F0D"/>
    <w:rsid w:val="00243FEB"/>
    <w:rsid w:val="00244B49"/>
    <w:rsid w:val="00244EEF"/>
    <w:rsid w:val="00244F90"/>
    <w:rsid w:val="0024625D"/>
    <w:rsid w:val="00246910"/>
    <w:rsid w:val="002477B5"/>
    <w:rsid w:val="00247E8B"/>
    <w:rsid w:val="00250BD3"/>
    <w:rsid w:val="00250FAB"/>
    <w:rsid w:val="002517C1"/>
    <w:rsid w:val="002525DD"/>
    <w:rsid w:val="00253BC4"/>
    <w:rsid w:val="002542A1"/>
    <w:rsid w:val="00256530"/>
    <w:rsid w:val="00256BEB"/>
    <w:rsid w:val="00256CE5"/>
    <w:rsid w:val="00257BEC"/>
    <w:rsid w:val="002610BB"/>
    <w:rsid w:val="00262BE0"/>
    <w:rsid w:val="002638A8"/>
    <w:rsid w:val="00263A9F"/>
    <w:rsid w:val="00263FBD"/>
    <w:rsid w:val="002645A8"/>
    <w:rsid w:val="002654BF"/>
    <w:rsid w:val="0026551F"/>
    <w:rsid w:val="00265E15"/>
    <w:rsid w:val="0026634F"/>
    <w:rsid w:val="002676D3"/>
    <w:rsid w:val="00267909"/>
    <w:rsid w:val="0026798E"/>
    <w:rsid w:val="0027004E"/>
    <w:rsid w:val="0027031E"/>
    <w:rsid w:val="00270758"/>
    <w:rsid w:val="00270E00"/>
    <w:rsid w:val="002718E8"/>
    <w:rsid w:val="0027225E"/>
    <w:rsid w:val="00272833"/>
    <w:rsid w:val="00274017"/>
    <w:rsid w:val="0027430C"/>
    <w:rsid w:val="002744A0"/>
    <w:rsid w:val="00274A61"/>
    <w:rsid w:val="00274AEF"/>
    <w:rsid w:val="00274F79"/>
    <w:rsid w:val="002752FF"/>
    <w:rsid w:val="00275BAE"/>
    <w:rsid w:val="00275E28"/>
    <w:rsid w:val="00276B91"/>
    <w:rsid w:val="0027767D"/>
    <w:rsid w:val="00277AE9"/>
    <w:rsid w:val="00277EE9"/>
    <w:rsid w:val="00281D3D"/>
    <w:rsid w:val="00282201"/>
    <w:rsid w:val="002824BF"/>
    <w:rsid w:val="00282B4A"/>
    <w:rsid w:val="00283445"/>
    <w:rsid w:val="0028371C"/>
    <w:rsid w:val="00283C35"/>
    <w:rsid w:val="0028416E"/>
    <w:rsid w:val="00287087"/>
    <w:rsid w:val="0028717D"/>
    <w:rsid w:val="002904A3"/>
    <w:rsid w:val="0029078F"/>
    <w:rsid w:val="002916D5"/>
    <w:rsid w:val="00291F30"/>
    <w:rsid w:val="00292D23"/>
    <w:rsid w:val="00293392"/>
    <w:rsid w:val="002935B6"/>
    <w:rsid w:val="00293996"/>
    <w:rsid w:val="00294A0F"/>
    <w:rsid w:val="00294D26"/>
    <w:rsid w:val="002956B6"/>
    <w:rsid w:val="00295EEF"/>
    <w:rsid w:val="00296FB2"/>
    <w:rsid w:val="00297903"/>
    <w:rsid w:val="002A02C6"/>
    <w:rsid w:val="002A1F06"/>
    <w:rsid w:val="002A2163"/>
    <w:rsid w:val="002A365E"/>
    <w:rsid w:val="002A47D7"/>
    <w:rsid w:val="002A536B"/>
    <w:rsid w:val="002A53D6"/>
    <w:rsid w:val="002A6264"/>
    <w:rsid w:val="002A648F"/>
    <w:rsid w:val="002A64F1"/>
    <w:rsid w:val="002A6593"/>
    <w:rsid w:val="002A729D"/>
    <w:rsid w:val="002B0284"/>
    <w:rsid w:val="002B0499"/>
    <w:rsid w:val="002B174D"/>
    <w:rsid w:val="002B198B"/>
    <w:rsid w:val="002B1D62"/>
    <w:rsid w:val="002B2183"/>
    <w:rsid w:val="002B33F6"/>
    <w:rsid w:val="002B53C0"/>
    <w:rsid w:val="002B5D7F"/>
    <w:rsid w:val="002B5DD5"/>
    <w:rsid w:val="002C00C4"/>
    <w:rsid w:val="002C067E"/>
    <w:rsid w:val="002C1021"/>
    <w:rsid w:val="002C118C"/>
    <w:rsid w:val="002C1F20"/>
    <w:rsid w:val="002C356F"/>
    <w:rsid w:val="002C3AF9"/>
    <w:rsid w:val="002C3BF6"/>
    <w:rsid w:val="002C4C15"/>
    <w:rsid w:val="002C72BB"/>
    <w:rsid w:val="002C786F"/>
    <w:rsid w:val="002C7A9A"/>
    <w:rsid w:val="002D0315"/>
    <w:rsid w:val="002D082A"/>
    <w:rsid w:val="002D1016"/>
    <w:rsid w:val="002D1319"/>
    <w:rsid w:val="002D15FF"/>
    <w:rsid w:val="002D28CC"/>
    <w:rsid w:val="002D2AA6"/>
    <w:rsid w:val="002D2AA9"/>
    <w:rsid w:val="002D3C6F"/>
    <w:rsid w:val="002D444B"/>
    <w:rsid w:val="002D46A3"/>
    <w:rsid w:val="002D52BD"/>
    <w:rsid w:val="002D690E"/>
    <w:rsid w:val="002D6EE0"/>
    <w:rsid w:val="002D7669"/>
    <w:rsid w:val="002D7A8A"/>
    <w:rsid w:val="002E01EE"/>
    <w:rsid w:val="002E276A"/>
    <w:rsid w:val="002E3A6C"/>
    <w:rsid w:val="002E4EF6"/>
    <w:rsid w:val="002E5FC9"/>
    <w:rsid w:val="002E757C"/>
    <w:rsid w:val="002E7BA8"/>
    <w:rsid w:val="002E7CC7"/>
    <w:rsid w:val="002F01D2"/>
    <w:rsid w:val="002F05FC"/>
    <w:rsid w:val="002F095B"/>
    <w:rsid w:val="002F1265"/>
    <w:rsid w:val="002F1423"/>
    <w:rsid w:val="002F1578"/>
    <w:rsid w:val="002F15FC"/>
    <w:rsid w:val="002F173E"/>
    <w:rsid w:val="002F1C33"/>
    <w:rsid w:val="002F2902"/>
    <w:rsid w:val="002F3B7F"/>
    <w:rsid w:val="002F41FA"/>
    <w:rsid w:val="002F5364"/>
    <w:rsid w:val="002F59D9"/>
    <w:rsid w:val="002F6535"/>
    <w:rsid w:val="002F6A44"/>
    <w:rsid w:val="002F6F27"/>
    <w:rsid w:val="002F713C"/>
    <w:rsid w:val="002F7BEB"/>
    <w:rsid w:val="0030030D"/>
    <w:rsid w:val="003006B7"/>
    <w:rsid w:val="0030105B"/>
    <w:rsid w:val="003040DF"/>
    <w:rsid w:val="003041E8"/>
    <w:rsid w:val="00305125"/>
    <w:rsid w:val="00305569"/>
    <w:rsid w:val="0030604D"/>
    <w:rsid w:val="0031046B"/>
    <w:rsid w:val="003104E6"/>
    <w:rsid w:val="003118EF"/>
    <w:rsid w:val="00311C91"/>
    <w:rsid w:val="003129DB"/>
    <w:rsid w:val="00313C73"/>
    <w:rsid w:val="00313F21"/>
    <w:rsid w:val="0031429C"/>
    <w:rsid w:val="003144E3"/>
    <w:rsid w:val="0031478D"/>
    <w:rsid w:val="003157DD"/>
    <w:rsid w:val="00315AE4"/>
    <w:rsid w:val="00315F34"/>
    <w:rsid w:val="003164A9"/>
    <w:rsid w:val="00321E65"/>
    <w:rsid w:val="00323B8F"/>
    <w:rsid w:val="0032410E"/>
    <w:rsid w:val="00324585"/>
    <w:rsid w:val="00326FA4"/>
    <w:rsid w:val="003272F2"/>
    <w:rsid w:val="003317C0"/>
    <w:rsid w:val="00332CB0"/>
    <w:rsid w:val="00332F54"/>
    <w:rsid w:val="00333ED0"/>
    <w:rsid w:val="0033428F"/>
    <w:rsid w:val="00334831"/>
    <w:rsid w:val="00334CC6"/>
    <w:rsid w:val="003360EC"/>
    <w:rsid w:val="003402FC"/>
    <w:rsid w:val="003418F4"/>
    <w:rsid w:val="00341F04"/>
    <w:rsid w:val="00343F14"/>
    <w:rsid w:val="00343F7D"/>
    <w:rsid w:val="00344081"/>
    <w:rsid w:val="00344D95"/>
    <w:rsid w:val="00345B10"/>
    <w:rsid w:val="00346203"/>
    <w:rsid w:val="00346588"/>
    <w:rsid w:val="00347EA8"/>
    <w:rsid w:val="00350B09"/>
    <w:rsid w:val="00350B24"/>
    <w:rsid w:val="00350F51"/>
    <w:rsid w:val="00351A6E"/>
    <w:rsid w:val="00352152"/>
    <w:rsid w:val="0035229E"/>
    <w:rsid w:val="00352DFD"/>
    <w:rsid w:val="003535B3"/>
    <w:rsid w:val="003557DB"/>
    <w:rsid w:val="0035584E"/>
    <w:rsid w:val="00355B3E"/>
    <w:rsid w:val="00355E1A"/>
    <w:rsid w:val="00356E6A"/>
    <w:rsid w:val="00356F49"/>
    <w:rsid w:val="00357CE2"/>
    <w:rsid w:val="00357CE9"/>
    <w:rsid w:val="00360879"/>
    <w:rsid w:val="00361AB5"/>
    <w:rsid w:val="0036286F"/>
    <w:rsid w:val="00362967"/>
    <w:rsid w:val="00363430"/>
    <w:rsid w:val="003635A2"/>
    <w:rsid w:val="00363916"/>
    <w:rsid w:val="00363AB1"/>
    <w:rsid w:val="00365486"/>
    <w:rsid w:val="0036597C"/>
    <w:rsid w:val="00365A95"/>
    <w:rsid w:val="00365BC7"/>
    <w:rsid w:val="003664A7"/>
    <w:rsid w:val="00367A44"/>
    <w:rsid w:val="00367E3B"/>
    <w:rsid w:val="00372E82"/>
    <w:rsid w:val="00373276"/>
    <w:rsid w:val="00373E29"/>
    <w:rsid w:val="00375091"/>
    <w:rsid w:val="00375284"/>
    <w:rsid w:val="003764C1"/>
    <w:rsid w:val="00377A19"/>
    <w:rsid w:val="003806E5"/>
    <w:rsid w:val="003810CD"/>
    <w:rsid w:val="003835CD"/>
    <w:rsid w:val="003843E7"/>
    <w:rsid w:val="00384438"/>
    <w:rsid w:val="00384B05"/>
    <w:rsid w:val="00384BBB"/>
    <w:rsid w:val="00384F50"/>
    <w:rsid w:val="00385FC5"/>
    <w:rsid w:val="00386A2A"/>
    <w:rsid w:val="00386B5F"/>
    <w:rsid w:val="00386E76"/>
    <w:rsid w:val="0039138D"/>
    <w:rsid w:val="003916E6"/>
    <w:rsid w:val="00391FBD"/>
    <w:rsid w:val="00392017"/>
    <w:rsid w:val="003937FE"/>
    <w:rsid w:val="00393BBB"/>
    <w:rsid w:val="003941DB"/>
    <w:rsid w:val="00395B3B"/>
    <w:rsid w:val="003968F7"/>
    <w:rsid w:val="00397725"/>
    <w:rsid w:val="003A01F3"/>
    <w:rsid w:val="003A07FA"/>
    <w:rsid w:val="003A26C0"/>
    <w:rsid w:val="003A28A4"/>
    <w:rsid w:val="003A2CD5"/>
    <w:rsid w:val="003A39B8"/>
    <w:rsid w:val="003A458F"/>
    <w:rsid w:val="003A5314"/>
    <w:rsid w:val="003A6071"/>
    <w:rsid w:val="003A6F5C"/>
    <w:rsid w:val="003A76E3"/>
    <w:rsid w:val="003A7BFA"/>
    <w:rsid w:val="003A7F6E"/>
    <w:rsid w:val="003B017E"/>
    <w:rsid w:val="003B10D7"/>
    <w:rsid w:val="003B1569"/>
    <w:rsid w:val="003B1CFB"/>
    <w:rsid w:val="003B2133"/>
    <w:rsid w:val="003B33A8"/>
    <w:rsid w:val="003B5B5B"/>
    <w:rsid w:val="003B5EB2"/>
    <w:rsid w:val="003B615E"/>
    <w:rsid w:val="003B6404"/>
    <w:rsid w:val="003B6892"/>
    <w:rsid w:val="003C0472"/>
    <w:rsid w:val="003C11C5"/>
    <w:rsid w:val="003C152D"/>
    <w:rsid w:val="003C155E"/>
    <w:rsid w:val="003C1CE0"/>
    <w:rsid w:val="003C1E07"/>
    <w:rsid w:val="003C4317"/>
    <w:rsid w:val="003C5F0E"/>
    <w:rsid w:val="003C614B"/>
    <w:rsid w:val="003C66A6"/>
    <w:rsid w:val="003C70CF"/>
    <w:rsid w:val="003C74C1"/>
    <w:rsid w:val="003D16EB"/>
    <w:rsid w:val="003D1ADA"/>
    <w:rsid w:val="003D4620"/>
    <w:rsid w:val="003D48F7"/>
    <w:rsid w:val="003D4A6F"/>
    <w:rsid w:val="003D5186"/>
    <w:rsid w:val="003D58B2"/>
    <w:rsid w:val="003D602F"/>
    <w:rsid w:val="003D696E"/>
    <w:rsid w:val="003D751F"/>
    <w:rsid w:val="003D7904"/>
    <w:rsid w:val="003D7EC8"/>
    <w:rsid w:val="003E00FC"/>
    <w:rsid w:val="003E1595"/>
    <w:rsid w:val="003E1741"/>
    <w:rsid w:val="003E2F8F"/>
    <w:rsid w:val="003E3733"/>
    <w:rsid w:val="003E422C"/>
    <w:rsid w:val="003E539E"/>
    <w:rsid w:val="003E53D4"/>
    <w:rsid w:val="003E6A9D"/>
    <w:rsid w:val="003F392C"/>
    <w:rsid w:val="003F3B51"/>
    <w:rsid w:val="003F49AE"/>
    <w:rsid w:val="003F7A63"/>
    <w:rsid w:val="003F7F71"/>
    <w:rsid w:val="004002DA"/>
    <w:rsid w:val="004007A5"/>
    <w:rsid w:val="00400C9C"/>
    <w:rsid w:val="00401233"/>
    <w:rsid w:val="0040128E"/>
    <w:rsid w:val="00401A16"/>
    <w:rsid w:val="004029B7"/>
    <w:rsid w:val="0040360D"/>
    <w:rsid w:val="0040433D"/>
    <w:rsid w:val="0040496E"/>
    <w:rsid w:val="00406708"/>
    <w:rsid w:val="00410BE9"/>
    <w:rsid w:val="00412965"/>
    <w:rsid w:val="00413552"/>
    <w:rsid w:val="004145B4"/>
    <w:rsid w:val="004145BB"/>
    <w:rsid w:val="00414670"/>
    <w:rsid w:val="004153DA"/>
    <w:rsid w:val="0041568B"/>
    <w:rsid w:val="004157FB"/>
    <w:rsid w:val="00416033"/>
    <w:rsid w:val="00416DD2"/>
    <w:rsid w:val="00417A25"/>
    <w:rsid w:val="004201F4"/>
    <w:rsid w:val="00420D7E"/>
    <w:rsid w:val="00421829"/>
    <w:rsid w:val="00423D5A"/>
    <w:rsid w:val="0042422B"/>
    <w:rsid w:val="00425DD5"/>
    <w:rsid w:val="00426838"/>
    <w:rsid w:val="00426DBB"/>
    <w:rsid w:val="004271B8"/>
    <w:rsid w:val="00427D2B"/>
    <w:rsid w:val="00430B48"/>
    <w:rsid w:val="00430D5D"/>
    <w:rsid w:val="00431250"/>
    <w:rsid w:val="004314C6"/>
    <w:rsid w:val="00431532"/>
    <w:rsid w:val="00431581"/>
    <w:rsid w:val="00432338"/>
    <w:rsid w:val="00432987"/>
    <w:rsid w:val="0043477B"/>
    <w:rsid w:val="004347F2"/>
    <w:rsid w:val="00435A39"/>
    <w:rsid w:val="00436157"/>
    <w:rsid w:val="004366AA"/>
    <w:rsid w:val="00437013"/>
    <w:rsid w:val="0043738F"/>
    <w:rsid w:val="00437705"/>
    <w:rsid w:val="00437D39"/>
    <w:rsid w:val="0044007C"/>
    <w:rsid w:val="0044126D"/>
    <w:rsid w:val="0044149F"/>
    <w:rsid w:val="00441EC1"/>
    <w:rsid w:val="00442339"/>
    <w:rsid w:val="004435DA"/>
    <w:rsid w:val="00443ED9"/>
    <w:rsid w:val="00444FD4"/>
    <w:rsid w:val="00445E97"/>
    <w:rsid w:val="00446006"/>
    <w:rsid w:val="00446014"/>
    <w:rsid w:val="0044627E"/>
    <w:rsid w:val="004503DB"/>
    <w:rsid w:val="0045061A"/>
    <w:rsid w:val="004512A4"/>
    <w:rsid w:val="0045138A"/>
    <w:rsid w:val="0045186F"/>
    <w:rsid w:val="004523A6"/>
    <w:rsid w:val="00452557"/>
    <w:rsid w:val="00452E76"/>
    <w:rsid w:val="00454740"/>
    <w:rsid w:val="00455223"/>
    <w:rsid w:val="00455875"/>
    <w:rsid w:val="004578E3"/>
    <w:rsid w:val="0046259A"/>
    <w:rsid w:val="00462BCE"/>
    <w:rsid w:val="00462C80"/>
    <w:rsid w:val="00463D03"/>
    <w:rsid w:val="0046478B"/>
    <w:rsid w:val="00464CD2"/>
    <w:rsid w:val="0046636E"/>
    <w:rsid w:val="00466799"/>
    <w:rsid w:val="0046721E"/>
    <w:rsid w:val="004702F2"/>
    <w:rsid w:val="00470881"/>
    <w:rsid w:val="00471A5F"/>
    <w:rsid w:val="004741E4"/>
    <w:rsid w:val="00474B3B"/>
    <w:rsid w:val="00474C0C"/>
    <w:rsid w:val="00475531"/>
    <w:rsid w:val="004773D8"/>
    <w:rsid w:val="00477B92"/>
    <w:rsid w:val="00477ED6"/>
    <w:rsid w:val="0048121E"/>
    <w:rsid w:val="00481563"/>
    <w:rsid w:val="00482206"/>
    <w:rsid w:val="00482A5B"/>
    <w:rsid w:val="00483541"/>
    <w:rsid w:val="00485418"/>
    <w:rsid w:val="00486D1B"/>
    <w:rsid w:val="00487547"/>
    <w:rsid w:val="00487B4C"/>
    <w:rsid w:val="0049012D"/>
    <w:rsid w:val="004908BF"/>
    <w:rsid w:val="00490DFF"/>
    <w:rsid w:val="00491402"/>
    <w:rsid w:val="00491943"/>
    <w:rsid w:val="00492DFB"/>
    <w:rsid w:val="0049338C"/>
    <w:rsid w:val="0049539B"/>
    <w:rsid w:val="00496141"/>
    <w:rsid w:val="004966C7"/>
    <w:rsid w:val="004979A4"/>
    <w:rsid w:val="004A04E4"/>
    <w:rsid w:val="004A0C54"/>
    <w:rsid w:val="004A1A8A"/>
    <w:rsid w:val="004A2E8D"/>
    <w:rsid w:val="004A2FBE"/>
    <w:rsid w:val="004A578A"/>
    <w:rsid w:val="004A63F2"/>
    <w:rsid w:val="004A66A5"/>
    <w:rsid w:val="004A66CC"/>
    <w:rsid w:val="004A6F27"/>
    <w:rsid w:val="004A7351"/>
    <w:rsid w:val="004A7447"/>
    <w:rsid w:val="004B3D6B"/>
    <w:rsid w:val="004B4ABE"/>
    <w:rsid w:val="004B5493"/>
    <w:rsid w:val="004B5B81"/>
    <w:rsid w:val="004B6809"/>
    <w:rsid w:val="004B6F11"/>
    <w:rsid w:val="004C0DAB"/>
    <w:rsid w:val="004C1143"/>
    <w:rsid w:val="004C4711"/>
    <w:rsid w:val="004C577E"/>
    <w:rsid w:val="004C5B2E"/>
    <w:rsid w:val="004C5D1D"/>
    <w:rsid w:val="004C6DBB"/>
    <w:rsid w:val="004C6F52"/>
    <w:rsid w:val="004D0BA3"/>
    <w:rsid w:val="004D3534"/>
    <w:rsid w:val="004D4632"/>
    <w:rsid w:val="004D4B7A"/>
    <w:rsid w:val="004D4E03"/>
    <w:rsid w:val="004D71F0"/>
    <w:rsid w:val="004E01AA"/>
    <w:rsid w:val="004E02AA"/>
    <w:rsid w:val="004E13BF"/>
    <w:rsid w:val="004E1531"/>
    <w:rsid w:val="004E219B"/>
    <w:rsid w:val="004E2B89"/>
    <w:rsid w:val="004E3C45"/>
    <w:rsid w:val="004E529B"/>
    <w:rsid w:val="004E57BD"/>
    <w:rsid w:val="004E662A"/>
    <w:rsid w:val="004E7439"/>
    <w:rsid w:val="004F1937"/>
    <w:rsid w:val="004F1B05"/>
    <w:rsid w:val="004F2B78"/>
    <w:rsid w:val="004F38ED"/>
    <w:rsid w:val="004F456D"/>
    <w:rsid w:val="004F4EBC"/>
    <w:rsid w:val="004F51A4"/>
    <w:rsid w:val="004F524F"/>
    <w:rsid w:val="004F6634"/>
    <w:rsid w:val="004F66DD"/>
    <w:rsid w:val="004F7E7D"/>
    <w:rsid w:val="004F7F44"/>
    <w:rsid w:val="00503BFD"/>
    <w:rsid w:val="00504102"/>
    <w:rsid w:val="00504E6A"/>
    <w:rsid w:val="00504E7D"/>
    <w:rsid w:val="00507275"/>
    <w:rsid w:val="00507E0C"/>
    <w:rsid w:val="00510D78"/>
    <w:rsid w:val="00510E04"/>
    <w:rsid w:val="005113E0"/>
    <w:rsid w:val="0051159E"/>
    <w:rsid w:val="00511CA0"/>
    <w:rsid w:val="0051303C"/>
    <w:rsid w:val="005139D7"/>
    <w:rsid w:val="0051437A"/>
    <w:rsid w:val="0051441A"/>
    <w:rsid w:val="00514EED"/>
    <w:rsid w:val="00515E34"/>
    <w:rsid w:val="005174C3"/>
    <w:rsid w:val="0051799C"/>
    <w:rsid w:val="005200CC"/>
    <w:rsid w:val="00521873"/>
    <w:rsid w:val="0052353A"/>
    <w:rsid w:val="00523E75"/>
    <w:rsid w:val="00525348"/>
    <w:rsid w:val="00525993"/>
    <w:rsid w:val="00525FEF"/>
    <w:rsid w:val="00526647"/>
    <w:rsid w:val="00527F0B"/>
    <w:rsid w:val="0053017E"/>
    <w:rsid w:val="00530E7F"/>
    <w:rsid w:val="00531B08"/>
    <w:rsid w:val="00532055"/>
    <w:rsid w:val="00534433"/>
    <w:rsid w:val="005350EC"/>
    <w:rsid w:val="00535406"/>
    <w:rsid w:val="00535B70"/>
    <w:rsid w:val="00535EF5"/>
    <w:rsid w:val="00535F7B"/>
    <w:rsid w:val="0053727C"/>
    <w:rsid w:val="005376C4"/>
    <w:rsid w:val="00537CDB"/>
    <w:rsid w:val="00540AD7"/>
    <w:rsid w:val="0054168A"/>
    <w:rsid w:val="00542FC4"/>
    <w:rsid w:val="00543501"/>
    <w:rsid w:val="00543D2B"/>
    <w:rsid w:val="00543E6D"/>
    <w:rsid w:val="005443A4"/>
    <w:rsid w:val="00545AE4"/>
    <w:rsid w:val="00546286"/>
    <w:rsid w:val="00546D3C"/>
    <w:rsid w:val="005500E4"/>
    <w:rsid w:val="0055175B"/>
    <w:rsid w:val="00552294"/>
    <w:rsid w:val="005523E8"/>
    <w:rsid w:val="00553A55"/>
    <w:rsid w:val="005546DC"/>
    <w:rsid w:val="00554ACD"/>
    <w:rsid w:val="00555594"/>
    <w:rsid w:val="0055605D"/>
    <w:rsid w:val="00556244"/>
    <w:rsid w:val="005611F7"/>
    <w:rsid w:val="00562BD7"/>
    <w:rsid w:val="00562D78"/>
    <w:rsid w:val="005631A8"/>
    <w:rsid w:val="0056413B"/>
    <w:rsid w:val="005671A9"/>
    <w:rsid w:val="0056795F"/>
    <w:rsid w:val="00567AFB"/>
    <w:rsid w:val="005700BE"/>
    <w:rsid w:val="00570A83"/>
    <w:rsid w:val="0057129F"/>
    <w:rsid w:val="005719C2"/>
    <w:rsid w:val="00571DEC"/>
    <w:rsid w:val="00572973"/>
    <w:rsid w:val="005733D3"/>
    <w:rsid w:val="00573633"/>
    <w:rsid w:val="00573851"/>
    <w:rsid w:val="00573DA7"/>
    <w:rsid w:val="00574AFA"/>
    <w:rsid w:val="005751E0"/>
    <w:rsid w:val="005752B8"/>
    <w:rsid w:val="0057567C"/>
    <w:rsid w:val="005757A3"/>
    <w:rsid w:val="005765E2"/>
    <w:rsid w:val="005773E8"/>
    <w:rsid w:val="00577573"/>
    <w:rsid w:val="00577EEF"/>
    <w:rsid w:val="005800BA"/>
    <w:rsid w:val="00580D97"/>
    <w:rsid w:val="005818EF"/>
    <w:rsid w:val="00581F11"/>
    <w:rsid w:val="005848A5"/>
    <w:rsid w:val="00586730"/>
    <w:rsid w:val="005868BE"/>
    <w:rsid w:val="00591BCB"/>
    <w:rsid w:val="00593C1C"/>
    <w:rsid w:val="005942B1"/>
    <w:rsid w:val="00595068"/>
    <w:rsid w:val="00596BD2"/>
    <w:rsid w:val="00596E1D"/>
    <w:rsid w:val="005978A9"/>
    <w:rsid w:val="00597D54"/>
    <w:rsid w:val="005A018E"/>
    <w:rsid w:val="005A1E44"/>
    <w:rsid w:val="005A27DD"/>
    <w:rsid w:val="005A3687"/>
    <w:rsid w:val="005A55F4"/>
    <w:rsid w:val="005A58E4"/>
    <w:rsid w:val="005A634B"/>
    <w:rsid w:val="005A6C26"/>
    <w:rsid w:val="005A6DB4"/>
    <w:rsid w:val="005A73C9"/>
    <w:rsid w:val="005B07B7"/>
    <w:rsid w:val="005B0BCC"/>
    <w:rsid w:val="005B1EFF"/>
    <w:rsid w:val="005B209B"/>
    <w:rsid w:val="005B290F"/>
    <w:rsid w:val="005B33F9"/>
    <w:rsid w:val="005B36A2"/>
    <w:rsid w:val="005B472F"/>
    <w:rsid w:val="005B4BE8"/>
    <w:rsid w:val="005B4EDF"/>
    <w:rsid w:val="005B514B"/>
    <w:rsid w:val="005B5328"/>
    <w:rsid w:val="005B5A88"/>
    <w:rsid w:val="005B6F80"/>
    <w:rsid w:val="005B783A"/>
    <w:rsid w:val="005B7B04"/>
    <w:rsid w:val="005C005A"/>
    <w:rsid w:val="005C09A7"/>
    <w:rsid w:val="005C192F"/>
    <w:rsid w:val="005C23DB"/>
    <w:rsid w:val="005C29FD"/>
    <w:rsid w:val="005C2A50"/>
    <w:rsid w:val="005C2EDC"/>
    <w:rsid w:val="005C3037"/>
    <w:rsid w:val="005C3E11"/>
    <w:rsid w:val="005C3F9C"/>
    <w:rsid w:val="005C409A"/>
    <w:rsid w:val="005C4200"/>
    <w:rsid w:val="005C434B"/>
    <w:rsid w:val="005C4366"/>
    <w:rsid w:val="005C4A19"/>
    <w:rsid w:val="005C52D2"/>
    <w:rsid w:val="005C5471"/>
    <w:rsid w:val="005C68EA"/>
    <w:rsid w:val="005C6ABF"/>
    <w:rsid w:val="005C78F9"/>
    <w:rsid w:val="005C7BC4"/>
    <w:rsid w:val="005D02CC"/>
    <w:rsid w:val="005D126A"/>
    <w:rsid w:val="005D16E8"/>
    <w:rsid w:val="005D2906"/>
    <w:rsid w:val="005D2F00"/>
    <w:rsid w:val="005D54CC"/>
    <w:rsid w:val="005D633D"/>
    <w:rsid w:val="005D67EE"/>
    <w:rsid w:val="005D6A86"/>
    <w:rsid w:val="005D6B90"/>
    <w:rsid w:val="005D75DB"/>
    <w:rsid w:val="005D76B9"/>
    <w:rsid w:val="005D7775"/>
    <w:rsid w:val="005D7BB6"/>
    <w:rsid w:val="005E00DB"/>
    <w:rsid w:val="005E1503"/>
    <w:rsid w:val="005E254C"/>
    <w:rsid w:val="005E2AB9"/>
    <w:rsid w:val="005E4006"/>
    <w:rsid w:val="005E43BA"/>
    <w:rsid w:val="005E5850"/>
    <w:rsid w:val="005E6963"/>
    <w:rsid w:val="005E7437"/>
    <w:rsid w:val="005E7A31"/>
    <w:rsid w:val="005F1D4B"/>
    <w:rsid w:val="005F2933"/>
    <w:rsid w:val="005F2B2F"/>
    <w:rsid w:val="005F2DA4"/>
    <w:rsid w:val="005F320A"/>
    <w:rsid w:val="005F4B3D"/>
    <w:rsid w:val="005F4C4A"/>
    <w:rsid w:val="005F5CD0"/>
    <w:rsid w:val="005F6B39"/>
    <w:rsid w:val="005F7179"/>
    <w:rsid w:val="005F7313"/>
    <w:rsid w:val="005F76B7"/>
    <w:rsid w:val="00600834"/>
    <w:rsid w:val="00601A44"/>
    <w:rsid w:val="00601CA2"/>
    <w:rsid w:val="00602308"/>
    <w:rsid w:val="006049B9"/>
    <w:rsid w:val="00605690"/>
    <w:rsid w:val="00606839"/>
    <w:rsid w:val="00606FF3"/>
    <w:rsid w:val="00607675"/>
    <w:rsid w:val="006113EE"/>
    <w:rsid w:val="00615244"/>
    <w:rsid w:val="00615647"/>
    <w:rsid w:val="00615F7F"/>
    <w:rsid w:val="00617677"/>
    <w:rsid w:val="0061781E"/>
    <w:rsid w:val="00617C4B"/>
    <w:rsid w:val="00620205"/>
    <w:rsid w:val="00622193"/>
    <w:rsid w:val="00623643"/>
    <w:rsid w:val="006242A8"/>
    <w:rsid w:val="00625388"/>
    <w:rsid w:val="006254BB"/>
    <w:rsid w:val="00625805"/>
    <w:rsid w:val="00626AAA"/>
    <w:rsid w:val="00626BD8"/>
    <w:rsid w:val="00627A02"/>
    <w:rsid w:val="00627BCD"/>
    <w:rsid w:val="006310FD"/>
    <w:rsid w:val="00631AE6"/>
    <w:rsid w:val="006324D0"/>
    <w:rsid w:val="0063262F"/>
    <w:rsid w:val="00633FF1"/>
    <w:rsid w:val="006342DA"/>
    <w:rsid w:val="00634990"/>
    <w:rsid w:val="006360ED"/>
    <w:rsid w:val="006364C0"/>
    <w:rsid w:val="00636930"/>
    <w:rsid w:val="00636CA0"/>
    <w:rsid w:val="00636E3C"/>
    <w:rsid w:val="006375A2"/>
    <w:rsid w:val="006401AE"/>
    <w:rsid w:val="00640778"/>
    <w:rsid w:val="0064107E"/>
    <w:rsid w:val="006424C6"/>
    <w:rsid w:val="006425FA"/>
    <w:rsid w:val="0064417C"/>
    <w:rsid w:val="006441D2"/>
    <w:rsid w:val="006471A1"/>
    <w:rsid w:val="00647E5D"/>
    <w:rsid w:val="00647F89"/>
    <w:rsid w:val="00650010"/>
    <w:rsid w:val="006504AE"/>
    <w:rsid w:val="006507BB"/>
    <w:rsid w:val="00650C0C"/>
    <w:rsid w:val="00650FBB"/>
    <w:rsid w:val="00651029"/>
    <w:rsid w:val="00652A31"/>
    <w:rsid w:val="00655A7A"/>
    <w:rsid w:val="006561B3"/>
    <w:rsid w:val="0066014A"/>
    <w:rsid w:val="006603D6"/>
    <w:rsid w:val="00661464"/>
    <w:rsid w:val="0066157B"/>
    <w:rsid w:val="00661F75"/>
    <w:rsid w:val="00662221"/>
    <w:rsid w:val="00663C8D"/>
    <w:rsid w:val="00664481"/>
    <w:rsid w:val="006666B3"/>
    <w:rsid w:val="00666D36"/>
    <w:rsid w:val="00671873"/>
    <w:rsid w:val="00673327"/>
    <w:rsid w:val="00673495"/>
    <w:rsid w:val="006734B3"/>
    <w:rsid w:val="00673B94"/>
    <w:rsid w:val="00674073"/>
    <w:rsid w:val="00675D02"/>
    <w:rsid w:val="006770A8"/>
    <w:rsid w:val="0067714F"/>
    <w:rsid w:val="006778C2"/>
    <w:rsid w:val="0068079E"/>
    <w:rsid w:val="006822F0"/>
    <w:rsid w:val="0068236E"/>
    <w:rsid w:val="00682508"/>
    <w:rsid w:val="00682906"/>
    <w:rsid w:val="00682C0D"/>
    <w:rsid w:val="00682E21"/>
    <w:rsid w:val="00683BCD"/>
    <w:rsid w:val="00683D03"/>
    <w:rsid w:val="00683E02"/>
    <w:rsid w:val="00685C92"/>
    <w:rsid w:val="00685DD2"/>
    <w:rsid w:val="00686E39"/>
    <w:rsid w:val="00686F43"/>
    <w:rsid w:val="00687AAF"/>
    <w:rsid w:val="00690125"/>
    <w:rsid w:val="00690192"/>
    <w:rsid w:val="0069079F"/>
    <w:rsid w:val="00692C31"/>
    <w:rsid w:val="00692E9D"/>
    <w:rsid w:val="006936F7"/>
    <w:rsid w:val="0069484B"/>
    <w:rsid w:val="00694ED8"/>
    <w:rsid w:val="00695324"/>
    <w:rsid w:val="006961AB"/>
    <w:rsid w:val="00696876"/>
    <w:rsid w:val="006A261F"/>
    <w:rsid w:val="006A2A2D"/>
    <w:rsid w:val="006A30F3"/>
    <w:rsid w:val="006A3505"/>
    <w:rsid w:val="006A3544"/>
    <w:rsid w:val="006A471C"/>
    <w:rsid w:val="006A628E"/>
    <w:rsid w:val="006A68AE"/>
    <w:rsid w:val="006B01F7"/>
    <w:rsid w:val="006B12B2"/>
    <w:rsid w:val="006B13CE"/>
    <w:rsid w:val="006B14BC"/>
    <w:rsid w:val="006B2033"/>
    <w:rsid w:val="006B2896"/>
    <w:rsid w:val="006B2E8F"/>
    <w:rsid w:val="006B2F68"/>
    <w:rsid w:val="006B33AD"/>
    <w:rsid w:val="006B3B43"/>
    <w:rsid w:val="006B3D0A"/>
    <w:rsid w:val="006B4108"/>
    <w:rsid w:val="006B6128"/>
    <w:rsid w:val="006B61B8"/>
    <w:rsid w:val="006B6BEF"/>
    <w:rsid w:val="006C1D50"/>
    <w:rsid w:val="006C1D90"/>
    <w:rsid w:val="006C2319"/>
    <w:rsid w:val="006C3C90"/>
    <w:rsid w:val="006C610A"/>
    <w:rsid w:val="006C711C"/>
    <w:rsid w:val="006C79B1"/>
    <w:rsid w:val="006D1BD2"/>
    <w:rsid w:val="006D1C02"/>
    <w:rsid w:val="006D231B"/>
    <w:rsid w:val="006D29AA"/>
    <w:rsid w:val="006D44DC"/>
    <w:rsid w:val="006D528B"/>
    <w:rsid w:val="006D5704"/>
    <w:rsid w:val="006D659B"/>
    <w:rsid w:val="006D6A0B"/>
    <w:rsid w:val="006E0BB5"/>
    <w:rsid w:val="006E1B90"/>
    <w:rsid w:val="006E2E6F"/>
    <w:rsid w:val="006E3653"/>
    <w:rsid w:val="006E39A8"/>
    <w:rsid w:val="006E62AB"/>
    <w:rsid w:val="006E6D17"/>
    <w:rsid w:val="006E78D3"/>
    <w:rsid w:val="006E7FC9"/>
    <w:rsid w:val="006F1541"/>
    <w:rsid w:val="006F2C15"/>
    <w:rsid w:val="006F4960"/>
    <w:rsid w:val="006F52FE"/>
    <w:rsid w:val="006F69DD"/>
    <w:rsid w:val="006F6BA6"/>
    <w:rsid w:val="006F7A2C"/>
    <w:rsid w:val="006F7FDA"/>
    <w:rsid w:val="007004AA"/>
    <w:rsid w:val="00700E78"/>
    <w:rsid w:val="0070103B"/>
    <w:rsid w:val="00702175"/>
    <w:rsid w:val="007025F2"/>
    <w:rsid w:val="00703180"/>
    <w:rsid w:val="00704E58"/>
    <w:rsid w:val="00705085"/>
    <w:rsid w:val="00705292"/>
    <w:rsid w:val="00705570"/>
    <w:rsid w:val="007057CD"/>
    <w:rsid w:val="00706973"/>
    <w:rsid w:val="007074B2"/>
    <w:rsid w:val="00707ADE"/>
    <w:rsid w:val="00711EC4"/>
    <w:rsid w:val="00712159"/>
    <w:rsid w:val="00712283"/>
    <w:rsid w:val="007135FF"/>
    <w:rsid w:val="00713FC8"/>
    <w:rsid w:val="00714235"/>
    <w:rsid w:val="00714AEF"/>
    <w:rsid w:val="00717A20"/>
    <w:rsid w:val="00720FBB"/>
    <w:rsid w:val="007224E6"/>
    <w:rsid w:val="0072385F"/>
    <w:rsid w:val="0072529A"/>
    <w:rsid w:val="00725ABA"/>
    <w:rsid w:val="0072634B"/>
    <w:rsid w:val="00730C2C"/>
    <w:rsid w:val="00730C67"/>
    <w:rsid w:val="007318A7"/>
    <w:rsid w:val="007318C4"/>
    <w:rsid w:val="00732932"/>
    <w:rsid w:val="00732CF2"/>
    <w:rsid w:val="00735777"/>
    <w:rsid w:val="00735E08"/>
    <w:rsid w:val="00735E88"/>
    <w:rsid w:val="00736108"/>
    <w:rsid w:val="0073632B"/>
    <w:rsid w:val="007363DC"/>
    <w:rsid w:val="007364BD"/>
    <w:rsid w:val="0073718F"/>
    <w:rsid w:val="00737C81"/>
    <w:rsid w:val="00740F5D"/>
    <w:rsid w:val="00741DAF"/>
    <w:rsid w:val="007426B9"/>
    <w:rsid w:val="007435A4"/>
    <w:rsid w:val="00743C7E"/>
    <w:rsid w:val="007447F3"/>
    <w:rsid w:val="0074480C"/>
    <w:rsid w:val="00744FDA"/>
    <w:rsid w:val="00746121"/>
    <w:rsid w:val="00746509"/>
    <w:rsid w:val="00746A8F"/>
    <w:rsid w:val="00746C9B"/>
    <w:rsid w:val="007473FB"/>
    <w:rsid w:val="007479AF"/>
    <w:rsid w:val="00752730"/>
    <w:rsid w:val="0075274A"/>
    <w:rsid w:val="00752F68"/>
    <w:rsid w:val="00753FCC"/>
    <w:rsid w:val="00756A9A"/>
    <w:rsid w:val="007572FD"/>
    <w:rsid w:val="00757421"/>
    <w:rsid w:val="00760FB4"/>
    <w:rsid w:val="00761C6A"/>
    <w:rsid w:val="00762351"/>
    <w:rsid w:val="00762869"/>
    <w:rsid w:val="00762A21"/>
    <w:rsid w:val="00762BD2"/>
    <w:rsid w:val="00763540"/>
    <w:rsid w:val="00763800"/>
    <w:rsid w:val="00763FD3"/>
    <w:rsid w:val="00764E5E"/>
    <w:rsid w:val="0076610B"/>
    <w:rsid w:val="007661BE"/>
    <w:rsid w:val="00766F78"/>
    <w:rsid w:val="0077329A"/>
    <w:rsid w:val="007739F9"/>
    <w:rsid w:val="00775D3B"/>
    <w:rsid w:val="00776A91"/>
    <w:rsid w:val="00777E20"/>
    <w:rsid w:val="00780098"/>
    <w:rsid w:val="007800F4"/>
    <w:rsid w:val="00780701"/>
    <w:rsid w:val="007819D1"/>
    <w:rsid w:val="00781DBF"/>
    <w:rsid w:val="007820EF"/>
    <w:rsid w:val="007827FD"/>
    <w:rsid w:val="0078319D"/>
    <w:rsid w:val="007832B8"/>
    <w:rsid w:val="00785854"/>
    <w:rsid w:val="00785933"/>
    <w:rsid w:val="00786198"/>
    <w:rsid w:val="00787B2B"/>
    <w:rsid w:val="007906BE"/>
    <w:rsid w:val="007932A9"/>
    <w:rsid w:val="007948A5"/>
    <w:rsid w:val="00796B83"/>
    <w:rsid w:val="00797000"/>
    <w:rsid w:val="007A12CB"/>
    <w:rsid w:val="007A20E7"/>
    <w:rsid w:val="007A2311"/>
    <w:rsid w:val="007A26A6"/>
    <w:rsid w:val="007A28BE"/>
    <w:rsid w:val="007A2918"/>
    <w:rsid w:val="007A4774"/>
    <w:rsid w:val="007A4E71"/>
    <w:rsid w:val="007A6D42"/>
    <w:rsid w:val="007A70B1"/>
    <w:rsid w:val="007A76EC"/>
    <w:rsid w:val="007A7F46"/>
    <w:rsid w:val="007B017D"/>
    <w:rsid w:val="007B0690"/>
    <w:rsid w:val="007B2E50"/>
    <w:rsid w:val="007B3AF4"/>
    <w:rsid w:val="007B4DE9"/>
    <w:rsid w:val="007B5181"/>
    <w:rsid w:val="007B5A37"/>
    <w:rsid w:val="007B6CC4"/>
    <w:rsid w:val="007B7CC8"/>
    <w:rsid w:val="007C1320"/>
    <w:rsid w:val="007C1681"/>
    <w:rsid w:val="007C1DE6"/>
    <w:rsid w:val="007C1F1D"/>
    <w:rsid w:val="007C253E"/>
    <w:rsid w:val="007C2700"/>
    <w:rsid w:val="007C2811"/>
    <w:rsid w:val="007C2A23"/>
    <w:rsid w:val="007C2A4C"/>
    <w:rsid w:val="007C4211"/>
    <w:rsid w:val="007C6717"/>
    <w:rsid w:val="007D2192"/>
    <w:rsid w:val="007D29A0"/>
    <w:rsid w:val="007D41F1"/>
    <w:rsid w:val="007D5E56"/>
    <w:rsid w:val="007D60F3"/>
    <w:rsid w:val="007D65CE"/>
    <w:rsid w:val="007D6A71"/>
    <w:rsid w:val="007D6D5D"/>
    <w:rsid w:val="007D7AC9"/>
    <w:rsid w:val="007D7F88"/>
    <w:rsid w:val="007E186E"/>
    <w:rsid w:val="007E1A89"/>
    <w:rsid w:val="007E214E"/>
    <w:rsid w:val="007E2171"/>
    <w:rsid w:val="007E2672"/>
    <w:rsid w:val="007E2D86"/>
    <w:rsid w:val="007E34A6"/>
    <w:rsid w:val="007E5225"/>
    <w:rsid w:val="007E5A93"/>
    <w:rsid w:val="007E5ABC"/>
    <w:rsid w:val="007E605B"/>
    <w:rsid w:val="007E66D7"/>
    <w:rsid w:val="007E677A"/>
    <w:rsid w:val="007E6A16"/>
    <w:rsid w:val="007E796C"/>
    <w:rsid w:val="007F0E09"/>
    <w:rsid w:val="007F39AE"/>
    <w:rsid w:val="007F51D4"/>
    <w:rsid w:val="007F5C2F"/>
    <w:rsid w:val="007F65D7"/>
    <w:rsid w:val="007F74FB"/>
    <w:rsid w:val="00802C4E"/>
    <w:rsid w:val="00804391"/>
    <w:rsid w:val="0080661A"/>
    <w:rsid w:val="008066CB"/>
    <w:rsid w:val="00807D3B"/>
    <w:rsid w:val="008101B2"/>
    <w:rsid w:val="00810410"/>
    <w:rsid w:val="0081136B"/>
    <w:rsid w:val="0081152D"/>
    <w:rsid w:val="0081174E"/>
    <w:rsid w:val="00815ECB"/>
    <w:rsid w:val="008160C2"/>
    <w:rsid w:val="008161EE"/>
    <w:rsid w:val="008168F6"/>
    <w:rsid w:val="00816B56"/>
    <w:rsid w:val="008170C4"/>
    <w:rsid w:val="008179B3"/>
    <w:rsid w:val="00821652"/>
    <w:rsid w:val="0082314A"/>
    <w:rsid w:val="00823D3F"/>
    <w:rsid w:val="00825BB6"/>
    <w:rsid w:val="00826186"/>
    <w:rsid w:val="0082703E"/>
    <w:rsid w:val="0082732B"/>
    <w:rsid w:val="0082783B"/>
    <w:rsid w:val="00827EE7"/>
    <w:rsid w:val="00830C1F"/>
    <w:rsid w:val="008316F9"/>
    <w:rsid w:val="008317D6"/>
    <w:rsid w:val="00831BC3"/>
    <w:rsid w:val="00831F71"/>
    <w:rsid w:val="008321F6"/>
    <w:rsid w:val="00834110"/>
    <w:rsid w:val="0083413B"/>
    <w:rsid w:val="00835E36"/>
    <w:rsid w:val="0083763E"/>
    <w:rsid w:val="00837B3D"/>
    <w:rsid w:val="00837F0A"/>
    <w:rsid w:val="00840AD2"/>
    <w:rsid w:val="00841E09"/>
    <w:rsid w:val="00843999"/>
    <w:rsid w:val="00844015"/>
    <w:rsid w:val="00845155"/>
    <w:rsid w:val="00845227"/>
    <w:rsid w:val="00846EBC"/>
    <w:rsid w:val="008470A9"/>
    <w:rsid w:val="00850744"/>
    <w:rsid w:val="008515C3"/>
    <w:rsid w:val="00852244"/>
    <w:rsid w:val="00854BB7"/>
    <w:rsid w:val="00855198"/>
    <w:rsid w:val="0085611F"/>
    <w:rsid w:val="00856182"/>
    <w:rsid w:val="00856C9A"/>
    <w:rsid w:val="00856D89"/>
    <w:rsid w:val="00857174"/>
    <w:rsid w:val="00857848"/>
    <w:rsid w:val="00857FD0"/>
    <w:rsid w:val="00860063"/>
    <w:rsid w:val="00861363"/>
    <w:rsid w:val="008614BA"/>
    <w:rsid w:val="0086156B"/>
    <w:rsid w:val="008618AB"/>
    <w:rsid w:val="008618E8"/>
    <w:rsid w:val="008633E6"/>
    <w:rsid w:val="00863FB0"/>
    <w:rsid w:val="00864357"/>
    <w:rsid w:val="0086462A"/>
    <w:rsid w:val="008651D0"/>
    <w:rsid w:val="00865366"/>
    <w:rsid w:val="00865429"/>
    <w:rsid w:val="00865A87"/>
    <w:rsid w:val="00865AB1"/>
    <w:rsid w:val="00867109"/>
    <w:rsid w:val="00871453"/>
    <w:rsid w:val="00871A8F"/>
    <w:rsid w:val="00872BF3"/>
    <w:rsid w:val="00874E17"/>
    <w:rsid w:val="00874EF7"/>
    <w:rsid w:val="00875D49"/>
    <w:rsid w:val="00880589"/>
    <w:rsid w:val="00880D31"/>
    <w:rsid w:val="008830C9"/>
    <w:rsid w:val="008842C2"/>
    <w:rsid w:val="00884FDE"/>
    <w:rsid w:val="00885A77"/>
    <w:rsid w:val="00885C3A"/>
    <w:rsid w:val="00885FC9"/>
    <w:rsid w:val="00887369"/>
    <w:rsid w:val="00887FC0"/>
    <w:rsid w:val="0089028F"/>
    <w:rsid w:val="0089034B"/>
    <w:rsid w:val="00890DB9"/>
    <w:rsid w:val="00891322"/>
    <w:rsid w:val="008928E3"/>
    <w:rsid w:val="00894545"/>
    <w:rsid w:val="008946EB"/>
    <w:rsid w:val="00894917"/>
    <w:rsid w:val="00894E57"/>
    <w:rsid w:val="00894EEC"/>
    <w:rsid w:val="00894F99"/>
    <w:rsid w:val="00897313"/>
    <w:rsid w:val="0089746F"/>
    <w:rsid w:val="00897AE0"/>
    <w:rsid w:val="008A05E8"/>
    <w:rsid w:val="008A340C"/>
    <w:rsid w:val="008A343A"/>
    <w:rsid w:val="008A4074"/>
    <w:rsid w:val="008A5FA5"/>
    <w:rsid w:val="008A65EA"/>
    <w:rsid w:val="008A69AB"/>
    <w:rsid w:val="008A78EF"/>
    <w:rsid w:val="008B068B"/>
    <w:rsid w:val="008B1441"/>
    <w:rsid w:val="008B17A2"/>
    <w:rsid w:val="008B261C"/>
    <w:rsid w:val="008B3B77"/>
    <w:rsid w:val="008B3E96"/>
    <w:rsid w:val="008B4465"/>
    <w:rsid w:val="008B46B3"/>
    <w:rsid w:val="008B506B"/>
    <w:rsid w:val="008B54D3"/>
    <w:rsid w:val="008B6741"/>
    <w:rsid w:val="008B731D"/>
    <w:rsid w:val="008C12D3"/>
    <w:rsid w:val="008C3706"/>
    <w:rsid w:val="008C3B91"/>
    <w:rsid w:val="008C3C40"/>
    <w:rsid w:val="008C415A"/>
    <w:rsid w:val="008C4370"/>
    <w:rsid w:val="008C43A0"/>
    <w:rsid w:val="008C52C5"/>
    <w:rsid w:val="008C5479"/>
    <w:rsid w:val="008C56AB"/>
    <w:rsid w:val="008C6354"/>
    <w:rsid w:val="008C660C"/>
    <w:rsid w:val="008C6B64"/>
    <w:rsid w:val="008C6E98"/>
    <w:rsid w:val="008C6F59"/>
    <w:rsid w:val="008C7111"/>
    <w:rsid w:val="008C7A45"/>
    <w:rsid w:val="008D062C"/>
    <w:rsid w:val="008D0C46"/>
    <w:rsid w:val="008D0FEC"/>
    <w:rsid w:val="008D1E7E"/>
    <w:rsid w:val="008D1FCC"/>
    <w:rsid w:val="008D26C5"/>
    <w:rsid w:val="008D286F"/>
    <w:rsid w:val="008D3494"/>
    <w:rsid w:val="008D46B1"/>
    <w:rsid w:val="008D4767"/>
    <w:rsid w:val="008D4957"/>
    <w:rsid w:val="008D500D"/>
    <w:rsid w:val="008D51B7"/>
    <w:rsid w:val="008D6309"/>
    <w:rsid w:val="008D68A2"/>
    <w:rsid w:val="008D7169"/>
    <w:rsid w:val="008D78A6"/>
    <w:rsid w:val="008E0370"/>
    <w:rsid w:val="008E0F74"/>
    <w:rsid w:val="008E1102"/>
    <w:rsid w:val="008E1257"/>
    <w:rsid w:val="008E1313"/>
    <w:rsid w:val="008E164A"/>
    <w:rsid w:val="008E1CF4"/>
    <w:rsid w:val="008E1EC2"/>
    <w:rsid w:val="008E21CA"/>
    <w:rsid w:val="008E5517"/>
    <w:rsid w:val="008E6B17"/>
    <w:rsid w:val="008E7823"/>
    <w:rsid w:val="008F0722"/>
    <w:rsid w:val="008F0A1B"/>
    <w:rsid w:val="008F323C"/>
    <w:rsid w:val="008F33C0"/>
    <w:rsid w:val="008F43BC"/>
    <w:rsid w:val="008F62B8"/>
    <w:rsid w:val="008F71DA"/>
    <w:rsid w:val="00901510"/>
    <w:rsid w:val="00902528"/>
    <w:rsid w:val="00902836"/>
    <w:rsid w:val="00902BFF"/>
    <w:rsid w:val="00903E8C"/>
    <w:rsid w:val="00904D95"/>
    <w:rsid w:val="009050C0"/>
    <w:rsid w:val="009053F3"/>
    <w:rsid w:val="00905BA0"/>
    <w:rsid w:val="0090648D"/>
    <w:rsid w:val="00910777"/>
    <w:rsid w:val="00910E03"/>
    <w:rsid w:val="009130E3"/>
    <w:rsid w:val="00913C49"/>
    <w:rsid w:val="009143A2"/>
    <w:rsid w:val="00914C73"/>
    <w:rsid w:val="00914EF8"/>
    <w:rsid w:val="00915C74"/>
    <w:rsid w:val="00917079"/>
    <w:rsid w:val="00921BA3"/>
    <w:rsid w:val="00921C4B"/>
    <w:rsid w:val="00921C4D"/>
    <w:rsid w:val="00921CB2"/>
    <w:rsid w:val="0092284B"/>
    <w:rsid w:val="009232FE"/>
    <w:rsid w:val="009233BF"/>
    <w:rsid w:val="0092368B"/>
    <w:rsid w:val="009243E6"/>
    <w:rsid w:val="00924580"/>
    <w:rsid w:val="00924784"/>
    <w:rsid w:val="00924D94"/>
    <w:rsid w:val="00924FFF"/>
    <w:rsid w:val="00926048"/>
    <w:rsid w:val="009272DD"/>
    <w:rsid w:val="00927E45"/>
    <w:rsid w:val="00930A06"/>
    <w:rsid w:val="00930B4E"/>
    <w:rsid w:val="00930B4F"/>
    <w:rsid w:val="009311A0"/>
    <w:rsid w:val="00931FDD"/>
    <w:rsid w:val="00932C0C"/>
    <w:rsid w:val="00935CB2"/>
    <w:rsid w:val="009368AA"/>
    <w:rsid w:val="009369AD"/>
    <w:rsid w:val="009376DA"/>
    <w:rsid w:val="00940FD0"/>
    <w:rsid w:val="00943503"/>
    <w:rsid w:val="00944766"/>
    <w:rsid w:val="00944F0D"/>
    <w:rsid w:val="0094616C"/>
    <w:rsid w:val="0094616D"/>
    <w:rsid w:val="00947CE3"/>
    <w:rsid w:val="009501E7"/>
    <w:rsid w:val="009513C3"/>
    <w:rsid w:val="009520A8"/>
    <w:rsid w:val="009520B6"/>
    <w:rsid w:val="00952454"/>
    <w:rsid w:val="00953D46"/>
    <w:rsid w:val="00954412"/>
    <w:rsid w:val="00954768"/>
    <w:rsid w:val="00955259"/>
    <w:rsid w:val="0095677D"/>
    <w:rsid w:val="009567FF"/>
    <w:rsid w:val="00956C2D"/>
    <w:rsid w:val="00960B91"/>
    <w:rsid w:val="0096148D"/>
    <w:rsid w:val="00961CD3"/>
    <w:rsid w:val="00962310"/>
    <w:rsid w:val="00962FA5"/>
    <w:rsid w:val="009635FD"/>
    <w:rsid w:val="009639BF"/>
    <w:rsid w:val="00965CDD"/>
    <w:rsid w:val="009661FF"/>
    <w:rsid w:val="009665E6"/>
    <w:rsid w:val="00966ECF"/>
    <w:rsid w:val="00971DFC"/>
    <w:rsid w:val="00971E99"/>
    <w:rsid w:val="0097244F"/>
    <w:rsid w:val="00973C9F"/>
    <w:rsid w:val="00974F2D"/>
    <w:rsid w:val="009757B1"/>
    <w:rsid w:val="00976313"/>
    <w:rsid w:val="00976D01"/>
    <w:rsid w:val="00977EAA"/>
    <w:rsid w:val="009806E4"/>
    <w:rsid w:val="00980C62"/>
    <w:rsid w:val="0098106C"/>
    <w:rsid w:val="00981C65"/>
    <w:rsid w:val="0098295A"/>
    <w:rsid w:val="009849CE"/>
    <w:rsid w:val="00984FDD"/>
    <w:rsid w:val="00985756"/>
    <w:rsid w:val="00987CCE"/>
    <w:rsid w:val="00990F86"/>
    <w:rsid w:val="009919FA"/>
    <w:rsid w:val="00991B50"/>
    <w:rsid w:val="00992462"/>
    <w:rsid w:val="0099258E"/>
    <w:rsid w:val="0099303C"/>
    <w:rsid w:val="00993D52"/>
    <w:rsid w:val="009947C5"/>
    <w:rsid w:val="00994ADC"/>
    <w:rsid w:val="00995A80"/>
    <w:rsid w:val="00996055"/>
    <w:rsid w:val="009967EB"/>
    <w:rsid w:val="009A0BCD"/>
    <w:rsid w:val="009A1702"/>
    <w:rsid w:val="009A22D4"/>
    <w:rsid w:val="009A268D"/>
    <w:rsid w:val="009A2BD2"/>
    <w:rsid w:val="009A4754"/>
    <w:rsid w:val="009A6CFE"/>
    <w:rsid w:val="009A7637"/>
    <w:rsid w:val="009B0819"/>
    <w:rsid w:val="009B0AD9"/>
    <w:rsid w:val="009B1258"/>
    <w:rsid w:val="009B1413"/>
    <w:rsid w:val="009B3EFA"/>
    <w:rsid w:val="009B4323"/>
    <w:rsid w:val="009B47E8"/>
    <w:rsid w:val="009B51C6"/>
    <w:rsid w:val="009B5560"/>
    <w:rsid w:val="009B5C89"/>
    <w:rsid w:val="009B7915"/>
    <w:rsid w:val="009C1D7A"/>
    <w:rsid w:val="009C2495"/>
    <w:rsid w:val="009C41AB"/>
    <w:rsid w:val="009C4889"/>
    <w:rsid w:val="009C5BD0"/>
    <w:rsid w:val="009C6683"/>
    <w:rsid w:val="009C6A4B"/>
    <w:rsid w:val="009C70C2"/>
    <w:rsid w:val="009C724B"/>
    <w:rsid w:val="009D07E9"/>
    <w:rsid w:val="009D12C3"/>
    <w:rsid w:val="009D1475"/>
    <w:rsid w:val="009D25D6"/>
    <w:rsid w:val="009D38EB"/>
    <w:rsid w:val="009D420F"/>
    <w:rsid w:val="009D4F33"/>
    <w:rsid w:val="009D5B0F"/>
    <w:rsid w:val="009D6446"/>
    <w:rsid w:val="009D7038"/>
    <w:rsid w:val="009D7066"/>
    <w:rsid w:val="009D7371"/>
    <w:rsid w:val="009D7BAB"/>
    <w:rsid w:val="009E11DE"/>
    <w:rsid w:val="009E152B"/>
    <w:rsid w:val="009E1D13"/>
    <w:rsid w:val="009E1DB7"/>
    <w:rsid w:val="009E2403"/>
    <w:rsid w:val="009E2E1F"/>
    <w:rsid w:val="009E2E29"/>
    <w:rsid w:val="009E30DF"/>
    <w:rsid w:val="009E320D"/>
    <w:rsid w:val="009E39BF"/>
    <w:rsid w:val="009E3EFF"/>
    <w:rsid w:val="009E4EED"/>
    <w:rsid w:val="009E5DDA"/>
    <w:rsid w:val="009E7943"/>
    <w:rsid w:val="009F022C"/>
    <w:rsid w:val="009F1E6D"/>
    <w:rsid w:val="009F21BF"/>
    <w:rsid w:val="009F2A93"/>
    <w:rsid w:val="009F2C9D"/>
    <w:rsid w:val="009F3570"/>
    <w:rsid w:val="009F36EA"/>
    <w:rsid w:val="009F37FC"/>
    <w:rsid w:val="009F6FAE"/>
    <w:rsid w:val="009F735A"/>
    <w:rsid w:val="00A00DFD"/>
    <w:rsid w:val="00A02BAE"/>
    <w:rsid w:val="00A030DE"/>
    <w:rsid w:val="00A04ABA"/>
    <w:rsid w:val="00A04E26"/>
    <w:rsid w:val="00A067BD"/>
    <w:rsid w:val="00A07110"/>
    <w:rsid w:val="00A10B8A"/>
    <w:rsid w:val="00A12643"/>
    <w:rsid w:val="00A12FEF"/>
    <w:rsid w:val="00A13F17"/>
    <w:rsid w:val="00A1609D"/>
    <w:rsid w:val="00A1708E"/>
    <w:rsid w:val="00A17276"/>
    <w:rsid w:val="00A1757E"/>
    <w:rsid w:val="00A17BC9"/>
    <w:rsid w:val="00A20570"/>
    <w:rsid w:val="00A20A56"/>
    <w:rsid w:val="00A229A6"/>
    <w:rsid w:val="00A23D79"/>
    <w:rsid w:val="00A23DE1"/>
    <w:rsid w:val="00A26AC8"/>
    <w:rsid w:val="00A26D35"/>
    <w:rsid w:val="00A2712B"/>
    <w:rsid w:val="00A27839"/>
    <w:rsid w:val="00A30DAB"/>
    <w:rsid w:val="00A31D3D"/>
    <w:rsid w:val="00A31F7D"/>
    <w:rsid w:val="00A32E14"/>
    <w:rsid w:val="00A32E2C"/>
    <w:rsid w:val="00A34814"/>
    <w:rsid w:val="00A35109"/>
    <w:rsid w:val="00A376AE"/>
    <w:rsid w:val="00A37E16"/>
    <w:rsid w:val="00A40424"/>
    <w:rsid w:val="00A40861"/>
    <w:rsid w:val="00A4114B"/>
    <w:rsid w:val="00A41288"/>
    <w:rsid w:val="00A419EA"/>
    <w:rsid w:val="00A42307"/>
    <w:rsid w:val="00A44661"/>
    <w:rsid w:val="00A44E04"/>
    <w:rsid w:val="00A45B87"/>
    <w:rsid w:val="00A508EE"/>
    <w:rsid w:val="00A50CAE"/>
    <w:rsid w:val="00A50FD5"/>
    <w:rsid w:val="00A53912"/>
    <w:rsid w:val="00A5396F"/>
    <w:rsid w:val="00A53D63"/>
    <w:rsid w:val="00A54142"/>
    <w:rsid w:val="00A541B3"/>
    <w:rsid w:val="00A54974"/>
    <w:rsid w:val="00A54E30"/>
    <w:rsid w:val="00A55897"/>
    <w:rsid w:val="00A55D33"/>
    <w:rsid w:val="00A563F2"/>
    <w:rsid w:val="00A56A08"/>
    <w:rsid w:val="00A56FEC"/>
    <w:rsid w:val="00A61ED5"/>
    <w:rsid w:val="00A625A3"/>
    <w:rsid w:val="00A625AA"/>
    <w:rsid w:val="00A628EA"/>
    <w:rsid w:val="00A638E5"/>
    <w:rsid w:val="00A63DD1"/>
    <w:rsid w:val="00A6462B"/>
    <w:rsid w:val="00A6643F"/>
    <w:rsid w:val="00A666C2"/>
    <w:rsid w:val="00A669BF"/>
    <w:rsid w:val="00A702D1"/>
    <w:rsid w:val="00A70ACB"/>
    <w:rsid w:val="00A72A22"/>
    <w:rsid w:val="00A758DE"/>
    <w:rsid w:val="00A7613A"/>
    <w:rsid w:val="00A76C09"/>
    <w:rsid w:val="00A8042F"/>
    <w:rsid w:val="00A80441"/>
    <w:rsid w:val="00A805F4"/>
    <w:rsid w:val="00A80D98"/>
    <w:rsid w:val="00A83944"/>
    <w:rsid w:val="00A852EB"/>
    <w:rsid w:val="00A856C4"/>
    <w:rsid w:val="00A866DA"/>
    <w:rsid w:val="00A86CFD"/>
    <w:rsid w:val="00A8733E"/>
    <w:rsid w:val="00A87BB3"/>
    <w:rsid w:val="00A912F1"/>
    <w:rsid w:val="00A91E42"/>
    <w:rsid w:val="00A92455"/>
    <w:rsid w:val="00A934D7"/>
    <w:rsid w:val="00A95211"/>
    <w:rsid w:val="00A95B88"/>
    <w:rsid w:val="00A96FD9"/>
    <w:rsid w:val="00A977C4"/>
    <w:rsid w:val="00A97BAF"/>
    <w:rsid w:val="00AA2624"/>
    <w:rsid w:val="00AA2AA9"/>
    <w:rsid w:val="00AA2DF6"/>
    <w:rsid w:val="00AA30FD"/>
    <w:rsid w:val="00AA34AA"/>
    <w:rsid w:val="00AA39E6"/>
    <w:rsid w:val="00AA4CA1"/>
    <w:rsid w:val="00AA518B"/>
    <w:rsid w:val="00AA52B5"/>
    <w:rsid w:val="00AA5563"/>
    <w:rsid w:val="00AA558C"/>
    <w:rsid w:val="00AA5B59"/>
    <w:rsid w:val="00AA5F08"/>
    <w:rsid w:val="00AA6063"/>
    <w:rsid w:val="00AA680B"/>
    <w:rsid w:val="00AA7B08"/>
    <w:rsid w:val="00AB0F72"/>
    <w:rsid w:val="00AB0FFB"/>
    <w:rsid w:val="00AB11FA"/>
    <w:rsid w:val="00AB2269"/>
    <w:rsid w:val="00AB289E"/>
    <w:rsid w:val="00AB3612"/>
    <w:rsid w:val="00AB480B"/>
    <w:rsid w:val="00AB511A"/>
    <w:rsid w:val="00AB5279"/>
    <w:rsid w:val="00AB57C4"/>
    <w:rsid w:val="00AB5C5D"/>
    <w:rsid w:val="00AC12E8"/>
    <w:rsid w:val="00AC28CC"/>
    <w:rsid w:val="00AC29EF"/>
    <w:rsid w:val="00AC3074"/>
    <w:rsid w:val="00AC33AC"/>
    <w:rsid w:val="00AC3B22"/>
    <w:rsid w:val="00AC4A07"/>
    <w:rsid w:val="00AC507E"/>
    <w:rsid w:val="00AC5421"/>
    <w:rsid w:val="00AC5E5F"/>
    <w:rsid w:val="00AC6223"/>
    <w:rsid w:val="00AC7D58"/>
    <w:rsid w:val="00AD0BC0"/>
    <w:rsid w:val="00AD131E"/>
    <w:rsid w:val="00AD1578"/>
    <w:rsid w:val="00AD2907"/>
    <w:rsid w:val="00AD3929"/>
    <w:rsid w:val="00AD5952"/>
    <w:rsid w:val="00AE15F2"/>
    <w:rsid w:val="00AE27AF"/>
    <w:rsid w:val="00AE27B3"/>
    <w:rsid w:val="00AE30B1"/>
    <w:rsid w:val="00AE34E3"/>
    <w:rsid w:val="00AE34F9"/>
    <w:rsid w:val="00AE506F"/>
    <w:rsid w:val="00AE5685"/>
    <w:rsid w:val="00AE5C60"/>
    <w:rsid w:val="00AF0251"/>
    <w:rsid w:val="00AF0E1F"/>
    <w:rsid w:val="00AF1ABB"/>
    <w:rsid w:val="00AF2039"/>
    <w:rsid w:val="00AF3EC5"/>
    <w:rsid w:val="00AF43E1"/>
    <w:rsid w:val="00AF59BE"/>
    <w:rsid w:val="00AF5B59"/>
    <w:rsid w:val="00AF5E79"/>
    <w:rsid w:val="00AF605D"/>
    <w:rsid w:val="00AF650A"/>
    <w:rsid w:val="00AF6E81"/>
    <w:rsid w:val="00AF7D1D"/>
    <w:rsid w:val="00B00542"/>
    <w:rsid w:val="00B011C1"/>
    <w:rsid w:val="00B01A55"/>
    <w:rsid w:val="00B01F03"/>
    <w:rsid w:val="00B03416"/>
    <w:rsid w:val="00B037DF"/>
    <w:rsid w:val="00B04129"/>
    <w:rsid w:val="00B04892"/>
    <w:rsid w:val="00B04AA3"/>
    <w:rsid w:val="00B04D23"/>
    <w:rsid w:val="00B04FBC"/>
    <w:rsid w:val="00B05889"/>
    <w:rsid w:val="00B06A38"/>
    <w:rsid w:val="00B06FFE"/>
    <w:rsid w:val="00B0745F"/>
    <w:rsid w:val="00B11137"/>
    <w:rsid w:val="00B11915"/>
    <w:rsid w:val="00B11A23"/>
    <w:rsid w:val="00B11EFD"/>
    <w:rsid w:val="00B15121"/>
    <w:rsid w:val="00B16471"/>
    <w:rsid w:val="00B1659C"/>
    <w:rsid w:val="00B16B28"/>
    <w:rsid w:val="00B17229"/>
    <w:rsid w:val="00B1797F"/>
    <w:rsid w:val="00B17B0B"/>
    <w:rsid w:val="00B20179"/>
    <w:rsid w:val="00B206AE"/>
    <w:rsid w:val="00B210B8"/>
    <w:rsid w:val="00B2235D"/>
    <w:rsid w:val="00B22398"/>
    <w:rsid w:val="00B226F1"/>
    <w:rsid w:val="00B2323F"/>
    <w:rsid w:val="00B23AD2"/>
    <w:rsid w:val="00B2410B"/>
    <w:rsid w:val="00B24892"/>
    <w:rsid w:val="00B24B3F"/>
    <w:rsid w:val="00B2787B"/>
    <w:rsid w:val="00B27C41"/>
    <w:rsid w:val="00B30D75"/>
    <w:rsid w:val="00B30D91"/>
    <w:rsid w:val="00B310A1"/>
    <w:rsid w:val="00B31CDA"/>
    <w:rsid w:val="00B32416"/>
    <w:rsid w:val="00B32B29"/>
    <w:rsid w:val="00B334A3"/>
    <w:rsid w:val="00B33CF3"/>
    <w:rsid w:val="00B33EDA"/>
    <w:rsid w:val="00B354D3"/>
    <w:rsid w:val="00B3595F"/>
    <w:rsid w:val="00B35D27"/>
    <w:rsid w:val="00B35E75"/>
    <w:rsid w:val="00B3730A"/>
    <w:rsid w:val="00B40E5C"/>
    <w:rsid w:val="00B41024"/>
    <w:rsid w:val="00B41589"/>
    <w:rsid w:val="00B4172D"/>
    <w:rsid w:val="00B42371"/>
    <w:rsid w:val="00B42897"/>
    <w:rsid w:val="00B43F63"/>
    <w:rsid w:val="00B441D3"/>
    <w:rsid w:val="00B44A93"/>
    <w:rsid w:val="00B459D8"/>
    <w:rsid w:val="00B462BB"/>
    <w:rsid w:val="00B4699B"/>
    <w:rsid w:val="00B47048"/>
    <w:rsid w:val="00B47871"/>
    <w:rsid w:val="00B478CE"/>
    <w:rsid w:val="00B47C4B"/>
    <w:rsid w:val="00B503ED"/>
    <w:rsid w:val="00B511B4"/>
    <w:rsid w:val="00B514C8"/>
    <w:rsid w:val="00B52543"/>
    <w:rsid w:val="00B52546"/>
    <w:rsid w:val="00B52BEC"/>
    <w:rsid w:val="00B546BE"/>
    <w:rsid w:val="00B54A05"/>
    <w:rsid w:val="00B54FFD"/>
    <w:rsid w:val="00B55328"/>
    <w:rsid w:val="00B561A8"/>
    <w:rsid w:val="00B56D98"/>
    <w:rsid w:val="00B577A1"/>
    <w:rsid w:val="00B5781C"/>
    <w:rsid w:val="00B57941"/>
    <w:rsid w:val="00B60328"/>
    <w:rsid w:val="00B607D2"/>
    <w:rsid w:val="00B60D0F"/>
    <w:rsid w:val="00B61084"/>
    <w:rsid w:val="00B61911"/>
    <w:rsid w:val="00B63E2E"/>
    <w:rsid w:val="00B63F27"/>
    <w:rsid w:val="00B64663"/>
    <w:rsid w:val="00B647EC"/>
    <w:rsid w:val="00B7326A"/>
    <w:rsid w:val="00B7346E"/>
    <w:rsid w:val="00B7381A"/>
    <w:rsid w:val="00B73840"/>
    <w:rsid w:val="00B7385E"/>
    <w:rsid w:val="00B75493"/>
    <w:rsid w:val="00B7562D"/>
    <w:rsid w:val="00B7598C"/>
    <w:rsid w:val="00B764A7"/>
    <w:rsid w:val="00B7687C"/>
    <w:rsid w:val="00B768C4"/>
    <w:rsid w:val="00B76D6D"/>
    <w:rsid w:val="00B76E57"/>
    <w:rsid w:val="00B80B1C"/>
    <w:rsid w:val="00B80FD3"/>
    <w:rsid w:val="00B82511"/>
    <w:rsid w:val="00B83082"/>
    <w:rsid w:val="00B832FD"/>
    <w:rsid w:val="00B84238"/>
    <w:rsid w:val="00B84F8C"/>
    <w:rsid w:val="00B8594E"/>
    <w:rsid w:val="00B87AFA"/>
    <w:rsid w:val="00B92A94"/>
    <w:rsid w:val="00B92EF7"/>
    <w:rsid w:val="00B93B57"/>
    <w:rsid w:val="00B94C17"/>
    <w:rsid w:val="00B9610C"/>
    <w:rsid w:val="00BA090B"/>
    <w:rsid w:val="00BA0A9E"/>
    <w:rsid w:val="00BA0C20"/>
    <w:rsid w:val="00BA199B"/>
    <w:rsid w:val="00BA1CA8"/>
    <w:rsid w:val="00BA29F8"/>
    <w:rsid w:val="00BA30ED"/>
    <w:rsid w:val="00BA3121"/>
    <w:rsid w:val="00BA3F49"/>
    <w:rsid w:val="00BA4D6F"/>
    <w:rsid w:val="00BA5A53"/>
    <w:rsid w:val="00BA5AC7"/>
    <w:rsid w:val="00BA6743"/>
    <w:rsid w:val="00BA70B5"/>
    <w:rsid w:val="00BA7A70"/>
    <w:rsid w:val="00BA7D12"/>
    <w:rsid w:val="00BA7E40"/>
    <w:rsid w:val="00BB00DB"/>
    <w:rsid w:val="00BB0905"/>
    <w:rsid w:val="00BB0EC7"/>
    <w:rsid w:val="00BB221C"/>
    <w:rsid w:val="00BB229E"/>
    <w:rsid w:val="00BB23A4"/>
    <w:rsid w:val="00BB25A1"/>
    <w:rsid w:val="00BB3116"/>
    <w:rsid w:val="00BB453B"/>
    <w:rsid w:val="00BB4DE1"/>
    <w:rsid w:val="00BB5340"/>
    <w:rsid w:val="00BB60FA"/>
    <w:rsid w:val="00BB6A27"/>
    <w:rsid w:val="00BB7100"/>
    <w:rsid w:val="00BB7D85"/>
    <w:rsid w:val="00BC060A"/>
    <w:rsid w:val="00BC0613"/>
    <w:rsid w:val="00BC0664"/>
    <w:rsid w:val="00BC0DE5"/>
    <w:rsid w:val="00BC2154"/>
    <w:rsid w:val="00BC2673"/>
    <w:rsid w:val="00BC2F0F"/>
    <w:rsid w:val="00BC3218"/>
    <w:rsid w:val="00BC3422"/>
    <w:rsid w:val="00BC3CAE"/>
    <w:rsid w:val="00BC468A"/>
    <w:rsid w:val="00BC49C0"/>
    <w:rsid w:val="00BC54B9"/>
    <w:rsid w:val="00BC566D"/>
    <w:rsid w:val="00BC5744"/>
    <w:rsid w:val="00BC5A73"/>
    <w:rsid w:val="00BC659B"/>
    <w:rsid w:val="00BC65CB"/>
    <w:rsid w:val="00BC73AE"/>
    <w:rsid w:val="00BC7FF5"/>
    <w:rsid w:val="00BD0951"/>
    <w:rsid w:val="00BD1CA7"/>
    <w:rsid w:val="00BD221A"/>
    <w:rsid w:val="00BD2695"/>
    <w:rsid w:val="00BD33C7"/>
    <w:rsid w:val="00BD4E40"/>
    <w:rsid w:val="00BD5112"/>
    <w:rsid w:val="00BD5A5C"/>
    <w:rsid w:val="00BD5D12"/>
    <w:rsid w:val="00BE0BC9"/>
    <w:rsid w:val="00BE1BB3"/>
    <w:rsid w:val="00BE28CD"/>
    <w:rsid w:val="00BE2C68"/>
    <w:rsid w:val="00BE3476"/>
    <w:rsid w:val="00BE4EFA"/>
    <w:rsid w:val="00BE56EC"/>
    <w:rsid w:val="00BE655E"/>
    <w:rsid w:val="00BE7AF2"/>
    <w:rsid w:val="00BE7BD8"/>
    <w:rsid w:val="00BF0050"/>
    <w:rsid w:val="00BF0663"/>
    <w:rsid w:val="00BF0990"/>
    <w:rsid w:val="00BF1403"/>
    <w:rsid w:val="00BF1EFC"/>
    <w:rsid w:val="00BF2DF9"/>
    <w:rsid w:val="00BF4245"/>
    <w:rsid w:val="00BF58FB"/>
    <w:rsid w:val="00BF60AF"/>
    <w:rsid w:val="00BF61D8"/>
    <w:rsid w:val="00BF6ABA"/>
    <w:rsid w:val="00BF708D"/>
    <w:rsid w:val="00C00955"/>
    <w:rsid w:val="00C009F1"/>
    <w:rsid w:val="00C00E44"/>
    <w:rsid w:val="00C0197E"/>
    <w:rsid w:val="00C02BF7"/>
    <w:rsid w:val="00C02F91"/>
    <w:rsid w:val="00C031E9"/>
    <w:rsid w:val="00C0325A"/>
    <w:rsid w:val="00C0627D"/>
    <w:rsid w:val="00C063B4"/>
    <w:rsid w:val="00C07602"/>
    <w:rsid w:val="00C123C2"/>
    <w:rsid w:val="00C13624"/>
    <w:rsid w:val="00C150AF"/>
    <w:rsid w:val="00C1599A"/>
    <w:rsid w:val="00C16816"/>
    <w:rsid w:val="00C17027"/>
    <w:rsid w:val="00C17865"/>
    <w:rsid w:val="00C20924"/>
    <w:rsid w:val="00C213DB"/>
    <w:rsid w:val="00C21837"/>
    <w:rsid w:val="00C21A8A"/>
    <w:rsid w:val="00C23D68"/>
    <w:rsid w:val="00C254F6"/>
    <w:rsid w:val="00C25CDD"/>
    <w:rsid w:val="00C25F0C"/>
    <w:rsid w:val="00C25FFC"/>
    <w:rsid w:val="00C26B6D"/>
    <w:rsid w:val="00C26FC5"/>
    <w:rsid w:val="00C27478"/>
    <w:rsid w:val="00C27862"/>
    <w:rsid w:val="00C31244"/>
    <w:rsid w:val="00C33514"/>
    <w:rsid w:val="00C33D1C"/>
    <w:rsid w:val="00C34A82"/>
    <w:rsid w:val="00C34B0C"/>
    <w:rsid w:val="00C35BEE"/>
    <w:rsid w:val="00C361E3"/>
    <w:rsid w:val="00C363AD"/>
    <w:rsid w:val="00C3643D"/>
    <w:rsid w:val="00C375AC"/>
    <w:rsid w:val="00C37BD5"/>
    <w:rsid w:val="00C41252"/>
    <w:rsid w:val="00C41970"/>
    <w:rsid w:val="00C427C5"/>
    <w:rsid w:val="00C42F44"/>
    <w:rsid w:val="00C4478A"/>
    <w:rsid w:val="00C46222"/>
    <w:rsid w:val="00C462DC"/>
    <w:rsid w:val="00C50861"/>
    <w:rsid w:val="00C51F50"/>
    <w:rsid w:val="00C523B9"/>
    <w:rsid w:val="00C53074"/>
    <w:rsid w:val="00C53783"/>
    <w:rsid w:val="00C54066"/>
    <w:rsid w:val="00C543DF"/>
    <w:rsid w:val="00C54D3B"/>
    <w:rsid w:val="00C55858"/>
    <w:rsid w:val="00C55895"/>
    <w:rsid w:val="00C5793B"/>
    <w:rsid w:val="00C57FD0"/>
    <w:rsid w:val="00C60319"/>
    <w:rsid w:val="00C61155"/>
    <w:rsid w:val="00C62BD1"/>
    <w:rsid w:val="00C63726"/>
    <w:rsid w:val="00C6396B"/>
    <w:rsid w:val="00C63AF6"/>
    <w:rsid w:val="00C63E86"/>
    <w:rsid w:val="00C64A70"/>
    <w:rsid w:val="00C64FF8"/>
    <w:rsid w:val="00C66DE4"/>
    <w:rsid w:val="00C66E0B"/>
    <w:rsid w:val="00C67F4A"/>
    <w:rsid w:val="00C70CF0"/>
    <w:rsid w:val="00C72B89"/>
    <w:rsid w:val="00C72C2C"/>
    <w:rsid w:val="00C7324B"/>
    <w:rsid w:val="00C735BA"/>
    <w:rsid w:val="00C736E1"/>
    <w:rsid w:val="00C738CB"/>
    <w:rsid w:val="00C7409D"/>
    <w:rsid w:val="00C74A6B"/>
    <w:rsid w:val="00C7568D"/>
    <w:rsid w:val="00C76670"/>
    <w:rsid w:val="00C7670C"/>
    <w:rsid w:val="00C7754D"/>
    <w:rsid w:val="00C7763E"/>
    <w:rsid w:val="00C77D2A"/>
    <w:rsid w:val="00C813C8"/>
    <w:rsid w:val="00C819A3"/>
    <w:rsid w:val="00C821E2"/>
    <w:rsid w:val="00C823F3"/>
    <w:rsid w:val="00C828D9"/>
    <w:rsid w:val="00C82C13"/>
    <w:rsid w:val="00C82CDA"/>
    <w:rsid w:val="00C82E1F"/>
    <w:rsid w:val="00C83AD5"/>
    <w:rsid w:val="00C84800"/>
    <w:rsid w:val="00C84B27"/>
    <w:rsid w:val="00C86533"/>
    <w:rsid w:val="00C87066"/>
    <w:rsid w:val="00C90F83"/>
    <w:rsid w:val="00C9217C"/>
    <w:rsid w:val="00C923B7"/>
    <w:rsid w:val="00C92813"/>
    <w:rsid w:val="00C9468E"/>
    <w:rsid w:val="00C94977"/>
    <w:rsid w:val="00C95A7A"/>
    <w:rsid w:val="00C95C4A"/>
    <w:rsid w:val="00C97DCA"/>
    <w:rsid w:val="00CA032F"/>
    <w:rsid w:val="00CA0A19"/>
    <w:rsid w:val="00CA2427"/>
    <w:rsid w:val="00CA2721"/>
    <w:rsid w:val="00CA2FFF"/>
    <w:rsid w:val="00CA341A"/>
    <w:rsid w:val="00CA3776"/>
    <w:rsid w:val="00CA3935"/>
    <w:rsid w:val="00CA4C48"/>
    <w:rsid w:val="00CA5453"/>
    <w:rsid w:val="00CA54D1"/>
    <w:rsid w:val="00CA5AFE"/>
    <w:rsid w:val="00CA6857"/>
    <w:rsid w:val="00CA6BC1"/>
    <w:rsid w:val="00CA77C9"/>
    <w:rsid w:val="00CA7F2D"/>
    <w:rsid w:val="00CA7F3C"/>
    <w:rsid w:val="00CB16FB"/>
    <w:rsid w:val="00CB1928"/>
    <w:rsid w:val="00CB25D2"/>
    <w:rsid w:val="00CB49AF"/>
    <w:rsid w:val="00CB4FE5"/>
    <w:rsid w:val="00CB5E33"/>
    <w:rsid w:val="00CB6297"/>
    <w:rsid w:val="00CB6306"/>
    <w:rsid w:val="00CB65FA"/>
    <w:rsid w:val="00CB69F8"/>
    <w:rsid w:val="00CB6EB8"/>
    <w:rsid w:val="00CB7226"/>
    <w:rsid w:val="00CB7D73"/>
    <w:rsid w:val="00CC0211"/>
    <w:rsid w:val="00CC0A19"/>
    <w:rsid w:val="00CC0A2C"/>
    <w:rsid w:val="00CC1452"/>
    <w:rsid w:val="00CC21E8"/>
    <w:rsid w:val="00CC2493"/>
    <w:rsid w:val="00CC2B5D"/>
    <w:rsid w:val="00CC2C51"/>
    <w:rsid w:val="00CC37C5"/>
    <w:rsid w:val="00CC3A37"/>
    <w:rsid w:val="00CC4074"/>
    <w:rsid w:val="00CC4E70"/>
    <w:rsid w:val="00CC6CB3"/>
    <w:rsid w:val="00CC6D61"/>
    <w:rsid w:val="00CC74DF"/>
    <w:rsid w:val="00CC76EB"/>
    <w:rsid w:val="00CD010B"/>
    <w:rsid w:val="00CD0231"/>
    <w:rsid w:val="00CD0D5E"/>
    <w:rsid w:val="00CD1DD8"/>
    <w:rsid w:val="00CD2150"/>
    <w:rsid w:val="00CD2E98"/>
    <w:rsid w:val="00CD3B40"/>
    <w:rsid w:val="00CD496C"/>
    <w:rsid w:val="00CD5A41"/>
    <w:rsid w:val="00CD607F"/>
    <w:rsid w:val="00CD6A23"/>
    <w:rsid w:val="00CD726D"/>
    <w:rsid w:val="00CE0512"/>
    <w:rsid w:val="00CE09EF"/>
    <w:rsid w:val="00CE374A"/>
    <w:rsid w:val="00CE4B4E"/>
    <w:rsid w:val="00CE5741"/>
    <w:rsid w:val="00CE5930"/>
    <w:rsid w:val="00CE6CEE"/>
    <w:rsid w:val="00CE6F34"/>
    <w:rsid w:val="00CE749F"/>
    <w:rsid w:val="00CE79D5"/>
    <w:rsid w:val="00CF050B"/>
    <w:rsid w:val="00CF1899"/>
    <w:rsid w:val="00CF2F52"/>
    <w:rsid w:val="00CF44EB"/>
    <w:rsid w:val="00CF4947"/>
    <w:rsid w:val="00CF57A6"/>
    <w:rsid w:val="00CF5BD3"/>
    <w:rsid w:val="00CF6025"/>
    <w:rsid w:val="00CF7462"/>
    <w:rsid w:val="00D0008F"/>
    <w:rsid w:val="00D00388"/>
    <w:rsid w:val="00D01E54"/>
    <w:rsid w:val="00D0286A"/>
    <w:rsid w:val="00D02C49"/>
    <w:rsid w:val="00D03E48"/>
    <w:rsid w:val="00D04B97"/>
    <w:rsid w:val="00D0528A"/>
    <w:rsid w:val="00D06552"/>
    <w:rsid w:val="00D06937"/>
    <w:rsid w:val="00D10007"/>
    <w:rsid w:val="00D110AD"/>
    <w:rsid w:val="00D11DC1"/>
    <w:rsid w:val="00D150D0"/>
    <w:rsid w:val="00D16A2D"/>
    <w:rsid w:val="00D1716F"/>
    <w:rsid w:val="00D20179"/>
    <w:rsid w:val="00D209A4"/>
    <w:rsid w:val="00D20BF8"/>
    <w:rsid w:val="00D211A9"/>
    <w:rsid w:val="00D2188D"/>
    <w:rsid w:val="00D2249D"/>
    <w:rsid w:val="00D227BC"/>
    <w:rsid w:val="00D239FD"/>
    <w:rsid w:val="00D24198"/>
    <w:rsid w:val="00D263E2"/>
    <w:rsid w:val="00D26448"/>
    <w:rsid w:val="00D265E3"/>
    <w:rsid w:val="00D27720"/>
    <w:rsid w:val="00D27856"/>
    <w:rsid w:val="00D27C4E"/>
    <w:rsid w:val="00D27FEF"/>
    <w:rsid w:val="00D30959"/>
    <w:rsid w:val="00D320BB"/>
    <w:rsid w:val="00D34D95"/>
    <w:rsid w:val="00D355AC"/>
    <w:rsid w:val="00D35BED"/>
    <w:rsid w:val="00D3655D"/>
    <w:rsid w:val="00D3775D"/>
    <w:rsid w:val="00D41B93"/>
    <w:rsid w:val="00D41EFF"/>
    <w:rsid w:val="00D42828"/>
    <w:rsid w:val="00D43E63"/>
    <w:rsid w:val="00D44B46"/>
    <w:rsid w:val="00D453CA"/>
    <w:rsid w:val="00D455F9"/>
    <w:rsid w:val="00D4590B"/>
    <w:rsid w:val="00D46FD7"/>
    <w:rsid w:val="00D47177"/>
    <w:rsid w:val="00D50CC6"/>
    <w:rsid w:val="00D53664"/>
    <w:rsid w:val="00D538FA"/>
    <w:rsid w:val="00D54786"/>
    <w:rsid w:val="00D54F30"/>
    <w:rsid w:val="00D5567D"/>
    <w:rsid w:val="00D557D9"/>
    <w:rsid w:val="00D559CC"/>
    <w:rsid w:val="00D55B1D"/>
    <w:rsid w:val="00D571B7"/>
    <w:rsid w:val="00D605F4"/>
    <w:rsid w:val="00D61B34"/>
    <w:rsid w:val="00D6217D"/>
    <w:rsid w:val="00D623B1"/>
    <w:rsid w:val="00D635F7"/>
    <w:rsid w:val="00D63B3B"/>
    <w:rsid w:val="00D63DBC"/>
    <w:rsid w:val="00D64D7A"/>
    <w:rsid w:val="00D65460"/>
    <w:rsid w:val="00D70C76"/>
    <w:rsid w:val="00D71F10"/>
    <w:rsid w:val="00D71FC3"/>
    <w:rsid w:val="00D737C9"/>
    <w:rsid w:val="00D7445B"/>
    <w:rsid w:val="00D7509A"/>
    <w:rsid w:val="00D750FD"/>
    <w:rsid w:val="00D75107"/>
    <w:rsid w:val="00D76938"/>
    <w:rsid w:val="00D76EA1"/>
    <w:rsid w:val="00D77159"/>
    <w:rsid w:val="00D771A8"/>
    <w:rsid w:val="00D81C5B"/>
    <w:rsid w:val="00D82E06"/>
    <w:rsid w:val="00D84CCC"/>
    <w:rsid w:val="00D85475"/>
    <w:rsid w:val="00D854C5"/>
    <w:rsid w:val="00D85759"/>
    <w:rsid w:val="00D85A61"/>
    <w:rsid w:val="00D85E17"/>
    <w:rsid w:val="00D87424"/>
    <w:rsid w:val="00D874EE"/>
    <w:rsid w:val="00D87FDA"/>
    <w:rsid w:val="00D903CC"/>
    <w:rsid w:val="00D91ABB"/>
    <w:rsid w:val="00D91E71"/>
    <w:rsid w:val="00D91F7C"/>
    <w:rsid w:val="00D929A5"/>
    <w:rsid w:val="00D92F6B"/>
    <w:rsid w:val="00D9429E"/>
    <w:rsid w:val="00D94C05"/>
    <w:rsid w:val="00D95148"/>
    <w:rsid w:val="00D96F74"/>
    <w:rsid w:val="00DA03E8"/>
    <w:rsid w:val="00DA0530"/>
    <w:rsid w:val="00DA0600"/>
    <w:rsid w:val="00DA07F3"/>
    <w:rsid w:val="00DA0A75"/>
    <w:rsid w:val="00DA0A8A"/>
    <w:rsid w:val="00DA11BD"/>
    <w:rsid w:val="00DA13F7"/>
    <w:rsid w:val="00DA1D88"/>
    <w:rsid w:val="00DA211A"/>
    <w:rsid w:val="00DA3A4E"/>
    <w:rsid w:val="00DA4652"/>
    <w:rsid w:val="00DA69DC"/>
    <w:rsid w:val="00DA6C59"/>
    <w:rsid w:val="00DA71D9"/>
    <w:rsid w:val="00DA794E"/>
    <w:rsid w:val="00DB0A51"/>
    <w:rsid w:val="00DB1290"/>
    <w:rsid w:val="00DB13DB"/>
    <w:rsid w:val="00DB1FD7"/>
    <w:rsid w:val="00DB24C6"/>
    <w:rsid w:val="00DB3AB5"/>
    <w:rsid w:val="00DB4DFB"/>
    <w:rsid w:val="00DB4FA5"/>
    <w:rsid w:val="00DB50E5"/>
    <w:rsid w:val="00DB66C7"/>
    <w:rsid w:val="00DB68C3"/>
    <w:rsid w:val="00DB69E6"/>
    <w:rsid w:val="00DB7F29"/>
    <w:rsid w:val="00DB7FDE"/>
    <w:rsid w:val="00DC19C0"/>
    <w:rsid w:val="00DC2430"/>
    <w:rsid w:val="00DC46D0"/>
    <w:rsid w:val="00DC5E1D"/>
    <w:rsid w:val="00DC62FB"/>
    <w:rsid w:val="00DC6411"/>
    <w:rsid w:val="00DD034B"/>
    <w:rsid w:val="00DD07E9"/>
    <w:rsid w:val="00DD1885"/>
    <w:rsid w:val="00DD43A1"/>
    <w:rsid w:val="00DD4C93"/>
    <w:rsid w:val="00DD5644"/>
    <w:rsid w:val="00DD59EA"/>
    <w:rsid w:val="00DD5A0F"/>
    <w:rsid w:val="00DD6CD9"/>
    <w:rsid w:val="00DD6D47"/>
    <w:rsid w:val="00DE068A"/>
    <w:rsid w:val="00DE1618"/>
    <w:rsid w:val="00DE1638"/>
    <w:rsid w:val="00DE1691"/>
    <w:rsid w:val="00DE2268"/>
    <w:rsid w:val="00DE2411"/>
    <w:rsid w:val="00DE287B"/>
    <w:rsid w:val="00DE2884"/>
    <w:rsid w:val="00DE422A"/>
    <w:rsid w:val="00DE4CD5"/>
    <w:rsid w:val="00DE5361"/>
    <w:rsid w:val="00DE6648"/>
    <w:rsid w:val="00DE7027"/>
    <w:rsid w:val="00DE7D2C"/>
    <w:rsid w:val="00DF0B41"/>
    <w:rsid w:val="00DF0C89"/>
    <w:rsid w:val="00DF2D5F"/>
    <w:rsid w:val="00DF31CC"/>
    <w:rsid w:val="00DF40AF"/>
    <w:rsid w:val="00DF40EF"/>
    <w:rsid w:val="00DF466E"/>
    <w:rsid w:val="00DF62C2"/>
    <w:rsid w:val="00E00DD0"/>
    <w:rsid w:val="00E010D1"/>
    <w:rsid w:val="00E013DD"/>
    <w:rsid w:val="00E01D1C"/>
    <w:rsid w:val="00E01DCD"/>
    <w:rsid w:val="00E022B3"/>
    <w:rsid w:val="00E03960"/>
    <w:rsid w:val="00E04BD7"/>
    <w:rsid w:val="00E051DA"/>
    <w:rsid w:val="00E12BB0"/>
    <w:rsid w:val="00E12F6F"/>
    <w:rsid w:val="00E1449B"/>
    <w:rsid w:val="00E149D3"/>
    <w:rsid w:val="00E161EA"/>
    <w:rsid w:val="00E16FE2"/>
    <w:rsid w:val="00E17CB3"/>
    <w:rsid w:val="00E17E27"/>
    <w:rsid w:val="00E17EBA"/>
    <w:rsid w:val="00E2011C"/>
    <w:rsid w:val="00E203CF"/>
    <w:rsid w:val="00E231B2"/>
    <w:rsid w:val="00E2476E"/>
    <w:rsid w:val="00E2508F"/>
    <w:rsid w:val="00E2539F"/>
    <w:rsid w:val="00E25CAF"/>
    <w:rsid w:val="00E269E9"/>
    <w:rsid w:val="00E2718F"/>
    <w:rsid w:val="00E27EEA"/>
    <w:rsid w:val="00E314B4"/>
    <w:rsid w:val="00E3173A"/>
    <w:rsid w:val="00E31CB1"/>
    <w:rsid w:val="00E32E9F"/>
    <w:rsid w:val="00E332C1"/>
    <w:rsid w:val="00E34878"/>
    <w:rsid w:val="00E34A01"/>
    <w:rsid w:val="00E34C6C"/>
    <w:rsid w:val="00E35F11"/>
    <w:rsid w:val="00E35FD3"/>
    <w:rsid w:val="00E370ED"/>
    <w:rsid w:val="00E3752B"/>
    <w:rsid w:val="00E37A04"/>
    <w:rsid w:val="00E37F90"/>
    <w:rsid w:val="00E425B2"/>
    <w:rsid w:val="00E434A5"/>
    <w:rsid w:val="00E43CDF"/>
    <w:rsid w:val="00E463FC"/>
    <w:rsid w:val="00E46D0B"/>
    <w:rsid w:val="00E47B22"/>
    <w:rsid w:val="00E50872"/>
    <w:rsid w:val="00E50975"/>
    <w:rsid w:val="00E50B44"/>
    <w:rsid w:val="00E525BC"/>
    <w:rsid w:val="00E5295E"/>
    <w:rsid w:val="00E52C08"/>
    <w:rsid w:val="00E52D5E"/>
    <w:rsid w:val="00E53499"/>
    <w:rsid w:val="00E534F4"/>
    <w:rsid w:val="00E535EA"/>
    <w:rsid w:val="00E55249"/>
    <w:rsid w:val="00E55F4B"/>
    <w:rsid w:val="00E60319"/>
    <w:rsid w:val="00E60AEA"/>
    <w:rsid w:val="00E60D4C"/>
    <w:rsid w:val="00E60DCC"/>
    <w:rsid w:val="00E60F42"/>
    <w:rsid w:val="00E62E37"/>
    <w:rsid w:val="00E63112"/>
    <w:rsid w:val="00E6333A"/>
    <w:rsid w:val="00E63A8B"/>
    <w:rsid w:val="00E642F4"/>
    <w:rsid w:val="00E65239"/>
    <w:rsid w:val="00E65CBD"/>
    <w:rsid w:val="00E662B4"/>
    <w:rsid w:val="00E66D35"/>
    <w:rsid w:val="00E66F56"/>
    <w:rsid w:val="00E6773A"/>
    <w:rsid w:val="00E702FD"/>
    <w:rsid w:val="00E70CA7"/>
    <w:rsid w:val="00E72ABF"/>
    <w:rsid w:val="00E72C50"/>
    <w:rsid w:val="00E7324C"/>
    <w:rsid w:val="00E742FC"/>
    <w:rsid w:val="00E76683"/>
    <w:rsid w:val="00E7778F"/>
    <w:rsid w:val="00E77799"/>
    <w:rsid w:val="00E801A2"/>
    <w:rsid w:val="00E8046E"/>
    <w:rsid w:val="00E80B77"/>
    <w:rsid w:val="00E822EF"/>
    <w:rsid w:val="00E82382"/>
    <w:rsid w:val="00E82B2F"/>
    <w:rsid w:val="00E83DFF"/>
    <w:rsid w:val="00E84ED7"/>
    <w:rsid w:val="00E85CD9"/>
    <w:rsid w:val="00E86A28"/>
    <w:rsid w:val="00E91272"/>
    <w:rsid w:val="00E91840"/>
    <w:rsid w:val="00E91A87"/>
    <w:rsid w:val="00E91B29"/>
    <w:rsid w:val="00E91D80"/>
    <w:rsid w:val="00E9227F"/>
    <w:rsid w:val="00E9232E"/>
    <w:rsid w:val="00E9265D"/>
    <w:rsid w:val="00E92858"/>
    <w:rsid w:val="00E92A35"/>
    <w:rsid w:val="00E92A99"/>
    <w:rsid w:val="00E92EEF"/>
    <w:rsid w:val="00E93707"/>
    <w:rsid w:val="00E93BB3"/>
    <w:rsid w:val="00E947C3"/>
    <w:rsid w:val="00E94C90"/>
    <w:rsid w:val="00E956B3"/>
    <w:rsid w:val="00EA0047"/>
    <w:rsid w:val="00EA111E"/>
    <w:rsid w:val="00EA1B1B"/>
    <w:rsid w:val="00EA2A8A"/>
    <w:rsid w:val="00EA3ACE"/>
    <w:rsid w:val="00EA3B22"/>
    <w:rsid w:val="00EA554D"/>
    <w:rsid w:val="00EA75C7"/>
    <w:rsid w:val="00EA76D3"/>
    <w:rsid w:val="00EA7FCF"/>
    <w:rsid w:val="00EB13BB"/>
    <w:rsid w:val="00EB17F6"/>
    <w:rsid w:val="00EB1E21"/>
    <w:rsid w:val="00EB2944"/>
    <w:rsid w:val="00EB2BF5"/>
    <w:rsid w:val="00EB2CF8"/>
    <w:rsid w:val="00EB3224"/>
    <w:rsid w:val="00EB3902"/>
    <w:rsid w:val="00EB3BCA"/>
    <w:rsid w:val="00EB4B61"/>
    <w:rsid w:val="00EB4BCF"/>
    <w:rsid w:val="00EB55D4"/>
    <w:rsid w:val="00EB5C4E"/>
    <w:rsid w:val="00EB7C18"/>
    <w:rsid w:val="00EC39B2"/>
    <w:rsid w:val="00EC43B4"/>
    <w:rsid w:val="00EC463E"/>
    <w:rsid w:val="00EC55B2"/>
    <w:rsid w:val="00EC59AC"/>
    <w:rsid w:val="00EC69FA"/>
    <w:rsid w:val="00EC7761"/>
    <w:rsid w:val="00EC7EEB"/>
    <w:rsid w:val="00ED0456"/>
    <w:rsid w:val="00ED35FD"/>
    <w:rsid w:val="00ED4167"/>
    <w:rsid w:val="00ED5994"/>
    <w:rsid w:val="00ED67B9"/>
    <w:rsid w:val="00ED6BD8"/>
    <w:rsid w:val="00ED7126"/>
    <w:rsid w:val="00ED72CD"/>
    <w:rsid w:val="00ED7A87"/>
    <w:rsid w:val="00ED7DC2"/>
    <w:rsid w:val="00ED7FBA"/>
    <w:rsid w:val="00EE05A5"/>
    <w:rsid w:val="00EE1775"/>
    <w:rsid w:val="00EE1955"/>
    <w:rsid w:val="00EE1E16"/>
    <w:rsid w:val="00EE2BF1"/>
    <w:rsid w:val="00EE5568"/>
    <w:rsid w:val="00EE5598"/>
    <w:rsid w:val="00EE5FDC"/>
    <w:rsid w:val="00EE6D8A"/>
    <w:rsid w:val="00EE6E16"/>
    <w:rsid w:val="00EE723E"/>
    <w:rsid w:val="00EE7573"/>
    <w:rsid w:val="00EF03CD"/>
    <w:rsid w:val="00EF05CA"/>
    <w:rsid w:val="00EF144A"/>
    <w:rsid w:val="00EF177E"/>
    <w:rsid w:val="00EF1B41"/>
    <w:rsid w:val="00EF323D"/>
    <w:rsid w:val="00EF3B15"/>
    <w:rsid w:val="00EF469E"/>
    <w:rsid w:val="00EF481B"/>
    <w:rsid w:val="00EF4C9E"/>
    <w:rsid w:val="00EF57F9"/>
    <w:rsid w:val="00EF5DBF"/>
    <w:rsid w:val="00EF666B"/>
    <w:rsid w:val="00EF786B"/>
    <w:rsid w:val="00EF7A87"/>
    <w:rsid w:val="00EF7D79"/>
    <w:rsid w:val="00EF7F78"/>
    <w:rsid w:val="00F01949"/>
    <w:rsid w:val="00F0427B"/>
    <w:rsid w:val="00F06565"/>
    <w:rsid w:val="00F06B24"/>
    <w:rsid w:val="00F06E4E"/>
    <w:rsid w:val="00F07740"/>
    <w:rsid w:val="00F0784B"/>
    <w:rsid w:val="00F07B19"/>
    <w:rsid w:val="00F07D3B"/>
    <w:rsid w:val="00F11C35"/>
    <w:rsid w:val="00F11C44"/>
    <w:rsid w:val="00F1404E"/>
    <w:rsid w:val="00F145AC"/>
    <w:rsid w:val="00F148C6"/>
    <w:rsid w:val="00F14B34"/>
    <w:rsid w:val="00F15004"/>
    <w:rsid w:val="00F163CF"/>
    <w:rsid w:val="00F16486"/>
    <w:rsid w:val="00F16D3B"/>
    <w:rsid w:val="00F176B7"/>
    <w:rsid w:val="00F206CC"/>
    <w:rsid w:val="00F207AC"/>
    <w:rsid w:val="00F20A4C"/>
    <w:rsid w:val="00F2127E"/>
    <w:rsid w:val="00F216FA"/>
    <w:rsid w:val="00F22348"/>
    <w:rsid w:val="00F22C99"/>
    <w:rsid w:val="00F24152"/>
    <w:rsid w:val="00F2563B"/>
    <w:rsid w:val="00F25F8D"/>
    <w:rsid w:val="00F262E6"/>
    <w:rsid w:val="00F26353"/>
    <w:rsid w:val="00F26A2E"/>
    <w:rsid w:val="00F273B2"/>
    <w:rsid w:val="00F301B1"/>
    <w:rsid w:val="00F31751"/>
    <w:rsid w:val="00F31921"/>
    <w:rsid w:val="00F32356"/>
    <w:rsid w:val="00F330C9"/>
    <w:rsid w:val="00F3358A"/>
    <w:rsid w:val="00F34D16"/>
    <w:rsid w:val="00F354B3"/>
    <w:rsid w:val="00F35EA7"/>
    <w:rsid w:val="00F36601"/>
    <w:rsid w:val="00F36809"/>
    <w:rsid w:val="00F36993"/>
    <w:rsid w:val="00F36AFB"/>
    <w:rsid w:val="00F408D3"/>
    <w:rsid w:val="00F41359"/>
    <w:rsid w:val="00F4253C"/>
    <w:rsid w:val="00F42BFD"/>
    <w:rsid w:val="00F430BC"/>
    <w:rsid w:val="00F43BEB"/>
    <w:rsid w:val="00F440DF"/>
    <w:rsid w:val="00F45720"/>
    <w:rsid w:val="00F45920"/>
    <w:rsid w:val="00F46504"/>
    <w:rsid w:val="00F46848"/>
    <w:rsid w:val="00F47149"/>
    <w:rsid w:val="00F510F2"/>
    <w:rsid w:val="00F51C22"/>
    <w:rsid w:val="00F5238F"/>
    <w:rsid w:val="00F52E22"/>
    <w:rsid w:val="00F56395"/>
    <w:rsid w:val="00F57546"/>
    <w:rsid w:val="00F57770"/>
    <w:rsid w:val="00F6068E"/>
    <w:rsid w:val="00F61DDE"/>
    <w:rsid w:val="00F61DFD"/>
    <w:rsid w:val="00F622A6"/>
    <w:rsid w:val="00F622AC"/>
    <w:rsid w:val="00F647F8"/>
    <w:rsid w:val="00F734AF"/>
    <w:rsid w:val="00F73DDF"/>
    <w:rsid w:val="00F7403A"/>
    <w:rsid w:val="00F74BB4"/>
    <w:rsid w:val="00F76172"/>
    <w:rsid w:val="00F763BB"/>
    <w:rsid w:val="00F76491"/>
    <w:rsid w:val="00F76766"/>
    <w:rsid w:val="00F76C5E"/>
    <w:rsid w:val="00F76FE7"/>
    <w:rsid w:val="00F76FF3"/>
    <w:rsid w:val="00F80D5D"/>
    <w:rsid w:val="00F83A59"/>
    <w:rsid w:val="00F86144"/>
    <w:rsid w:val="00F87687"/>
    <w:rsid w:val="00F90504"/>
    <w:rsid w:val="00F90C9E"/>
    <w:rsid w:val="00F90F12"/>
    <w:rsid w:val="00F913AD"/>
    <w:rsid w:val="00F91567"/>
    <w:rsid w:val="00F91EAB"/>
    <w:rsid w:val="00F92FCF"/>
    <w:rsid w:val="00F93421"/>
    <w:rsid w:val="00F93CE8"/>
    <w:rsid w:val="00F94722"/>
    <w:rsid w:val="00F94E84"/>
    <w:rsid w:val="00F951E5"/>
    <w:rsid w:val="00F9521A"/>
    <w:rsid w:val="00F952EF"/>
    <w:rsid w:val="00F959ED"/>
    <w:rsid w:val="00F96033"/>
    <w:rsid w:val="00F962DC"/>
    <w:rsid w:val="00F96575"/>
    <w:rsid w:val="00F97431"/>
    <w:rsid w:val="00F97619"/>
    <w:rsid w:val="00F97A36"/>
    <w:rsid w:val="00F97C0B"/>
    <w:rsid w:val="00FA0939"/>
    <w:rsid w:val="00FA17C0"/>
    <w:rsid w:val="00FA1881"/>
    <w:rsid w:val="00FA2153"/>
    <w:rsid w:val="00FA2D23"/>
    <w:rsid w:val="00FA32A5"/>
    <w:rsid w:val="00FA49BB"/>
    <w:rsid w:val="00FA5ED5"/>
    <w:rsid w:val="00FA6477"/>
    <w:rsid w:val="00FA7F38"/>
    <w:rsid w:val="00FB0BF2"/>
    <w:rsid w:val="00FB2673"/>
    <w:rsid w:val="00FB26E8"/>
    <w:rsid w:val="00FB3C87"/>
    <w:rsid w:val="00FB402C"/>
    <w:rsid w:val="00FB4A51"/>
    <w:rsid w:val="00FB5C8E"/>
    <w:rsid w:val="00FB6247"/>
    <w:rsid w:val="00FB6D9D"/>
    <w:rsid w:val="00FB6E31"/>
    <w:rsid w:val="00FC26AF"/>
    <w:rsid w:val="00FC2771"/>
    <w:rsid w:val="00FC3E55"/>
    <w:rsid w:val="00FC426B"/>
    <w:rsid w:val="00FC4421"/>
    <w:rsid w:val="00FC52F2"/>
    <w:rsid w:val="00FC56DA"/>
    <w:rsid w:val="00FC72A1"/>
    <w:rsid w:val="00FD0418"/>
    <w:rsid w:val="00FD0902"/>
    <w:rsid w:val="00FD1441"/>
    <w:rsid w:val="00FD1DCF"/>
    <w:rsid w:val="00FD20D3"/>
    <w:rsid w:val="00FD266A"/>
    <w:rsid w:val="00FD2EF1"/>
    <w:rsid w:val="00FD3E5A"/>
    <w:rsid w:val="00FD3F7A"/>
    <w:rsid w:val="00FD40F6"/>
    <w:rsid w:val="00FD418F"/>
    <w:rsid w:val="00FD55E0"/>
    <w:rsid w:val="00FD5890"/>
    <w:rsid w:val="00FD6D68"/>
    <w:rsid w:val="00FD701F"/>
    <w:rsid w:val="00FD7A7E"/>
    <w:rsid w:val="00FE00B6"/>
    <w:rsid w:val="00FE031A"/>
    <w:rsid w:val="00FE03BA"/>
    <w:rsid w:val="00FE06A1"/>
    <w:rsid w:val="00FE373C"/>
    <w:rsid w:val="00FE4B63"/>
    <w:rsid w:val="00FE4C52"/>
    <w:rsid w:val="00FE4E2C"/>
    <w:rsid w:val="00FE583A"/>
    <w:rsid w:val="00FE662F"/>
    <w:rsid w:val="00FE6681"/>
    <w:rsid w:val="00FE74E9"/>
    <w:rsid w:val="00FF00D1"/>
    <w:rsid w:val="00FF1531"/>
    <w:rsid w:val="00FF2005"/>
    <w:rsid w:val="00FF2B8E"/>
    <w:rsid w:val="00FF3B96"/>
    <w:rsid w:val="00FF4188"/>
    <w:rsid w:val="00FF4516"/>
    <w:rsid w:val="00FF4584"/>
    <w:rsid w:val="00FF4906"/>
    <w:rsid w:val="00FF4968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A189AF0-84DE-43DC-9E29-4A1C8E3FC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1257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104E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C468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6033"/>
    <w:pPr>
      <w:ind w:left="720"/>
      <w:contextualSpacing/>
    </w:pPr>
  </w:style>
  <w:style w:type="character" w:styleId="Jegyzethivatkozs">
    <w:name w:val="annotation reference"/>
    <w:uiPriority w:val="99"/>
    <w:semiHidden/>
    <w:rsid w:val="0041603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1603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416033"/>
    <w:rPr>
      <w:rFonts w:ascii="Calibri" w:eastAsia="Calibri" w:hAnsi="Calibri" w:cs="Times New Roman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rsid w:val="00416033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416033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416033"/>
    <w:rPr>
      <w:rFonts w:cs="Times New Roman"/>
      <w:vertAlign w:val="superscript"/>
    </w:rPr>
  </w:style>
  <w:style w:type="table" w:styleId="Rcsostblzat">
    <w:name w:val="Table Grid"/>
    <w:basedOn w:val="Normltblzat"/>
    <w:uiPriority w:val="59"/>
    <w:rsid w:val="004160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incstrkz">
    <w:name w:val="No Spacing"/>
    <w:link w:val="NincstrkzChar"/>
    <w:uiPriority w:val="1"/>
    <w:qFormat/>
    <w:rsid w:val="00416033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6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416033"/>
    <w:rPr>
      <w:rFonts w:ascii="Tahoma" w:eastAsia="Calibri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C14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4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64107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4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64107E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64107E"/>
    <w:rPr>
      <w:color w:val="0000FF"/>
      <w:u w:val="single"/>
    </w:rPr>
  </w:style>
  <w:style w:type="character" w:customStyle="1" w:styleId="Cmsor1Char">
    <w:name w:val="Címsor 1 Char"/>
    <w:link w:val="Cmsor1"/>
    <w:uiPriority w:val="9"/>
    <w:rsid w:val="003104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04E6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615244"/>
    <w:pPr>
      <w:tabs>
        <w:tab w:val="right" w:leader="dot" w:pos="9062"/>
      </w:tabs>
      <w:spacing w:after="100"/>
      <w:jc w:val="center"/>
    </w:pPr>
    <w:rPr>
      <w:b/>
    </w:rPr>
  </w:style>
  <w:style w:type="character" w:customStyle="1" w:styleId="Cmsor2Char">
    <w:name w:val="Címsor 2 Char"/>
    <w:link w:val="Cmsor2"/>
    <w:uiPriority w:val="9"/>
    <w:rsid w:val="00BC468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J2">
    <w:name w:val="toc 2"/>
    <w:basedOn w:val="Norml"/>
    <w:next w:val="Norml"/>
    <w:autoRedefine/>
    <w:uiPriority w:val="39"/>
    <w:unhideWhenUsed/>
    <w:rsid w:val="00695324"/>
    <w:pPr>
      <w:tabs>
        <w:tab w:val="right" w:leader="dot" w:pos="9062"/>
      </w:tabs>
      <w:spacing w:after="100"/>
      <w:ind w:left="220"/>
      <w:jc w:val="both"/>
    </w:pPr>
  </w:style>
  <w:style w:type="character" w:customStyle="1" w:styleId="NincstrkzChar">
    <w:name w:val="Nincs térköz Char"/>
    <w:basedOn w:val="Bekezdsalapbettpusa"/>
    <w:link w:val="Nincstrkz"/>
    <w:uiPriority w:val="1"/>
    <w:rsid w:val="00352DFD"/>
    <w:rPr>
      <w:rFonts w:ascii="Times New Roman" w:eastAsia="Times New Roman" w:hAnsi="Times New Roman"/>
      <w:sz w:val="24"/>
      <w:szCs w:val="24"/>
    </w:rPr>
  </w:style>
  <w:style w:type="paragraph" w:styleId="Vltozat">
    <w:name w:val="Revision"/>
    <w:hidden/>
    <w:uiPriority w:val="99"/>
    <w:semiHidden/>
    <w:rsid w:val="00825BB6"/>
    <w:rPr>
      <w:sz w:val="22"/>
      <w:szCs w:val="22"/>
      <w:lang w:eastAsia="en-US"/>
    </w:rPr>
  </w:style>
  <w:style w:type="paragraph" w:customStyle="1" w:styleId="Default">
    <w:name w:val="Default"/>
    <w:rsid w:val="005B209B"/>
    <w:pPr>
      <w:autoSpaceDE w:val="0"/>
      <w:autoSpaceDN w:val="0"/>
      <w:adjustRightInd w:val="0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  <w:style w:type="character" w:customStyle="1" w:styleId="st">
    <w:name w:val="st"/>
    <w:basedOn w:val="Bekezdsalapbettpusa"/>
    <w:rsid w:val="00AC28CC"/>
  </w:style>
  <w:style w:type="character" w:styleId="Kiemels">
    <w:name w:val="Emphasis"/>
    <w:basedOn w:val="Bekezdsalapbettpusa"/>
    <w:uiPriority w:val="20"/>
    <w:qFormat/>
    <w:rsid w:val="00AC28CC"/>
    <w:rPr>
      <w:i/>
      <w:iCs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E13B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E13BF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Vilgosrnykols1jellszn">
    <w:name w:val="Light Shading Accent 1"/>
    <w:basedOn w:val="Normltblzat"/>
    <w:uiPriority w:val="60"/>
    <w:rsid w:val="00177F2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elyrzszveg">
    <w:name w:val="Placeholder Text"/>
    <w:basedOn w:val="Bekezdsalapbettpusa"/>
    <w:uiPriority w:val="99"/>
    <w:semiHidden/>
    <w:rsid w:val="00121286"/>
    <w:rPr>
      <w:color w:val="808080"/>
    </w:rPr>
  </w:style>
  <w:style w:type="table" w:customStyle="1" w:styleId="Rcsostblzat1">
    <w:name w:val="Rácsos táblázat1"/>
    <w:basedOn w:val="Normltblzat"/>
    <w:next w:val="Rcsostblzat"/>
    <w:uiPriority w:val="59"/>
    <w:rsid w:val="00556244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6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\Desktop\Havi%20jelent&#233;s_bels&#337;_2015.jan_V&#201;GS&#336;_&#218;J%20Z&#193;R&#193;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73E21-DDC7-4AA5-934A-7E165AF4ED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6B275-F722-413C-A0BA-3A8ED38DE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BA2BCF-E023-4E2B-9EF2-8576CF407F0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51E5F6-9A6A-47DF-97FF-FB8874FC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Havi jelentés_belső_2015.jan_VÉGSŐ_ÚJ ZÁRÁS2.dot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Links>
    <vt:vector size="24" baseType="variant">
      <vt:variant>
        <vt:i4>983127</vt:i4>
      </vt:variant>
      <vt:variant>
        <vt:i4>15</vt:i4>
      </vt:variant>
      <vt:variant>
        <vt:i4>0</vt:i4>
      </vt:variant>
      <vt:variant>
        <vt:i4>5</vt:i4>
      </vt:variant>
      <vt:variant>
        <vt:lpwstr>http://www.kozfoglalkoztatas.kormany.hu/</vt:lpwstr>
      </vt:variant>
      <vt:variant>
        <vt:lpwstr/>
      </vt:variant>
      <vt:variant>
        <vt:i4>7143527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983127</vt:i4>
      </vt:variant>
      <vt:variant>
        <vt:i4>6</vt:i4>
      </vt:variant>
      <vt:variant>
        <vt:i4>0</vt:i4>
      </vt:variant>
      <vt:variant>
        <vt:i4>5</vt:i4>
      </vt:variant>
      <vt:variant>
        <vt:lpwstr>http://www.kozfoglalkoztatas.kormany.hu/</vt:lpwstr>
      </vt:variant>
      <vt:variant>
        <vt:lpwstr/>
      </vt:variant>
      <vt:variant>
        <vt:i4>7143527</vt:i4>
      </vt:variant>
      <vt:variant>
        <vt:i4>3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</dc:creator>
  <cp:lastModifiedBy>Kelemen Gábor 2</cp:lastModifiedBy>
  <cp:revision>7</cp:revision>
  <cp:lastPrinted>2017-02-06T10:45:00Z</cp:lastPrinted>
  <dcterms:created xsi:type="dcterms:W3CDTF">2021-02-03T13:56:00Z</dcterms:created>
  <dcterms:modified xsi:type="dcterms:W3CDTF">2021-02-03T14:16:00Z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